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1525"/>
        <w:gridCol w:w="5176"/>
        <w:gridCol w:w="2088"/>
        <w:gridCol w:w="1416"/>
      </w:tblGrid>
      <w:tr w:rsidR="00D80634" w14:paraId="714F33C9" w14:textId="77777777" w:rsidTr="00BC7075">
        <w:trPr>
          <w:trHeight w:val="5818"/>
        </w:trPr>
        <w:tc>
          <w:tcPr>
            <w:tcW w:w="10205" w:type="dxa"/>
            <w:gridSpan w:val="4"/>
          </w:tcPr>
          <w:p w14:paraId="60E2A134" w14:textId="77777777" w:rsidR="00D80634" w:rsidRDefault="00776D26" w:rsidP="001F1FD0">
            <w:pPr>
              <w:pStyle w:val="Paragraph"/>
              <w:tabs>
                <w:tab w:val="left" w:pos="1040"/>
                <w:tab w:val="right" w:pos="9989"/>
              </w:tabs>
              <w:jc w:val="left"/>
            </w:pPr>
            <w:r>
              <w:rPr>
                <w:noProof/>
              </w:rPr>
              <w:drawing>
                <wp:anchor distT="0" distB="0" distL="114300" distR="114300" simplePos="0" relativeHeight="251658240" behindDoc="0" locked="0" layoutInCell="1" allowOverlap="1" wp14:anchorId="79005F5D" wp14:editId="1E577157">
                  <wp:simplePos x="0" y="0"/>
                  <wp:positionH relativeFrom="column">
                    <wp:posOffset>3958480</wp:posOffset>
                  </wp:positionH>
                  <wp:positionV relativeFrom="paragraph">
                    <wp:posOffset>124543</wp:posOffset>
                  </wp:positionV>
                  <wp:extent cx="2452370" cy="3582670"/>
                  <wp:effectExtent l="0" t="0" r="5080" b="0"/>
                  <wp:wrapNone/>
                  <wp:docPr id="1" name="Picture 1" descr="triangolo r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iangolo rin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52370" cy="3582670"/>
                          </a:xfrm>
                          <a:prstGeom prst="rect">
                            <a:avLst/>
                          </a:prstGeom>
                          <a:noFill/>
                          <a:ln>
                            <a:noFill/>
                          </a:ln>
                        </pic:spPr>
                      </pic:pic>
                    </a:graphicData>
                  </a:graphic>
                </wp:anchor>
              </w:drawing>
            </w:r>
          </w:p>
        </w:tc>
      </w:tr>
      <w:tr w:rsidR="00D80634" w14:paraId="5AABC76C" w14:textId="77777777" w:rsidTr="00BC7075">
        <w:trPr>
          <w:trHeight w:val="680"/>
        </w:trPr>
        <w:tc>
          <w:tcPr>
            <w:tcW w:w="10205" w:type="dxa"/>
            <w:gridSpan w:val="4"/>
          </w:tcPr>
          <w:p w14:paraId="06829571" w14:textId="77777777" w:rsidR="00D80634" w:rsidRDefault="00D80634" w:rsidP="00D80634">
            <w:pPr>
              <w:jc w:val="right"/>
            </w:pPr>
          </w:p>
        </w:tc>
      </w:tr>
      <w:tr w:rsidR="00D80634" w14:paraId="41123F2F" w14:textId="77777777" w:rsidTr="00BC7075">
        <w:trPr>
          <w:trHeight w:val="680"/>
        </w:trPr>
        <w:tc>
          <w:tcPr>
            <w:tcW w:w="10205" w:type="dxa"/>
            <w:gridSpan w:val="4"/>
          </w:tcPr>
          <w:p w14:paraId="0B0E5CFE" w14:textId="77777777" w:rsidR="00D80634" w:rsidRDefault="00D80634" w:rsidP="00D80634">
            <w:pPr>
              <w:jc w:val="right"/>
            </w:pPr>
          </w:p>
        </w:tc>
      </w:tr>
      <w:tr w:rsidR="008F2ABE" w:rsidRPr="008F2ABE" w14:paraId="537EB432" w14:textId="77777777" w:rsidTr="00BC7075">
        <w:tc>
          <w:tcPr>
            <w:tcW w:w="10205" w:type="dxa"/>
            <w:gridSpan w:val="4"/>
          </w:tcPr>
          <w:p w14:paraId="740ECFC7" w14:textId="77777777" w:rsidR="00A22EBC" w:rsidRPr="003E49DC" w:rsidRDefault="005571BE" w:rsidP="00A22EBC">
            <w:pPr>
              <w:jc w:val="left"/>
              <w:rPr>
                <w:b/>
                <w:sz w:val="56"/>
                <w:szCs w:val="56"/>
              </w:rPr>
            </w:pPr>
            <w:r w:rsidRPr="005571BE">
              <w:rPr>
                <w:b/>
                <w:sz w:val="56"/>
                <w:szCs w:val="56"/>
              </w:rPr>
              <w:t>AIPo</w:t>
            </w:r>
          </w:p>
          <w:p w14:paraId="77460019" w14:textId="77777777" w:rsidR="002D2EDF" w:rsidRPr="008F2ABE" w:rsidRDefault="005571BE" w:rsidP="00A22EBC">
            <w:pPr>
              <w:jc w:val="left"/>
              <w:rPr>
                <w:color w:val="0070C0"/>
              </w:rPr>
            </w:pPr>
            <w:r w:rsidRPr="005571BE">
              <w:rPr>
                <w:b/>
                <w:sz w:val="56"/>
                <w:szCs w:val="56"/>
              </w:rPr>
              <w:t>Monticelli d’Ongina, Italia</w:t>
            </w:r>
          </w:p>
        </w:tc>
      </w:tr>
      <w:tr w:rsidR="008F2ABE" w:rsidRPr="00871D29" w14:paraId="5B564A3E" w14:textId="77777777" w:rsidTr="00BC7075">
        <w:trPr>
          <w:gridAfter w:val="1"/>
          <w:wAfter w:w="1416" w:type="dxa"/>
          <w:trHeight w:val="1481"/>
        </w:trPr>
        <w:sdt>
          <w:sdtPr>
            <w:alias w:val="Subject"/>
            <w:tag w:val=""/>
            <w:id w:val="-1306932559"/>
            <w:placeholder>
              <w:docPart w:val="1D90AA4C8C3343CEB76678558084C1E0"/>
            </w:placeholder>
            <w:dataBinding w:prefixMappings="xmlns:ns0='http://purl.org/dc/elements/1.1/' xmlns:ns1='http://schemas.openxmlformats.org/package/2006/metadata/core-properties' " w:xpath="/ns1:coreProperties[1]/ns0:subject[1]" w:storeItemID="{6C3C8BC8-F283-45AE-878A-BAB7291924A1}"/>
            <w:text/>
          </w:sdtPr>
          <w:sdtEndPr/>
          <w:sdtContent>
            <w:tc>
              <w:tcPr>
                <w:tcW w:w="8789" w:type="dxa"/>
                <w:gridSpan w:val="3"/>
                <w:vAlign w:val="center"/>
              </w:tcPr>
              <w:p w14:paraId="3ED3B868" w14:textId="77777777" w:rsidR="002D2EDF" w:rsidRPr="005571BE" w:rsidRDefault="007C43F1" w:rsidP="00C81ADF">
                <w:pPr>
                  <w:pStyle w:val="CoverMainHeading"/>
                  <w:spacing w:before="120" w:after="120"/>
                  <w:rPr>
                    <w:rFonts w:asciiTheme="minorHAnsi" w:hAnsiTheme="minorHAnsi"/>
                    <w:sz w:val="36"/>
                    <w:szCs w:val="36"/>
                  </w:rPr>
                </w:pPr>
                <w:r>
                  <w:t>Adeguamento sommità arginale e viabilità tratto ponte viadotto Isola Serafini – via Bosco Biliemme in Comune di Monticelli d’Ongina (PC)</w:t>
                </w:r>
              </w:p>
            </w:tc>
          </w:sdtContent>
        </w:sdt>
      </w:tr>
      <w:tr w:rsidR="008F2ABE" w:rsidRPr="00871D29" w14:paraId="5DB4A5E3" w14:textId="77777777" w:rsidTr="00BC7075">
        <w:trPr>
          <w:gridAfter w:val="1"/>
          <w:wAfter w:w="1416" w:type="dxa"/>
          <w:trHeight w:val="1256"/>
        </w:trPr>
        <w:tc>
          <w:tcPr>
            <w:tcW w:w="8789" w:type="dxa"/>
            <w:gridSpan w:val="3"/>
            <w:vAlign w:val="center"/>
          </w:tcPr>
          <w:p w14:paraId="186B0BE9" w14:textId="77777777" w:rsidR="002D2EDF" w:rsidRPr="005571BE" w:rsidRDefault="00F0227C" w:rsidP="005A3FA1">
            <w:pPr>
              <w:pStyle w:val="CoverProjectName"/>
              <w:spacing w:before="120" w:after="120"/>
              <w:rPr>
                <w:rFonts w:asciiTheme="minorHAnsi" w:hAnsiTheme="minorHAnsi"/>
                <w:color w:val="0070C0"/>
              </w:rPr>
            </w:pPr>
            <w:sdt>
              <w:sdtPr>
                <w:alias w:val="Title"/>
                <w:tag w:val=""/>
                <w:id w:val="1712004257"/>
                <w:placeholder>
                  <w:docPart w:val="EDCA3F7785AE4A7290A18BE16CA2C174"/>
                </w:placeholder>
                <w:dataBinding w:prefixMappings="xmlns:ns0='http://purl.org/dc/elements/1.1/' xmlns:ns1='http://schemas.openxmlformats.org/package/2006/metadata/core-properties' " w:xpath="/ns1:coreProperties[1]/ns0:title[1]" w:storeItemID="{6C3C8BC8-F283-45AE-878A-BAB7291924A1}"/>
                <w:text/>
              </w:sdtPr>
              <w:sdtEndPr/>
              <w:sdtContent>
                <w:r w:rsidR="00CF2FCB">
                  <w:t xml:space="preserve">Capitolato </w:t>
                </w:r>
                <w:r w:rsidR="005A3FA1">
                  <w:t>Tecnico</w:t>
                </w:r>
              </w:sdtContent>
            </w:sdt>
          </w:p>
        </w:tc>
      </w:tr>
      <w:tr w:rsidR="002D2EDF" w:rsidRPr="00871D29" w14:paraId="7BF3326B" w14:textId="77777777" w:rsidTr="00BC7075">
        <w:trPr>
          <w:trHeight w:val="567"/>
        </w:trPr>
        <w:tc>
          <w:tcPr>
            <w:tcW w:w="10205" w:type="dxa"/>
            <w:gridSpan w:val="4"/>
            <w:vAlign w:val="bottom"/>
          </w:tcPr>
          <w:p w14:paraId="764CD0CD" w14:textId="77777777" w:rsidR="002D2EDF" w:rsidRPr="005571BE" w:rsidRDefault="002D2EDF" w:rsidP="003B2CD9">
            <w:pPr>
              <w:jc w:val="left"/>
            </w:pPr>
          </w:p>
        </w:tc>
      </w:tr>
      <w:tr w:rsidR="00D36432" w:rsidRPr="00F0227C" w14:paraId="6EE83BFE" w14:textId="77777777" w:rsidTr="00BC7075">
        <w:trPr>
          <w:trHeight w:val="567"/>
        </w:trPr>
        <w:sdt>
          <w:sdtPr>
            <w:rPr>
              <w:b/>
              <w:color w:val="3EB1C8"/>
              <w:sz w:val="28"/>
              <w:szCs w:val="28"/>
              <w:lang w:val="en-US"/>
            </w:rPr>
            <w:alias w:val="Category"/>
            <w:tag w:val=""/>
            <w:id w:val="-25871953"/>
            <w:placeholder>
              <w:docPart w:val="B0593292D86F414DAE53B39B8610F3D8"/>
            </w:placeholder>
            <w:dataBinding w:prefixMappings="xmlns:ns0='http://purl.org/dc/elements/1.1/' xmlns:ns1='http://schemas.openxmlformats.org/package/2006/metadata/core-properties' " w:xpath="/ns1:coreProperties[1]/ns1:category[1]" w:storeItemID="{6C3C8BC8-F283-45AE-878A-BAB7291924A1}"/>
            <w:text/>
          </w:sdtPr>
          <w:sdtEndPr/>
          <w:sdtContent>
            <w:tc>
              <w:tcPr>
                <w:tcW w:w="10205" w:type="dxa"/>
                <w:gridSpan w:val="4"/>
                <w:vAlign w:val="center"/>
              </w:tcPr>
              <w:p w14:paraId="3BE22D14" w14:textId="0E2CB431" w:rsidR="00D36432" w:rsidRPr="00F0227C" w:rsidRDefault="0021792A" w:rsidP="00F0227C">
                <w:pPr>
                  <w:jc w:val="left"/>
                  <w:rPr>
                    <w:lang w:val="en-US"/>
                  </w:rPr>
                </w:pPr>
                <w:r w:rsidRPr="00F0227C">
                  <w:rPr>
                    <w:b/>
                    <w:color w:val="3EB1C8"/>
                    <w:sz w:val="28"/>
                    <w:szCs w:val="28"/>
                    <w:lang w:val="en-US"/>
                  </w:rPr>
                  <w:t>Doc. No. P0017232-1-H</w:t>
                </w:r>
                <w:r w:rsidR="005A3FA1" w:rsidRPr="00F0227C">
                  <w:rPr>
                    <w:b/>
                    <w:color w:val="3EB1C8"/>
                    <w:sz w:val="28"/>
                    <w:szCs w:val="28"/>
                    <w:lang w:val="en-US"/>
                  </w:rPr>
                  <w:t>6</w:t>
                </w:r>
                <w:r w:rsidRPr="00F0227C">
                  <w:rPr>
                    <w:b/>
                    <w:color w:val="3EB1C8"/>
                    <w:sz w:val="28"/>
                    <w:szCs w:val="28"/>
                    <w:lang w:val="en-US"/>
                  </w:rPr>
                  <w:t xml:space="preserve"> Rev. 0 - </w:t>
                </w:r>
                <w:proofErr w:type="spellStart"/>
                <w:r w:rsidR="00F0227C" w:rsidRPr="00F0227C">
                  <w:rPr>
                    <w:b/>
                    <w:color w:val="3EB1C8"/>
                    <w:sz w:val="28"/>
                    <w:szCs w:val="28"/>
                    <w:lang w:val="en-US"/>
                  </w:rPr>
                  <w:t>N</w:t>
                </w:r>
                <w:r w:rsidR="00F0227C">
                  <w:rPr>
                    <w:b/>
                    <w:color w:val="3EB1C8"/>
                    <w:sz w:val="28"/>
                    <w:szCs w:val="28"/>
                    <w:lang w:val="en-US"/>
                  </w:rPr>
                  <w:t>ovembre</w:t>
                </w:r>
                <w:proofErr w:type="spellEnd"/>
                <w:r w:rsidRPr="00F0227C">
                  <w:rPr>
                    <w:b/>
                    <w:color w:val="3EB1C8"/>
                    <w:sz w:val="28"/>
                    <w:szCs w:val="28"/>
                    <w:lang w:val="en-US"/>
                  </w:rPr>
                  <w:t xml:space="preserve"> 2019</w:t>
                </w:r>
              </w:p>
            </w:tc>
          </w:sdtContent>
        </w:sdt>
      </w:tr>
      <w:tr w:rsidR="002D2EDF" w:rsidRPr="00F0227C" w14:paraId="1C956CCB" w14:textId="77777777" w:rsidTr="00BC7075">
        <w:trPr>
          <w:trHeight w:val="567"/>
        </w:trPr>
        <w:tc>
          <w:tcPr>
            <w:tcW w:w="10205" w:type="dxa"/>
            <w:gridSpan w:val="4"/>
            <w:vAlign w:val="bottom"/>
          </w:tcPr>
          <w:p w14:paraId="5E527668" w14:textId="77777777" w:rsidR="002D2EDF" w:rsidRPr="00F0227C" w:rsidRDefault="002D2EDF" w:rsidP="00CE5A87">
            <w:pPr>
              <w:spacing w:after="240"/>
              <w:jc w:val="left"/>
              <w:rPr>
                <w:lang w:val="en-US"/>
              </w:rPr>
            </w:pPr>
          </w:p>
        </w:tc>
      </w:tr>
      <w:tr w:rsidR="0070035E" w:rsidRPr="00CE5A87" w14:paraId="3931A002" w14:textId="77777777" w:rsidTr="00BC7075">
        <w:trPr>
          <w:trHeight w:val="227"/>
        </w:trPr>
        <w:tc>
          <w:tcPr>
            <w:tcW w:w="1525" w:type="dxa"/>
            <w:tcBorders>
              <w:bottom w:val="single" w:sz="4" w:space="0" w:color="3EB1C8"/>
            </w:tcBorders>
            <w:vAlign w:val="bottom"/>
          </w:tcPr>
          <w:p w14:paraId="2B7B68A3" w14:textId="77777777" w:rsidR="00A22EBC" w:rsidRPr="00F73A3D" w:rsidRDefault="00A22EBC" w:rsidP="003A622B">
            <w:pPr>
              <w:jc w:val="left"/>
              <w:rPr>
                <w:rFonts w:cs="Arial"/>
                <w:sz w:val="16"/>
                <w:szCs w:val="18"/>
              </w:rPr>
            </w:pPr>
            <w:r w:rsidRPr="00F73A3D">
              <w:rPr>
                <w:rFonts w:cs="Arial"/>
                <w:sz w:val="16"/>
                <w:szCs w:val="18"/>
              </w:rPr>
              <w:t>Rev.</w:t>
            </w:r>
          </w:p>
        </w:tc>
        <w:tc>
          <w:tcPr>
            <w:tcW w:w="5176" w:type="dxa"/>
            <w:tcBorders>
              <w:bottom w:val="single" w:sz="4" w:space="0" w:color="3EB1C8"/>
            </w:tcBorders>
            <w:vAlign w:val="bottom"/>
          </w:tcPr>
          <w:p w14:paraId="3869F43B" w14:textId="77777777" w:rsidR="00A22EBC" w:rsidRPr="00F73A3D" w:rsidRDefault="00A22EBC" w:rsidP="003A622B">
            <w:pPr>
              <w:jc w:val="left"/>
              <w:rPr>
                <w:rFonts w:cs="Arial"/>
                <w:color w:val="0070C0"/>
                <w:sz w:val="16"/>
                <w:szCs w:val="18"/>
              </w:rPr>
            </w:pPr>
            <w:r w:rsidRPr="00F73A3D">
              <w:rPr>
                <w:rFonts w:cs="Arial"/>
                <w:sz w:val="16"/>
                <w:szCs w:val="18"/>
              </w:rPr>
              <w:t>0</w:t>
            </w:r>
          </w:p>
        </w:tc>
        <w:tc>
          <w:tcPr>
            <w:tcW w:w="3504" w:type="dxa"/>
            <w:gridSpan w:val="2"/>
            <w:vMerge w:val="restart"/>
          </w:tcPr>
          <w:p w14:paraId="53CB4C0E" w14:textId="77777777" w:rsidR="00A22EBC" w:rsidRPr="00F73A3D" w:rsidRDefault="00A22EBC" w:rsidP="00D80634">
            <w:pPr>
              <w:spacing w:before="120" w:after="120"/>
              <w:jc w:val="center"/>
            </w:pPr>
          </w:p>
        </w:tc>
      </w:tr>
      <w:tr w:rsidR="0070035E" w:rsidRPr="00CE5A87" w14:paraId="35AB2951" w14:textId="77777777" w:rsidTr="00BC7075">
        <w:trPr>
          <w:trHeight w:val="227"/>
        </w:trPr>
        <w:tc>
          <w:tcPr>
            <w:tcW w:w="1525" w:type="dxa"/>
            <w:tcBorders>
              <w:top w:val="single" w:sz="4" w:space="0" w:color="3EB1C8"/>
              <w:bottom w:val="single" w:sz="4" w:space="0" w:color="3EB1C8"/>
            </w:tcBorders>
            <w:vAlign w:val="bottom"/>
          </w:tcPr>
          <w:p w14:paraId="3FD44E49" w14:textId="77777777" w:rsidR="00A22EBC" w:rsidRPr="00F73A3D" w:rsidRDefault="00A22EBC" w:rsidP="003A622B">
            <w:pPr>
              <w:jc w:val="left"/>
              <w:rPr>
                <w:rFonts w:cs="Arial"/>
                <w:sz w:val="16"/>
                <w:szCs w:val="18"/>
              </w:rPr>
            </w:pPr>
            <w:r w:rsidRPr="00F73A3D">
              <w:rPr>
                <w:rFonts w:cs="Arial"/>
                <w:sz w:val="16"/>
                <w:szCs w:val="18"/>
              </w:rPr>
              <w:t>Descrizione</w:t>
            </w:r>
          </w:p>
        </w:tc>
        <w:tc>
          <w:tcPr>
            <w:tcW w:w="5176" w:type="dxa"/>
            <w:tcBorders>
              <w:top w:val="single" w:sz="4" w:space="0" w:color="3EB1C8"/>
              <w:bottom w:val="single" w:sz="4" w:space="0" w:color="3EB1C8"/>
            </w:tcBorders>
            <w:vAlign w:val="bottom"/>
          </w:tcPr>
          <w:p w14:paraId="4ECC0D07" w14:textId="77777777" w:rsidR="00A22EBC" w:rsidRPr="00F73A3D" w:rsidRDefault="0070035E" w:rsidP="003A622B">
            <w:pPr>
              <w:jc w:val="left"/>
              <w:rPr>
                <w:rFonts w:cs="Arial"/>
                <w:sz w:val="16"/>
                <w:szCs w:val="18"/>
              </w:rPr>
            </w:pPr>
            <w:r w:rsidRPr="00F73A3D">
              <w:rPr>
                <w:rFonts w:cs="Arial"/>
                <w:sz w:val="16"/>
                <w:szCs w:val="18"/>
              </w:rPr>
              <w:t>Prima Emissione</w:t>
            </w:r>
          </w:p>
        </w:tc>
        <w:tc>
          <w:tcPr>
            <w:tcW w:w="3504" w:type="dxa"/>
            <w:gridSpan w:val="2"/>
            <w:vMerge/>
          </w:tcPr>
          <w:p w14:paraId="051C9C77" w14:textId="77777777" w:rsidR="00A22EBC" w:rsidRPr="00F73A3D" w:rsidRDefault="00A22EBC" w:rsidP="002D2EDF">
            <w:pPr>
              <w:spacing w:before="400" w:after="400"/>
              <w:jc w:val="left"/>
            </w:pPr>
          </w:p>
        </w:tc>
      </w:tr>
      <w:tr w:rsidR="0070035E" w:rsidRPr="005571BE" w14:paraId="4CEF6062" w14:textId="77777777" w:rsidTr="00BC7075">
        <w:trPr>
          <w:trHeight w:val="227"/>
        </w:trPr>
        <w:tc>
          <w:tcPr>
            <w:tcW w:w="1525" w:type="dxa"/>
            <w:tcBorders>
              <w:top w:val="single" w:sz="4" w:space="0" w:color="3EB1C8"/>
              <w:bottom w:val="single" w:sz="4" w:space="0" w:color="3EB1C8"/>
            </w:tcBorders>
            <w:vAlign w:val="bottom"/>
          </w:tcPr>
          <w:p w14:paraId="025CE916" w14:textId="77777777" w:rsidR="00A22EBC" w:rsidRPr="00F73A3D" w:rsidRDefault="00A22EBC" w:rsidP="003A622B">
            <w:pPr>
              <w:jc w:val="left"/>
              <w:rPr>
                <w:rFonts w:cs="Arial"/>
                <w:sz w:val="16"/>
                <w:szCs w:val="18"/>
              </w:rPr>
            </w:pPr>
            <w:r w:rsidRPr="00F73A3D">
              <w:rPr>
                <w:rFonts w:cs="Arial"/>
                <w:sz w:val="16"/>
                <w:szCs w:val="18"/>
              </w:rPr>
              <w:t>Preparato da</w:t>
            </w:r>
          </w:p>
        </w:tc>
        <w:tc>
          <w:tcPr>
            <w:tcW w:w="5176" w:type="dxa"/>
            <w:tcBorders>
              <w:top w:val="single" w:sz="4" w:space="0" w:color="3EB1C8"/>
              <w:bottom w:val="single" w:sz="4" w:space="0" w:color="3EB1C8"/>
            </w:tcBorders>
            <w:vAlign w:val="bottom"/>
          </w:tcPr>
          <w:p w14:paraId="4166B09B" w14:textId="77777777" w:rsidR="00A22EBC" w:rsidRPr="00F73A3D" w:rsidRDefault="005A3FA1" w:rsidP="005A3FA1">
            <w:pPr>
              <w:jc w:val="left"/>
              <w:rPr>
                <w:rFonts w:cs="Arial"/>
                <w:sz w:val="16"/>
                <w:szCs w:val="18"/>
              </w:rPr>
            </w:pPr>
            <w:r>
              <w:rPr>
                <w:rFonts w:cs="Arial"/>
                <w:sz w:val="16"/>
                <w:szCs w:val="18"/>
              </w:rPr>
              <w:t>L. Traverso</w:t>
            </w:r>
          </w:p>
        </w:tc>
        <w:tc>
          <w:tcPr>
            <w:tcW w:w="3504" w:type="dxa"/>
            <w:gridSpan w:val="2"/>
            <w:vMerge/>
          </w:tcPr>
          <w:p w14:paraId="1B920C52" w14:textId="77777777" w:rsidR="00A22EBC" w:rsidRPr="00F73A3D" w:rsidRDefault="00A22EBC" w:rsidP="002D2EDF">
            <w:pPr>
              <w:spacing w:before="400" w:after="400"/>
              <w:jc w:val="left"/>
            </w:pPr>
          </w:p>
        </w:tc>
      </w:tr>
      <w:tr w:rsidR="0070035E" w:rsidRPr="005571BE" w14:paraId="5CD67744" w14:textId="77777777" w:rsidTr="00BC7075">
        <w:trPr>
          <w:trHeight w:val="227"/>
        </w:trPr>
        <w:tc>
          <w:tcPr>
            <w:tcW w:w="1525" w:type="dxa"/>
            <w:tcBorders>
              <w:top w:val="single" w:sz="4" w:space="0" w:color="3EB1C8"/>
              <w:bottom w:val="single" w:sz="4" w:space="0" w:color="3EB1C8"/>
            </w:tcBorders>
            <w:vAlign w:val="bottom"/>
          </w:tcPr>
          <w:p w14:paraId="16516B18" w14:textId="77777777" w:rsidR="00A22EBC" w:rsidRPr="00F73A3D" w:rsidRDefault="00A22EBC" w:rsidP="003A622B">
            <w:pPr>
              <w:jc w:val="left"/>
              <w:rPr>
                <w:rFonts w:cs="Arial"/>
                <w:sz w:val="16"/>
                <w:szCs w:val="18"/>
              </w:rPr>
            </w:pPr>
            <w:r w:rsidRPr="00F73A3D">
              <w:rPr>
                <w:rFonts w:cs="Arial"/>
                <w:sz w:val="16"/>
                <w:szCs w:val="18"/>
              </w:rPr>
              <w:t>Controllato da</w:t>
            </w:r>
          </w:p>
        </w:tc>
        <w:tc>
          <w:tcPr>
            <w:tcW w:w="5176" w:type="dxa"/>
            <w:tcBorders>
              <w:top w:val="single" w:sz="4" w:space="0" w:color="3EB1C8"/>
              <w:bottom w:val="single" w:sz="4" w:space="0" w:color="3EB1C8"/>
            </w:tcBorders>
            <w:vAlign w:val="bottom"/>
          </w:tcPr>
          <w:p w14:paraId="4C8622E1" w14:textId="77777777" w:rsidR="00A22EBC" w:rsidRPr="00F73A3D" w:rsidRDefault="00E4715A" w:rsidP="00C81ADF">
            <w:pPr>
              <w:jc w:val="left"/>
              <w:rPr>
                <w:rFonts w:cs="Arial"/>
                <w:sz w:val="16"/>
                <w:szCs w:val="18"/>
              </w:rPr>
            </w:pPr>
            <w:r>
              <w:rPr>
                <w:rFonts w:cs="Arial"/>
                <w:sz w:val="16"/>
                <w:szCs w:val="18"/>
              </w:rPr>
              <w:t xml:space="preserve">A. </w:t>
            </w:r>
            <w:r w:rsidR="00C81ADF">
              <w:rPr>
                <w:rFonts w:cs="Arial"/>
                <w:sz w:val="16"/>
                <w:szCs w:val="18"/>
              </w:rPr>
              <w:t>Bado</w:t>
            </w:r>
          </w:p>
        </w:tc>
        <w:tc>
          <w:tcPr>
            <w:tcW w:w="3504" w:type="dxa"/>
            <w:gridSpan w:val="2"/>
            <w:vMerge/>
          </w:tcPr>
          <w:p w14:paraId="50F4DD31" w14:textId="77777777" w:rsidR="00A22EBC" w:rsidRPr="00F73A3D" w:rsidRDefault="00A22EBC" w:rsidP="002D2EDF">
            <w:pPr>
              <w:spacing w:before="400" w:after="400"/>
              <w:jc w:val="left"/>
            </w:pPr>
          </w:p>
        </w:tc>
      </w:tr>
      <w:tr w:rsidR="0070035E" w:rsidRPr="005571BE" w14:paraId="13008EFD" w14:textId="77777777" w:rsidTr="00BC7075">
        <w:trPr>
          <w:trHeight w:val="227"/>
        </w:trPr>
        <w:tc>
          <w:tcPr>
            <w:tcW w:w="1525" w:type="dxa"/>
            <w:tcBorders>
              <w:top w:val="single" w:sz="4" w:space="0" w:color="3EB1C8"/>
              <w:bottom w:val="single" w:sz="4" w:space="0" w:color="3EB1C8"/>
            </w:tcBorders>
            <w:vAlign w:val="bottom"/>
          </w:tcPr>
          <w:p w14:paraId="2AAA5D12" w14:textId="77777777" w:rsidR="00A22EBC" w:rsidRPr="00A22EBC" w:rsidRDefault="00A22EBC" w:rsidP="003A622B">
            <w:pPr>
              <w:jc w:val="left"/>
              <w:rPr>
                <w:rFonts w:cs="Arial"/>
                <w:sz w:val="16"/>
                <w:szCs w:val="18"/>
              </w:rPr>
            </w:pPr>
            <w:r w:rsidRPr="00A22EBC">
              <w:rPr>
                <w:rFonts w:cs="Arial"/>
                <w:sz w:val="16"/>
                <w:szCs w:val="18"/>
              </w:rPr>
              <w:t>Approvato da</w:t>
            </w:r>
          </w:p>
        </w:tc>
        <w:tc>
          <w:tcPr>
            <w:tcW w:w="5176" w:type="dxa"/>
            <w:tcBorders>
              <w:top w:val="single" w:sz="4" w:space="0" w:color="3EB1C8"/>
              <w:bottom w:val="single" w:sz="4" w:space="0" w:color="3EB1C8"/>
            </w:tcBorders>
            <w:vAlign w:val="bottom"/>
          </w:tcPr>
          <w:p w14:paraId="64C14E8F" w14:textId="77777777" w:rsidR="00A22EBC" w:rsidRPr="00E4715A" w:rsidRDefault="00913341" w:rsidP="00913341">
            <w:pPr>
              <w:jc w:val="left"/>
              <w:rPr>
                <w:rFonts w:cs="Arial"/>
                <w:sz w:val="16"/>
                <w:szCs w:val="18"/>
              </w:rPr>
            </w:pPr>
            <w:r>
              <w:rPr>
                <w:rFonts w:cs="Arial"/>
                <w:sz w:val="16"/>
                <w:szCs w:val="18"/>
              </w:rPr>
              <w:t>A</w:t>
            </w:r>
            <w:r w:rsidR="00E4715A">
              <w:rPr>
                <w:rFonts w:cs="Arial"/>
                <w:sz w:val="16"/>
                <w:szCs w:val="18"/>
              </w:rPr>
              <w:t xml:space="preserve">. </w:t>
            </w:r>
            <w:r>
              <w:rPr>
                <w:rFonts w:cs="Arial"/>
                <w:sz w:val="16"/>
                <w:szCs w:val="18"/>
              </w:rPr>
              <w:t>Del Grosso</w:t>
            </w:r>
          </w:p>
        </w:tc>
        <w:tc>
          <w:tcPr>
            <w:tcW w:w="3504" w:type="dxa"/>
            <w:gridSpan w:val="2"/>
            <w:vMerge/>
          </w:tcPr>
          <w:p w14:paraId="66EFA7AD" w14:textId="77777777" w:rsidR="00A22EBC" w:rsidRPr="00E4715A" w:rsidRDefault="00A22EBC" w:rsidP="002D2EDF">
            <w:pPr>
              <w:spacing w:before="400" w:after="400"/>
              <w:jc w:val="left"/>
            </w:pPr>
          </w:p>
        </w:tc>
      </w:tr>
      <w:tr w:rsidR="0070035E" w:rsidRPr="00A22EBC" w14:paraId="7F17E0A9" w14:textId="77777777" w:rsidTr="00BC7075">
        <w:trPr>
          <w:trHeight w:val="227"/>
        </w:trPr>
        <w:tc>
          <w:tcPr>
            <w:tcW w:w="1525" w:type="dxa"/>
            <w:tcBorders>
              <w:top w:val="single" w:sz="4" w:space="0" w:color="3EB1C8"/>
              <w:bottom w:val="single" w:sz="4" w:space="0" w:color="3EB1C8"/>
            </w:tcBorders>
            <w:vAlign w:val="bottom"/>
          </w:tcPr>
          <w:p w14:paraId="177A2C0C" w14:textId="77777777" w:rsidR="009D1EC4" w:rsidRPr="00A22EBC" w:rsidRDefault="00A22EBC" w:rsidP="00905393">
            <w:pPr>
              <w:jc w:val="left"/>
              <w:rPr>
                <w:rFonts w:cs="Arial"/>
                <w:sz w:val="16"/>
                <w:szCs w:val="18"/>
              </w:rPr>
            </w:pPr>
            <w:r w:rsidRPr="00A22EBC">
              <w:rPr>
                <w:rFonts w:cs="Arial"/>
                <w:sz w:val="16"/>
                <w:szCs w:val="18"/>
              </w:rPr>
              <w:t>Data</w:t>
            </w:r>
          </w:p>
        </w:tc>
        <w:tc>
          <w:tcPr>
            <w:tcW w:w="5176" w:type="dxa"/>
            <w:tcBorders>
              <w:top w:val="single" w:sz="4" w:space="0" w:color="3EB1C8"/>
              <w:bottom w:val="single" w:sz="4" w:space="0" w:color="3EB1C8"/>
            </w:tcBorders>
            <w:vAlign w:val="bottom"/>
          </w:tcPr>
          <w:p w14:paraId="44F87B50" w14:textId="4B9D116C" w:rsidR="00AD0A72" w:rsidRPr="00A22EBC" w:rsidRDefault="00F0227C" w:rsidP="00AD0A72">
            <w:pPr>
              <w:jc w:val="left"/>
              <w:rPr>
                <w:rFonts w:cs="Arial"/>
                <w:sz w:val="16"/>
                <w:szCs w:val="18"/>
              </w:rPr>
            </w:pPr>
            <w:r>
              <w:rPr>
                <w:rFonts w:cs="Arial"/>
                <w:sz w:val="16"/>
                <w:szCs w:val="18"/>
              </w:rPr>
              <w:t>Novembre</w:t>
            </w:r>
            <w:r w:rsidR="009D1EC4" w:rsidRPr="00A22EBC">
              <w:rPr>
                <w:rFonts w:cs="Arial"/>
                <w:sz w:val="16"/>
                <w:szCs w:val="18"/>
              </w:rPr>
              <w:t>/</w:t>
            </w:r>
            <w:r w:rsidR="005571BE">
              <w:rPr>
                <w:rFonts w:cs="Arial"/>
                <w:sz w:val="16"/>
                <w:szCs w:val="18"/>
              </w:rPr>
              <w:t>201</w:t>
            </w:r>
            <w:r w:rsidR="00AD0A72">
              <w:rPr>
                <w:rFonts w:cs="Arial"/>
                <w:sz w:val="16"/>
                <w:szCs w:val="18"/>
              </w:rPr>
              <w:t>9</w:t>
            </w:r>
          </w:p>
        </w:tc>
        <w:tc>
          <w:tcPr>
            <w:tcW w:w="3504" w:type="dxa"/>
            <w:gridSpan w:val="2"/>
            <w:vMerge/>
          </w:tcPr>
          <w:p w14:paraId="0B9F7353" w14:textId="77777777" w:rsidR="009D1EC4" w:rsidRPr="00A22EBC" w:rsidRDefault="009D1EC4" w:rsidP="002D2EDF">
            <w:pPr>
              <w:spacing w:before="400" w:after="400"/>
              <w:jc w:val="left"/>
            </w:pPr>
          </w:p>
        </w:tc>
      </w:tr>
    </w:tbl>
    <w:p w14:paraId="5212A55C" w14:textId="77777777" w:rsidR="007C3387" w:rsidRPr="00A22EBC" w:rsidRDefault="007C3387"/>
    <w:p w14:paraId="305E9EE7" w14:textId="77777777" w:rsidR="007C3387" w:rsidRPr="00A22EBC" w:rsidRDefault="007C3387">
      <w:pPr>
        <w:sectPr w:rsidR="007C3387" w:rsidRPr="00A22EBC" w:rsidSect="002D417E">
          <w:headerReference w:type="default" r:id="rId11"/>
          <w:footerReference w:type="default" r:id="rId12"/>
          <w:footerReference w:type="first" r:id="rId13"/>
          <w:pgSz w:w="11906" w:h="16838" w:code="9"/>
          <w:pgMar w:top="567" w:right="567" w:bottom="567" w:left="1134" w:header="567" w:footer="567" w:gutter="0"/>
          <w:cols w:space="708"/>
          <w:titlePg/>
          <w:docGrid w:linePitch="360"/>
        </w:sectPr>
      </w:pPr>
    </w:p>
    <w:tbl>
      <w:tblPr>
        <w:tblW w:w="10098" w:type="dxa"/>
        <w:tblInd w:w="108" w:type="dxa"/>
        <w:tblBorders>
          <w:bottom w:val="double" w:sz="4" w:space="0" w:color="3EB1C8"/>
        </w:tblBorders>
        <w:tblLook w:val="04A0" w:firstRow="1" w:lastRow="0" w:firstColumn="1" w:lastColumn="0" w:noHBand="0" w:noVBand="1"/>
      </w:tblPr>
      <w:tblGrid>
        <w:gridCol w:w="6271"/>
        <w:gridCol w:w="3827"/>
      </w:tblGrid>
      <w:tr w:rsidR="0062524B" w14:paraId="0B0F87C0" w14:textId="77777777" w:rsidTr="00C23751">
        <w:tc>
          <w:tcPr>
            <w:tcW w:w="6271" w:type="dxa"/>
            <w:vAlign w:val="center"/>
          </w:tcPr>
          <w:p w14:paraId="3902CDA6" w14:textId="77777777" w:rsidR="00C81ADF" w:rsidRDefault="00F0227C" w:rsidP="00C81ADF">
            <w:pPr>
              <w:spacing w:after="120"/>
              <w:jc w:val="left"/>
              <w:rPr>
                <w:b/>
              </w:rPr>
            </w:pPr>
            <w:sdt>
              <w:sdtPr>
                <w:rPr>
                  <w:b/>
                </w:rPr>
                <w:alias w:val="Subject"/>
                <w:tag w:val=""/>
                <w:id w:val="-1497101672"/>
                <w:placeholder>
                  <w:docPart w:val="11C91DB996B847539F7004A67AFDC6E8"/>
                </w:placeholder>
                <w:dataBinding w:prefixMappings="xmlns:ns0='http://purl.org/dc/elements/1.1/' xmlns:ns1='http://schemas.openxmlformats.org/package/2006/metadata/core-properties' " w:xpath="/ns1:coreProperties[1]/ns0:subject[1]" w:storeItemID="{6C3C8BC8-F283-45AE-878A-BAB7291924A1}"/>
                <w:text/>
              </w:sdtPr>
              <w:sdtEndPr/>
              <w:sdtContent>
                <w:r w:rsidR="007C43F1">
                  <w:rPr>
                    <w:b/>
                  </w:rPr>
                  <w:t>Adeguamento sommità arginale e viabilità tratto ponte viadotto Isola Serafini – via Bosco Biliemme in Comune di Monticelli d’Ongina (PC)</w:t>
                </w:r>
              </w:sdtContent>
            </w:sdt>
          </w:p>
          <w:p w14:paraId="3B9828F4" w14:textId="77777777" w:rsidR="0062524B" w:rsidRPr="00A22EBC" w:rsidRDefault="00F0227C" w:rsidP="00C81ADF">
            <w:pPr>
              <w:jc w:val="left"/>
              <w:rPr>
                <w:b/>
              </w:rPr>
            </w:pPr>
            <w:sdt>
              <w:sdtPr>
                <w:rPr>
                  <w:b/>
                </w:rPr>
                <w:alias w:val="Title"/>
                <w:tag w:val=""/>
                <w:id w:val="-30112482"/>
                <w:placeholder>
                  <w:docPart w:val="EC87F9ED18C747718043AE51A3BBF874"/>
                </w:placeholder>
                <w:dataBinding w:prefixMappings="xmlns:ns0='http://purl.org/dc/elements/1.1/' xmlns:ns1='http://schemas.openxmlformats.org/package/2006/metadata/core-properties' " w:xpath="/ns1:coreProperties[1]/ns0:title[1]" w:storeItemID="{6C3C8BC8-F283-45AE-878A-BAB7291924A1}"/>
                <w:text/>
              </w:sdtPr>
              <w:sdtEndPr/>
              <w:sdtContent>
                <w:r w:rsidR="005A3FA1">
                  <w:rPr>
                    <w:b/>
                  </w:rPr>
                  <w:t>Capitolato Tecnico</w:t>
                </w:r>
              </w:sdtContent>
            </w:sdt>
          </w:p>
          <w:p w14:paraId="5767F5B3" w14:textId="77777777" w:rsidR="0062524B" w:rsidRPr="00A22EBC" w:rsidRDefault="0062524B" w:rsidP="00836652">
            <w:pPr>
              <w:jc w:val="left"/>
            </w:pPr>
          </w:p>
        </w:tc>
        <w:tc>
          <w:tcPr>
            <w:tcW w:w="3827" w:type="dxa"/>
          </w:tcPr>
          <w:p w14:paraId="4A49C4CB" w14:textId="77777777" w:rsidR="0062524B" w:rsidRPr="00BC746B" w:rsidRDefault="0062524B" w:rsidP="00836652">
            <w:pPr>
              <w:jc w:val="right"/>
              <w:rPr>
                <w:b/>
                <w:lang w:val="en-US"/>
              </w:rPr>
            </w:pPr>
            <w:r>
              <w:rPr>
                <w:noProof/>
              </w:rPr>
              <w:drawing>
                <wp:inline distT="0" distB="0" distL="0" distR="0" wp14:anchorId="1BA3E881" wp14:editId="7A1B64CB">
                  <wp:extent cx="897255" cy="697865"/>
                  <wp:effectExtent l="0" t="0" r="0" b="6985"/>
                  <wp:docPr id="1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4"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6DD788B8" w14:textId="77777777" w:rsidR="005751C9" w:rsidRDefault="005751C9">
      <w:pPr>
        <w:rPr>
          <w:lang w:val="en-US"/>
        </w:rPr>
      </w:pPr>
    </w:p>
    <w:p w14:paraId="00A4EEFD" w14:textId="77777777" w:rsidR="00FD2042" w:rsidRPr="005751C9" w:rsidRDefault="00FD2042">
      <w:pPr>
        <w:rPr>
          <w:lang w:val="en-US"/>
        </w:rPr>
      </w:pPr>
    </w:p>
    <w:p w14:paraId="52710200" w14:textId="77777777" w:rsidR="005751C9" w:rsidRPr="005751C9" w:rsidRDefault="005751C9">
      <w:pPr>
        <w:rPr>
          <w:rFonts w:cs="Arial"/>
          <w:lang w:val="en-US"/>
        </w:rPr>
      </w:pPr>
    </w:p>
    <w:tbl>
      <w:tblPr>
        <w:tblW w:w="10221" w:type="dxa"/>
        <w:tblInd w:w="55" w:type="dxa"/>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CellMar>
          <w:left w:w="70" w:type="dxa"/>
          <w:right w:w="70" w:type="dxa"/>
        </w:tblCellMar>
        <w:tblLook w:val="0000" w:firstRow="0" w:lastRow="0" w:firstColumn="0" w:lastColumn="0" w:noHBand="0" w:noVBand="0"/>
      </w:tblPr>
      <w:tblGrid>
        <w:gridCol w:w="600"/>
        <w:gridCol w:w="1897"/>
        <w:gridCol w:w="1974"/>
        <w:gridCol w:w="1976"/>
        <w:gridCol w:w="1974"/>
        <w:gridCol w:w="1800"/>
      </w:tblGrid>
      <w:tr w:rsidR="004C5454" w:rsidRPr="005751C9" w14:paraId="7A52FE60" w14:textId="77777777" w:rsidTr="005751C9">
        <w:trPr>
          <w:trHeight w:val="255"/>
        </w:trPr>
        <w:tc>
          <w:tcPr>
            <w:tcW w:w="600" w:type="dxa"/>
            <w:shd w:val="clear" w:color="auto" w:fill="auto"/>
            <w:noWrap/>
            <w:vAlign w:val="bottom"/>
          </w:tcPr>
          <w:p w14:paraId="5466ACA4" w14:textId="77777777" w:rsidR="004C5454" w:rsidRPr="005751C9" w:rsidRDefault="004C5454" w:rsidP="003A622B">
            <w:pPr>
              <w:jc w:val="center"/>
              <w:rPr>
                <w:rFonts w:eastAsia="SimSun" w:cs="Arial"/>
                <w:b/>
                <w:bCs/>
                <w:color w:val="0076A5"/>
                <w:sz w:val="16"/>
                <w:szCs w:val="21"/>
                <w:lang w:val="en-US" w:eastAsia="zh-CN"/>
              </w:rPr>
            </w:pPr>
            <w:r w:rsidRPr="005751C9">
              <w:rPr>
                <w:rFonts w:eastAsia="SimSun" w:cs="Arial"/>
                <w:b/>
                <w:bCs/>
                <w:color w:val="0076A5"/>
                <w:sz w:val="16"/>
                <w:szCs w:val="21"/>
                <w:lang w:val="en-US" w:eastAsia="zh-CN"/>
              </w:rPr>
              <w:t>Rev.</w:t>
            </w:r>
          </w:p>
        </w:tc>
        <w:tc>
          <w:tcPr>
            <w:tcW w:w="1897" w:type="dxa"/>
            <w:shd w:val="clear" w:color="auto" w:fill="auto"/>
            <w:noWrap/>
            <w:vAlign w:val="bottom"/>
          </w:tcPr>
          <w:p w14:paraId="01F9F170" w14:textId="77777777"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Descrizione</w:t>
            </w:r>
            <w:proofErr w:type="spellEnd"/>
          </w:p>
        </w:tc>
        <w:tc>
          <w:tcPr>
            <w:tcW w:w="1974" w:type="dxa"/>
            <w:shd w:val="clear" w:color="auto" w:fill="auto"/>
            <w:vAlign w:val="bottom"/>
          </w:tcPr>
          <w:p w14:paraId="6CB011B4" w14:textId="77777777"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Preparato</w:t>
            </w:r>
            <w:proofErr w:type="spellEnd"/>
            <w:r>
              <w:rPr>
                <w:rFonts w:eastAsia="SimSun" w:cs="Arial"/>
                <w:b/>
                <w:bCs/>
                <w:color w:val="0076A5"/>
                <w:sz w:val="16"/>
                <w:szCs w:val="21"/>
                <w:lang w:val="en-US" w:eastAsia="zh-CN"/>
              </w:rPr>
              <w:t xml:space="preserve"> da</w:t>
            </w:r>
          </w:p>
        </w:tc>
        <w:tc>
          <w:tcPr>
            <w:tcW w:w="1976" w:type="dxa"/>
            <w:shd w:val="clear" w:color="auto" w:fill="auto"/>
            <w:vAlign w:val="bottom"/>
          </w:tcPr>
          <w:p w14:paraId="39A41331" w14:textId="77777777"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Controllato</w:t>
            </w:r>
            <w:proofErr w:type="spellEnd"/>
            <w:r>
              <w:rPr>
                <w:rFonts w:eastAsia="SimSun" w:cs="Arial"/>
                <w:b/>
                <w:bCs/>
                <w:color w:val="0076A5"/>
                <w:sz w:val="16"/>
                <w:szCs w:val="21"/>
                <w:lang w:val="en-US" w:eastAsia="zh-CN"/>
              </w:rPr>
              <w:t xml:space="preserve"> da</w:t>
            </w:r>
          </w:p>
        </w:tc>
        <w:tc>
          <w:tcPr>
            <w:tcW w:w="1974" w:type="dxa"/>
            <w:shd w:val="clear" w:color="auto" w:fill="auto"/>
            <w:vAlign w:val="bottom"/>
          </w:tcPr>
          <w:p w14:paraId="6680FF76" w14:textId="77777777" w:rsidR="004C5454" w:rsidRPr="005751C9" w:rsidRDefault="004C5454" w:rsidP="003A622B">
            <w:pPr>
              <w:jc w:val="center"/>
              <w:rPr>
                <w:rFonts w:eastAsia="SimSun" w:cs="Arial"/>
                <w:b/>
                <w:bCs/>
                <w:color w:val="0076A5"/>
                <w:sz w:val="16"/>
                <w:szCs w:val="21"/>
                <w:lang w:val="en-US" w:eastAsia="zh-CN"/>
              </w:rPr>
            </w:pPr>
            <w:proofErr w:type="spellStart"/>
            <w:r>
              <w:rPr>
                <w:rFonts w:eastAsia="SimSun" w:cs="Arial"/>
                <w:b/>
                <w:bCs/>
                <w:color w:val="0076A5"/>
                <w:sz w:val="16"/>
                <w:szCs w:val="21"/>
                <w:lang w:val="en-US" w:eastAsia="zh-CN"/>
              </w:rPr>
              <w:t>Approvato</w:t>
            </w:r>
            <w:proofErr w:type="spellEnd"/>
            <w:r>
              <w:rPr>
                <w:rFonts w:eastAsia="SimSun" w:cs="Arial"/>
                <w:b/>
                <w:bCs/>
                <w:color w:val="0076A5"/>
                <w:sz w:val="16"/>
                <w:szCs w:val="21"/>
                <w:lang w:val="en-US" w:eastAsia="zh-CN"/>
              </w:rPr>
              <w:t xml:space="preserve"> da</w:t>
            </w:r>
          </w:p>
        </w:tc>
        <w:tc>
          <w:tcPr>
            <w:tcW w:w="1800" w:type="dxa"/>
            <w:shd w:val="clear" w:color="auto" w:fill="auto"/>
            <w:vAlign w:val="bottom"/>
          </w:tcPr>
          <w:p w14:paraId="7DD548B3" w14:textId="77777777" w:rsidR="004C5454" w:rsidRPr="005751C9" w:rsidRDefault="004C5454" w:rsidP="003A622B">
            <w:pPr>
              <w:jc w:val="center"/>
              <w:rPr>
                <w:rFonts w:eastAsia="SimSun" w:cs="Arial"/>
                <w:b/>
                <w:bCs/>
                <w:color w:val="0076A5"/>
                <w:sz w:val="16"/>
                <w:szCs w:val="21"/>
                <w:lang w:val="en-US" w:eastAsia="zh-CN"/>
              </w:rPr>
            </w:pPr>
            <w:r>
              <w:rPr>
                <w:rFonts w:eastAsia="SimSun" w:cs="Arial"/>
                <w:b/>
                <w:bCs/>
                <w:color w:val="0076A5"/>
                <w:sz w:val="16"/>
                <w:szCs w:val="21"/>
                <w:lang w:val="en-US" w:eastAsia="zh-CN"/>
              </w:rPr>
              <w:t>Data</w:t>
            </w:r>
          </w:p>
        </w:tc>
      </w:tr>
      <w:tr w:rsidR="00803F18" w:rsidRPr="005751C9" w14:paraId="22D91FD2" w14:textId="77777777" w:rsidTr="005751C9">
        <w:trPr>
          <w:trHeight w:val="255"/>
        </w:trPr>
        <w:tc>
          <w:tcPr>
            <w:tcW w:w="600" w:type="dxa"/>
            <w:shd w:val="clear" w:color="auto" w:fill="auto"/>
            <w:noWrap/>
            <w:vAlign w:val="center"/>
          </w:tcPr>
          <w:p w14:paraId="5CF592BF" w14:textId="77777777" w:rsidR="00803F18" w:rsidRPr="005751C9" w:rsidRDefault="00803F18" w:rsidP="003A622B">
            <w:pPr>
              <w:jc w:val="center"/>
              <w:rPr>
                <w:rFonts w:eastAsia="SimSun" w:cs="Arial"/>
                <w:bCs/>
                <w:color w:val="0070C0"/>
                <w:sz w:val="16"/>
                <w:szCs w:val="21"/>
                <w:lang w:val="en-US" w:eastAsia="zh-CN"/>
              </w:rPr>
            </w:pPr>
            <w:r w:rsidRPr="005751C9">
              <w:rPr>
                <w:rFonts w:eastAsia="SimSun" w:cs="Arial"/>
                <w:bCs/>
                <w:sz w:val="16"/>
                <w:szCs w:val="21"/>
                <w:lang w:val="en-US" w:eastAsia="zh-CN"/>
              </w:rPr>
              <w:t>0</w:t>
            </w:r>
          </w:p>
        </w:tc>
        <w:tc>
          <w:tcPr>
            <w:tcW w:w="1897" w:type="dxa"/>
            <w:shd w:val="clear" w:color="auto" w:fill="auto"/>
            <w:noWrap/>
            <w:vAlign w:val="center"/>
          </w:tcPr>
          <w:p w14:paraId="540B9C8D" w14:textId="77777777" w:rsidR="00803F18" w:rsidRPr="005751C9" w:rsidRDefault="00A365E5" w:rsidP="003A622B">
            <w:pPr>
              <w:jc w:val="center"/>
              <w:rPr>
                <w:rFonts w:eastAsia="SimSun" w:cs="Arial"/>
                <w:sz w:val="16"/>
                <w:szCs w:val="21"/>
                <w:lang w:val="en-GB" w:eastAsia="zh-CN"/>
              </w:rPr>
            </w:pPr>
            <w:r>
              <w:rPr>
                <w:rFonts w:eastAsia="SimSun" w:cs="Arial"/>
                <w:sz w:val="16"/>
                <w:szCs w:val="21"/>
                <w:lang w:val="en-GB" w:eastAsia="zh-CN"/>
              </w:rPr>
              <w:t>Prima Emissione</w:t>
            </w:r>
          </w:p>
        </w:tc>
        <w:tc>
          <w:tcPr>
            <w:tcW w:w="1974" w:type="dxa"/>
            <w:shd w:val="clear" w:color="auto" w:fill="auto"/>
            <w:vAlign w:val="center"/>
          </w:tcPr>
          <w:p w14:paraId="5C81AE07" w14:textId="77777777" w:rsidR="00803F18" w:rsidRPr="0070035E" w:rsidRDefault="005A3FA1" w:rsidP="001F1FD0">
            <w:pPr>
              <w:jc w:val="center"/>
              <w:rPr>
                <w:rFonts w:eastAsia="SimSun" w:cs="Arial"/>
                <w:sz w:val="16"/>
                <w:szCs w:val="21"/>
                <w:lang w:eastAsia="zh-CN"/>
              </w:rPr>
            </w:pPr>
            <w:r>
              <w:rPr>
                <w:rFonts w:eastAsia="SimSun" w:cs="Arial"/>
                <w:sz w:val="16"/>
                <w:szCs w:val="21"/>
                <w:lang w:eastAsia="zh-CN"/>
              </w:rPr>
              <w:t>L. Traverso</w:t>
            </w:r>
          </w:p>
        </w:tc>
        <w:tc>
          <w:tcPr>
            <w:tcW w:w="1976" w:type="dxa"/>
            <w:shd w:val="clear" w:color="auto" w:fill="auto"/>
            <w:vAlign w:val="center"/>
          </w:tcPr>
          <w:p w14:paraId="75FE3674" w14:textId="77777777" w:rsidR="00803F18" w:rsidRPr="0070035E" w:rsidRDefault="0070035E" w:rsidP="00C81ADF">
            <w:pPr>
              <w:jc w:val="center"/>
              <w:rPr>
                <w:rFonts w:eastAsia="SimSun" w:cs="Arial"/>
                <w:sz w:val="16"/>
                <w:szCs w:val="21"/>
                <w:lang w:eastAsia="zh-CN"/>
              </w:rPr>
            </w:pPr>
            <w:r>
              <w:rPr>
                <w:rFonts w:eastAsia="SimSun" w:cs="Arial"/>
                <w:sz w:val="16"/>
                <w:szCs w:val="21"/>
                <w:lang w:eastAsia="zh-CN"/>
              </w:rPr>
              <w:t xml:space="preserve">A. </w:t>
            </w:r>
            <w:r w:rsidR="00C81ADF">
              <w:rPr>
                <w:rFonts w:eastAsia="SimSun" w:cs="Arial"/>
                <w:sz w:val="16"/>
                <w:szCs w:val="21"/>
                <w:lang w:eastAsia="zh-CN"/>
              </w:rPr>
              <w:t>Bado</w:t>
            </w:r>
          </w:p>
        </w:tc>
        <w:tc>
          <w:tcPr>
            <w:tcW w:w="1974" w:type="dxa"/>
            <w:shd w:val="clear" w:color="auto" w:fill="auto"/>
            <w:vAlign w:val="center"/>
          </w:tcPr>
          <w:p w14:paraId="347C0045" w14:textId="77777777" w:rsidR="00803F18" w:rsidRPr="00A365E5" w:rsidRDefault="00913341" w:rsidP="00913341">
            <w:pPr>
              <w:jc w:val="center"/>
              <w:rPr>
                <w:rFonts w:eastAsia="SimSun" w:cs="Arial"/>
                <w:sz w:val="16"/>
                <w:szCs w:val="21"/>
                <w:lang w:eastAsia="zh-CN"/>
              </w:rPr>
            </w:pPr>
            <w:r>
              <w:rPr>
                <w:rFonts w:eastAsia="SimSun" w:cs="Arial"/>
                <w:sz w:val="16"/>
                <w:szCs w:val="21"/>
                <w:lang w:eastAsia="zh-CN"/>
              </w:rPr>
              <w:t>A</w:t>
            </w:r>
            <w:r w:rsidR="0070035E">
              <w:rPr>
                <w:rFonts w:eastAsia="SimSun" w:cs="Arial"/>
                <w:sz w:val="16"/>
                <w:szCs w:val="21"/>
                <w:lang w:eastAsia="zh-CN"/>
              </w:rPr>
              <w:t xml:space="preserve">. </w:t>
            </w:r>
            <w:r>
              <w:rPr>
                <w:rFonts w:eastAsia="SimSun" w:cs="Arial"/>
                <w:sz w:val="16"/>
                <w:szCs w:val="21"/>
                <w:lang w:eastAsia="zh-CN"/>
              </w:rPr>
              <w:t>Del Grosso</w:t>
            </w:r>
          </w:p>
        </w:tc>
        <w:tc>
          <w:tcPr>
            <w:tcW w:w="1800" w:type="dxa"/>
            <w:shd w:val="clear" w:color="auto" w:fill="auto"/>
            <w:vAlign w:val="center"/>
          </w:tcPr>
          <w:p w14:paraId="142321EC" w14:textId="01B6D216" w:rsidR="00803F18" w:rsidRPr="0070035E" w:rsidRDefault="00F0227C" w:rsidP="0008782E">
            <w:pPr>
              <w:jc w:val="center"/>
              <w:rPr>
                <w:rFonts w:eastAsia="SimSun" w:cs="Arial"/>
                <w:sz w:val="16"/>
                <w:szCs w:val="21"/>
                <w:lang w:eastAsia="zh-CN"/>
              </w:rPr>
            </w:pPr>
            <w:r>
              <w:rPr>
                <w:rFonts w:eastAsia="SimSun" w:cs="Arial"/>
                <w:bCs/>
                <w:sz w:val="16"/>
                <w:szCs w:val="21"/>
                <w:lang w:eastAsia="zh-CN"/>
              </w:rPr>
              <w:t>Novembre/2019</w:t>
            </w:r>
            <w:bookmarkStart w:id="0" w:name="_GoBack"/>
            <w:bookmarkEnd w:id="0"/>
          </w:p>
        </w:tc>
      </w:tr>
    </w:tbl>
    <w:p w14:paraId="7EA680E5" w14:textId="77777777" w:rsidR="00803F18" w:rsidRPr="0070035E" w:rsidRDefault="00803F18" w:rsidP="00803F18">
      <w:pPr>
        <w:rPr>
          <w:rFonts w:cs="Arial"/>
          <w:sz w:val="16"/>
        </w:rPr>
      </w:pPr>
    </w:p>
    <w:p w14:paraId="54ABC794" w14:textId="77777777" w:rsidR="0034587C" w:rsidRPr="0034587C" w:rsidRDefault="0034587C" w:rsidP="0034587C">
      <w:pPr>
        <w:jc w:val="center"/>
        <w:rPr>
          <w:rFonts w:cs="Arial"/>
          <w:sz w:val="14"/>
          <w:szCs w:val="16"/>
        </w:rPr>
      </w:pPr>
      <w:r w:rsidRPr="0034587C">
        <w:rPr>
          <w:rFonts w:cs="Arial"/>
          <w:sz w:val="14"/>
          <w:szCs w:val="16"/>
        </w:rPr>
        <w:t>Tutti i diritti, traduzione inclusa, sono riservati.  Nessuna parte di questo documento può essere divulgata a terzi,</w:t>
      </w:r>
    </w:p>
    <w:p w14:paraId="5D14524E" w14:textId="77777777" w:rsidR="00CA3806" w:rsidRPr="0034587C" w:rsidRDefault="0034587C" w:rsidP="0034587C">
      <w:pPr>
        <w:jc w:val="center"/>
        <w:rPr>
          <w:rFonts w:cs="Arial"/>
          <w:sz w:val="14"/>
          <w:szCs w:val="16"/>
        </w:rPr>
      </w:pPr>
      <w:r w:rsidRPr="0034587C">
        <w:rPr>
          <w:rFonts w:cs="Arial"/>
          <w:sz w:val="14"/>
          <w:szCs w:val="16"/>
        </w:rPr>
        <w:t>per scopi diversi da quelli originali, senza il permesso scritto di RINA Consulting S.p.A.</w:t>
      </w:r>
    </w:p>
    <w:p w14:paraId="6FA6567F" w14:textId="77777777" w:rsidR="00CA3806" w:rsidRPr="0034587C" w:rsidRDefault="00CA3806"/>
    <w:p w14:paraId="5B513002" w14:textId="77777777" w:rsidR="00CA3806" w:rsidRPr="0034587C" w:rsidRDefault="00CA3806">
      <w:pPr>
        <w:sectPr w:rsidR="00CA3806" w:rsidRPr="0034587C" w:rsidSect="003F7BB0">
          <w:headerReference w:type="default" r:id="rId15"/>
          <w:headerReference w:type="first" r:id="rId16"/>
          <w:footerReference w:type="first" r:id="rId17"/>
          <w:pgSz w:w="11906" w:h="16838" w:code="9"/>
          <w:pgMar w:top="567" w:right="567" w:bottom="1134" w:left="1134" w:header="567" w:footer="680" w:gutter="0"/>
          <w:cols w:space="708"/>
          <w:vAlign w:val="bottom"/>
          <w:titlePg/>
          <w:docGrid w:linePitch="360"/>
        </w:sectPr>
      </w:pPr>
    </w:p>
    <w:p w14:paraId="54ABAFE4" w14:textId="77777777" w:rsidR="00426C64" w:rsidRPr="00741330" w:rsidRDefault="00000F29" w:rsidP="002C0306">
      <w:pPr>
        <w:pStyle w:val="IndexTitle"/>
        <w:spacing w:after="60"/>
      </w:pPr>
      <w:r>
        <w:lastRenderedPageBreak/>
        <w:t>INDICE</w:t>
      </w:r>
    </w:p>
    <w:p w14:paraId="59879EA2" w14:textId="77777777" w:rsidR="00A45FA0" w:rsidRPr="000217E0" w:rsidRDefault="00000F29" w:rsidP="002C0306">
      <w:pPr>
        <w:pStyle w:val="Page"/>
        <w:spacing w:after="60"/>
        <w:rPr>
          <w:rStyle w:val="PageNumber"/>
          <w:lang w:val="en-US"/>
        </w:rPr>
      </w:pPr>
      <w:r>
        <w:rPr>
          <w:rStyle w:val="PageNumber"/>
          <w:lang w:val="en-US"/>
        </w:rPr>
        <w:t>Pag.</w:t>
      </w:r>
    </w:p>
    <w:p w14:paraId="42DDA0C4" w14:textId="6F669E6B" w:rsidR="00AF5701" w:rsidRDefault="00D11D0D">
      <w:pPr>
        <w:pStyle w:val="TOC1"/>
        <w:rPr>
          <w:rFonts w:asciiTheme="minorHAnsi" w:eastAsiaTheme="minorEastAsia" w:hAnsiTheme="minorHAnsi" w:cstheme="minorBidi"/>
          <w:b w:val="0"/>
          <w:caps w:val="0"/>
          <w:noProof/>
          <w:sz w:val="22"/>
          <w:szCs w:val="22"/>
        </w:rPr>
      </w:pPr>
      <w:r w:rsidRPr="00085FA6">
        <w:rPr>
          <w:rFonts w:asciiTheme="minorHAnsi" w:hAnsiTheme="minorHAnsi"/>
          <w:b w:val="0"/>
          <w:caps w:val="0"/>
          <w:color w:val="0070C0"/>
          <w:sz w:val="22"/>
        </w:rPr>
        <w:fldChar w:fldCharType="begin"/>
      </w:r>
      <w:r w:rsidRPr="00085FA6">
        <w:rPr>
          <w:b w:val="0"/>
          <w:caps w:val="0"/>
          <w:color w:val="0070C0"/>
          <w:lang w:val="en-US"/>
        </w:rPr>
        <w:instrText xml:space="preserve"> TOC \o "1-3" \h \z \</w:instrText>
      </w:r>
      <w:r w:rsidRPr="00085FA6">
        <w:rPr>
          <w:b w:val="0"/>
          <w:caps w:val="0"/>
          <w:color w:val="0070C0"/>
        </w:rPr>
        <w:instrText xml:space="preserve">u </w:instrText>
      </w:r>
      <w:r w:rsidRPr="00085FA6">
        <w:rPr>
          <w:rFonts w:asciiTheme="minorHAnsi" w:hAnsiTheme="minorHAnsi"/>
          <w:b w:val="0"/>
          <w:caps w:val="0"/>
          <w:color w:val="0070C0"/>
          <w:sz w:val="22"/>
        </w:rPr>
        <w:fldChar w:fldCharType="separate"/>
      </w:r>
      <w:hyperlink w:anchor="_Toc24375269" w:history="1">
        <w:r w:rsidR="00AF5701" w:rsidRPr="001E2FEB">
          <w:rPr>
            <w:rStyle w:val="Hyperlink"/>
            <w:noProof/>
          </w:rPr>
          <w:t>1</w:t>
        </w:r>
        <w:r w:rsidR="00AF5701">
          <w:rPr>
            <w:rFonts w:asciiTheme="minorHAnsi" w:eastAsiaTheme="minorEastAsia" w:hAnsiTheme="minorHAnsi" w:cstheme="minorBidi"/>
            <w:b w:val="0"/>
            <w:caps w:val="0"/>
            <w:noProof/>
            <w:sz w:val="22"/>
            <w:szCs w:val="22"/>
          </w:rPr>
          <w:tab/>
        </w:r>
        <w:r w:rsidR="00AF5701" w:rsidRPr="001E2FEB">
          <w:rPr>
            <w:rStyle w:val="Hyperlink"/>
            <w:noProof/>
          </w:rPr>
          <w:t>CONDIZIONI GENERALI MATERIALI</w:t>
        </w:r>
        <w:r w:rsidR="00AF5701">
          <w:rPr>
            <w:noProof/>
            <w:webHidden/>
          </w:rPr>
          <w:tab/>
        </w:r>
        <w:r w:rsidR="00AF5701">
          <w:rPr>
            <w:noProof/>
            <w:webHidden/>
          </w:rPr>
          <w:fldChar w:fldCharType="begin"/>
        </w:r>
        <w:r w:rsidR="00AF5701">
          <w:rPr>
            <w:noProof/>
            <w:webHidden/>
          </w:rPr>
          <w:instrText xml:space="preserve"> PAGEREF _Toc24375269 \h </w:instrText>
        </w:r>
        <w:r w:rsidR="00AF5701">
          <w:rPr>
            <w:noProof/>
            <w:webHidden/>
          </w:rPr>
        </w:r>
        <w:r w:rsidR="00AF5701">
          <w:rPr>
            <w:noProof/>
            <w:webHidden/>
          </w:rPr>
          <w:fldChar w:fldCharType="separate"/>
        </w:r>
        <w:r w:rsidR="00F0227C">
          <w:rPr>
            <w:noProof/>
            <w:webHidden/>
          </w:rPr>
          <w:t>4</w:t>
        </w:r>
        <w:r w:rsidR="00AF5701">
          <w:rPr>
            <w:noProof/>
            <w:webHidden/>
          </w:rPr>
          <w:fldChar w:fldCharType="end"/>
        </w:r>
      </w:hyperlink>
    </w:p>
    <w:p w14:paraId="4B6D58F8" w14:textId="79D6322D" w:rsidR="00AF5701" w:rsidRDefault="00F0227C">
      <w:pPr>
        <w:pStyle w:val="TOC2"/>
        <w:rPr>
          <w:rFonts w:asciiTheme="minorHAnsi" w:eastAsiaTheme="minorEastAsia" w:hAnsiTheme="minorHAnsi" w:cstheme="minorBidi"/>
          <w:caps w:val="0"/>
          <w:noProof/>
          <w:sz w:val="22"/>
          <w:szCs w:val="22"/>
        </w:rPr>
      </w:pPr>
      <w:hyperlink w:anchor="_Toc24375270" w:history="1">
        <w:r w:rsidR="00AF5701" w:rsidRPr="001E2FEB">
          <w:rPr>
            <w:rStyle w:val="Hyperlink"/>
            <w:noProof/>
          </w:rPr>
          <w:t>1.1</w:t>
        </w:r>
        <w:r w:rsidR="00AF5701">
          <w:rPr>
            <w:rFonts w:asciiTheme="minorHAnsi" w:eastAsiaTheme="minorEastAsia" w:hAnsiTheme="minorHAnsi" w:cstheme="minorBidi"/>
            <w:caps w:val="0"/>
            <w:noProof/>
            <w:sz w:val="22"/>
            <w:szCs w:val="22"/>
          </w:rPr>
          <w:tab/>
        </w:r>
        <w:r w:rsidR="00AF5701" w:rsidRPr="001E2FEB">
          <w:rPr>
            <w:rStyle w:val="Hyperlink"/>
            <w:noProof/>
          </w:rPr>
          <w:t>QUALITA’, PROVENIENZA E IMPIEGO DEI MATERIALI</w:t>
        </w:r>
        <w:r w:rsidR="00AF5701">
          <w:rPr>
            <w:noProof/>
            <w:webHidden/>
          </w:rPr>
          <w:tab/>
        </w:r>
        <w:r w:rsidR="00AF5701">
          <w:rPr>
            <w:noProof/>
            <w:webHidden/>
          </w:rPr>
          <w:fldChar w:fldCharType="begin"/>
        </w:r>
        <w:r w:rsidR="00AF5701">
          <w:rPr>
            <w:noProof/>
            <w:webHidden/>
          </w:rPr>
          <w:instrText xml:space="preserve"> PAGEREF _Toc24375270 \h </w:instrText>
        </w:r>
        <w:r w:rsidR="00AF5701">
          <w:rPr>
            <w:noProof/>
            <w:webHidden/>
          </w:rPr>
        </w:r>
        <w:r w:rsidR="00AF5701">
          <w:rPr>
            <w:noProof/>
            <w:webHidden/>
          </w:rPr>
          <w:fldChar w:fldCharType="separate"/>
        </w:r>
        <w:r>
          <w:rPr>
            <w:noProof/>
            <w:webHidden/>
          </w:rPr>
          <w:t>4</w:t>
        </w:r>
        <w:r w:rsidR="00AF5701">
          <w:rPr>
            <w:noProof/>
            <w:webHidden/>
          </w:rPr>
          <w:fldChar w:fldCharType="end"/>
        </w:r>
      </w:hyperlink>
    </w:p>
    <w:p w14:paraId="3CFAECCC" w14:textId="76B67C47" w:rsidR="00AF5701" w:rsidRDefault="00F0227C">
      <w:pPr>
        <w:pStyle w:val="TOC3"/>
        <w:rPr>
          <w:rFonts w:asciiTheme="minorHAnsi" w:eastAsiaTheme="minorEastAsia" w:hAnsiTheme="minorHAnsi" w:cstheme="minorBidi"/>
          <w:noProof/>
          <w:sz w:val="22"/>
          <w:szCs w:val="22"/>
        </w:rPr>
      </w:pPr>
      <w:hyperlink w:anchor="_Toc24375271" w:history="1">
        <w:r w:rsidR="00AF5701" w:rsidRPr="001E2FEB">
          <w:rPr>
            <w:rStyle w:val="Hyperlink"/>
            <w:noProof/>
          </w:rPr>
          <w:t>1.1.1</w:t>
        </w:r>
        <w:r w:rsidR="00AF5701">
          <w:rPr>
            <w:rFonts w:asciiTheme="minorHAnsi" w:eastAsiaTheme="minorEastAsia" w:hAnsiTheme="minorHAnsi" w:cstheme="minorBidi"/>
            <w:noProof/>
            <w:sz w:val="22"/>
            <w:szCs w:val="22"/>
          </w:rPr>
          <w:tab/>
        </w:r>
        <w:r w:rsidR="00AF5701" w:rsidRPr="001E2FEB">
          <w:rPr>
            <w:rStyle w:val="Hyperlink"/>
            <w:noProof/>
          </w:rPr>
          <w:t>ACCETTAZIONE DEI MATERIALI</w:t>
        </w:r>
        <w:r w:rsidR="00AF5701">
          <w:rPr>
            <w:noProof/>
            <w:webHidden/>
          </w:rPr>
          <w:tab/>
        </w:r>
        <w:r w:rsidR="00AF5701">
          <w:rPr>
            <w:noProof/>
            <w:webHidden/>
          </w:rPr>
          <w:fldChar w:fldCharType="begin"/>
        </w:r>
        <w:r w:rsidR="00AF5701">
          <w:rPr>
            <w:noProof/>
            <w:webHidden/>
          </w:rPr>
          <w:instrText xml:space="preserve"> PAGEREF _Toc24375271 \h </w:instrText>
        </w:r>
        <w:r w:rsidR="00AF5701">
          <w:rPr>
            <w:noProof/>
            <w:webHidden/>
          </w:rPr>
        </w:r>
        <w:r w:rsidR="00AF5701">
          <w:rPr>
            <w:noProof/>
            <w:webHidden/>
          </w:rPr>
          <w:fldChar w:fldCharType="separate"/>
        </w:r>
        <w:r>
          <w:rPr>
            <w:noProof/>
            <w:webHidden/>
          </w:rPr>
          <w:t>4</w:t>
        </w:r>
        <w:r w:rsidR="00AF5701">
          <w:rPr>
            <w:noProof/>
            <w:webHidden/>
          </w:rPr>
          <w:fldChar w:fldCharType="end"/>
        </w:r>
      </w:hyperlink>
    </w:p>
    <w:p w14:paraId="015B2BA0" w14:textId="67923E2C" w:rsidR="00AF5701" w:rsidRDefault="00F0227C">
      <w:pPr>
        <w:pStyle w:val="TOC3"/>
        <w:rPr>
          <w:rFonts w:asciiTheme="minorHAnsi" w:eastAsiaTheme="minorEastAsia" w:hAnsiTheme="minorHAnsi" w:cstheme="minorBidi"/>
          <w:noProof/>
          <w:sz w:val="22"/>
          <w:szCs w:val="22"/>
        </w:rPr>
      </w:pPr>
      <w:hyperlink w:anchor="_Toc24375272" w:history="1">
        <w:r w:rsidR="00AF5701" w:rsidRPr="001E2FEB">
          <w:rPr>
            <w:rStyle w:val="Hyperlink"/>
            <w:noProof/>
          </w:rPr>
          <w:t>1.1.2</w:t>
        </w:r>
        <w:r w:rsidR="00AF5701">
          <w:rPr>
            <w:rFonts w:asciiTheme="minorHAnsi" w:eastAsiaTheme="minorEastAsia" w:hAnsiTheme="minorHAnsi" w:cstheme="minorBidi"/>
            <w:noProof/>
            <w:sz w:val="22"/>
            <w:szCs w:val="22"/>
          </w:rPr>
          <w:tab/>
        </w:r>
        <w:r w:rsidR="00AF5701" w:rsidRPr="001E2FEB">
          <w:rPr>
            <w:rStyle w:val="Hyperlink"/>
            <w:noProof/>
          </w:rPr>
          <w:t>CONFORMITA’ E NON CONFORMITA’ AL CAPITOLATO SPECIALE</w:t>
        </w:r>
        <w:r w:rsidR="00AF5701">
          <w:rPr>
            <w:noProof/>
            <w:webHidden/>
          </w:rPr>
          <w:tab/>
        </w:r>
        <w:r w:rsidR="00AF5701">
          <w:rPr>
            <w:noProof/>
            <w:webHidden/>
          </w:rPr>
          <w:fldChar w:fldCharType="begin"/>
        </w:r>
        <w:r w:rsidR="00AF5701">
          <w:rPr>
            <w:noProof/>
            <w:webHidden/>
          </w:rPr>
          <w:instrText xml:space="preserve"> PAGEREF _Toc24375272 \h </w:instrText>
        </w:r>
        <w:r w:rsidR="00AF5701">
          <w:rPr>
            <w:noProof/>
            <w:webHidden/>
          </w:rPr>
        </w:r>
        <w:r w:rsidR="00AF5701">
          <w:rPr>
            <w:noProof/>
            <w:webHidden/>
          </w:rPr>
          <w:fldChar w:fldCharType="separate"/>
        </w:r>
        <w:r>
          <w:rPr>
            <w:noProof/>
            <w:webHidden/>
          </w:rPr>
          <w:t>4</w:t>
        </w:r>
        <w:r w:rsidR="00AF5701">
          <w:rPr>
            <w:noProof/>
            <w:webHidden/>
          </w:rPr>
          <w:fldChar w:fldCharType="end"/>
        </w:r>
      </w:hyperlink>
    </w:p>
    <w:p w14:paraId="21A5409D" w14:textId="6319231A" w:rsidR="00AF5701" w:rsidRDefault="00F0227C">
      <w:pPr>
        <w:pStyle w:val="TOC3"/>
        <w:rPr>
          <w:rFonts w:asciiTheme="minorHAnsi" w:eastAsiaTheme="minorEastAsia" w:hAnsiTheme="minorHAnsi" w:cstheme="minorBidi"/>
          <w:noProof/>
          <w:sz w:val="22"/>
          <w:szCs w:val="22"/>
        </w:rPr>
      </w:pPr>
      <w:hyperlink w:anchor="_Toc24375273" w:history="1">
        <w:r w:rsidR="00AF5701" w:rsidRPr="001E2FEB">
          <w:rPr>
            <w:rStyle w:val="Hyperlink"/>
            <w:noProof/>
          </w:rPr>
          <w:t>1.1.3</w:t>
        </w:r>
        <w:r w:rsidR="00AF5701">
          <w:rPr>
            <w:rFonts w:asciiTheme="minorHAnsi" w:eastAsiaTheme="minorEastAsia" w:hAnsiTheme="minorHAnsi" w:cstheme="minorBidi"/>
            <w:noProof/>
            <w:sz w:val="22"/>
            <w:szCs w:val="22"/>
          </w:rPr>
          <w:tab/>
        </w:r>
        <w:r w:rsidR="00AF5701" w:rsidRPr="001E2FEB">
          <w:rPr>
            <w:rStyle w:val="Hyperlink"/>
            <w:noProof/>
          </w:rPr>
          <w:t>IMPIEGO DEI MATERIALI</w:t>
        </w:r>
        <w:r w:rsidR="00AF5701">
          <w:rPr>
            <w:noProof/>
            <w:webHidden/>
          </w:rPr>
          <w:tab/>
        </w:r>
        <w:r w:rsidR="00AF5701">
          <w:rPr>
            <w:noProof/>
            <w:webHidden/>
          </w:rPr>
          <w:fldChar w:fldCharType="begin"/>
        </w:r>
        <w:r w:rsidR="00AF5701">
          <w:rPr>
            <w:noProof/>
            <w:webHidden/>
          </w:rPr>
          <w:instrText xml:space="preserve"> PAGEREF _Toc24375273 \h </w:instrText>
        </w:r>
        <w:r w:rsidR="00AF5701">
          <w:rPr>
            <w:noProof/>
            <w:webHidden/>
          </w:rPr>
        </w:r>
        <w:r w:rsidR="00AF5701">
          <w:rPr>
            <w:noProof/>
            <w:webHidden/>
          </w:rPr>
          <w:fldChar w:fldCharType="separate"/>
        </w:r>
        <w:r>
          <w:rPr>
            <w:noProof/>
            <w:webHidden/>
          </w:rPr>
          <w:t>4</w:t>
        </w:r>
        <w:r w:rsidR="00AF5701">
          <w:rPr>
            <w:noProof/>
            <w:webHidden/>
          </w:rPr>
          <w:fldChar w:fldCharType="end"/>
        </w:r>
      </w:hyperlink>
    </w:p>
    <w:p w14:paraId="5BAC964F" w14:textId="6A7339A6" w:rsidR="00AF5701" w:rsidRDefault="00F0227C">
      <w:pPr>
        <w:pStyle w:val="TOC3"/>
        <w:rPr>
          <w:rFonts w:asciiTheme="minorHAnsi" w:eastAsiaTheme="minorEastAsia" w:hAnsiTheme="minorHAnsi" w:cstheme="minorBidi"/>
          <w:noProof/>
          <w:sz w:val="22"/>
          <w:szCs w:val="22"/>
        </w:rPr>
      </w:pPr>
      <w:hyperlink w:anchor="_Toc24375274" w:history="1">
        <w:r w:rsidR="00AF5701" w:rsidRPr="001E2FEB">
          <w:rPr>
            <w:rStyle w:val="Hyperlink"/>
            <w:noProof/>
          </w:rPr>
          <w:t>1.1.4</w:t>
        </w:r>
        <w:r w:rsidR="00AF5701">
          <w:rPr>
            <w:rFonts w:asciiTheme="minorHAnsi" w:eastAsiaTheme="minorEastAsia" w:hAnsiTheme="minorHAnsi" w:cstheme="minorBidi"/>
            <w:noProof/>
            <w:sz w:val="22"/>
            <w:szCs w:val="22"/>
          </w:rPr>
          <w:tab/>
        </w:r>
        <w:r w:rsidR="00AF5701" w:rsidRPr="001E2FEB">
          <w:rPr>
            <w:rStyle w:val="Hyperlink"/>
            <w:noProof/>
          </w:rPr>
          <w:t>PROVVISTA DEI MATERIALI</w:t>
        </w:r>
        <w:r w:rsidR="00AF5701">
          <w:rPr>
            <w:noProof/>
            <w:webHidden/>
          </w:rPr>
          <w:tab/>
        </w:r>
        <w:r w:rsidR="00AF5701">
          <w:rPr>
            <w:noProof/>
            <w:webHidden/>
          </w:rPr>
          <w:fldChar w:fldCharType="begin"/>
        </w:r>
        <w:r w:rsidR="00AF5701">
          <w:rPr>
            <w:noProof/>
            <w:webHidden/>
          </w:rPr>
          <w:instrText xml:space="preserve"> PAGEREF _Toc24375274 \h </w:instrText>
        </w:r>
        <w:r w:rsidR="00AF5701">
          <w:rPr>
            <w:noProof/>
            <w:webHidden/>
          </w:rPr>
        </w:r>
        <w:r w:rsidR="00AF5701">
          <w:rPr>
            <w:noProof/>
            <w:webHidden/>
          </w:rPr>
          <w:fldChar w:fldCharType="separate"/>
        </w:r>
        <w:r>
          <w:rPr>
            <w:noProof/>
            <w:webHidden/>
          </w:rPr>
          <w:t>5</w:t>
        </w:r>
        <w:r w:rsidR="00AF5701">
          <w:rPr>
            <w:noProof/>
            <w:webHidden/>
          </w:rPr>
          <w:fldChar w:fldCharType="end"/>
        </w:r>
      </w:hyperlink>
    </w:p>
    <w:p w14:paraId="070F40C9" w14:textId="438CEF73" w:rsidR="00AF5701" w:rsidRDefault="00F0227C">
      <w:pPr>
        <w:pStyle w:val="TOC3"/>
        <w:rPr>
          <w:rFonts w:asciiTheme="minorHAnsi" w:eastAsiaTheme="minorEastAsia" w:hAnsiTheme="minorHAnsi" w:cstheme="minorBidi"/>
          <w:noProof/>
          <w:sz w:val="22"/>
          <w:szCs w:val="22"/>
        </w:rPr>
      </w:pPr>
      <w:hyperlink w:anchor="_Toc24375275" w:history="1">
        <w:r w:rsidR="00AF5701" w:rsidRPr="001E2FEB">
          <w:rPr>
            <w:rStyle w:val="Hyperlink"/>
            <w:noProof/>
          </w:rPr>
          <w:t>1.1.5</w:t>
        </w:r>
        <w:r w:rsidR="00AF5701">
          <w:rPr>
            <w:rFonts w:asciiTheme="minorHAnsi" w:eastAsiaTheme="minorEastAsia" w:hAnsiTheme="minorHAnsi" w:cstheme="minorBidi"/>
            <w:noProof/>
            <w:sz w:val="22"/>
            <w:szCs w:val="22"/>
          </w:rPr>
          <w:tab/>
        </w:r>
        <w:r w:rsidR="00AF5701" w:rsidRPr="001E2FEB">
          <w:rPr>
            <w:rStyle w:val="Hyperlink"/>
            <w:noProof/>
          </w:rPr>
          <w:t>SOSTITUZIONE DEI LUOGHI DI PROVENIENZA DEI MATERIALI PREVISTI IN CONTRATTO</w:t>
        </w:r>
        <w:r w:rsidR="00AF5701">
          <w:rPr>
            <w:noProof/>
            <w:webHidden/>
          </w:rPr>
          <w:tab/>
        </w:r>
        <w:r w:rsidR="00AF5701">
          <w:rPr>
            <w:noProof/>
            <w:webHidden/>
          </w:rPr>
          <w:fldChar w:fldCharType="begin"/>
        </w:r>
        <w:r w:rsidR="00AF5701">
          <w:rPr>
            <w:noProof/>
            <w:webHidden/>
          </w:rPr>
          <w:instrText xml:space="preserve"> PAGEREF _Toc24375275 \h </w:instrText>
        </w:r>
        <w:r w:rsidR="00AF5701">
          <w:rPr>
            <w:noProof/>
            <w:webHidden/>
          </w:rPr>
        </w:r>
        <w:r w:rsidR="00AF5701">
          <w:rPr>
            <w:noProof/>
            <w:webHidden/>
          </w:rPr>
          <w:fldChar w:fldCharType="separate"/>
        </w:r>
        <w:r>
          <w:rPr>
            <w:noProof/>
            <w:webHidden/>
          </w:rPr>
          <w:t>5</w:t>
        </w:r>
        <w:r w:rsidR="00AF5701">
          <w:rPr>
            <w:noProof/>
            <w:webHidden/>
          </w:rPr>
          <w:fldChar w:fldCharType="end"/>
        </w:r>
      </w:hyperlink>
    </w:p>
    <w:p w14:paraId="6F352659" w14:textId="54E2F4B4" w:rsidR="00AF5701" w:rsidRDefault="00F0227C">
      <w:pPr>
        <w:pStyle w:val="TOC3"/>
        <w:rPr>
          <w:rFonts w:asciiTheme="minorHAnsi" w:eastAsiaTheme="minorEastAsia" w:hAnsiTheme="minorHAnsi" w:cstheme="minorBidi"/>
          <w:noProof/>
          <w:sz w:val="22"/>
          <w:szCs w:val="22"/>
        </w:rPr>
      </w:pPr>
      <w:hyperlink w:anchor="_Toc24375276" w:history="1">
        <w:r w:rsidR="00AF5701" w:rsidRPr="001E2FEB">
          <w:rPr>
            <w:rStyle w:val="Hyperlink"/>
            <w:noProof/>
          </w:rPr>
          <w:t>1.1.6</w:t>
        </w:r>
        <w:r w:rsidR="00AF5701">
          <w:rPr>
            <w:rFonts w:asciiTheme="minorHAnsi" w:eastAsiaTheme="minorEastAsia" w:hAnsiTheme="minorHAnsi" w:cstheme="minorBidi"/>
            <w:noProof/>
            <w:sz w:val="22"/>
            <w:szCs w:val="22"/>
          </w:rPr>
          <w:tab/>
        </w:r>
        <w:r w:rsidR="00AF5701" w:rsidRPr="001E2FEB">
          <w:rPr>
            <w:rStyle w:val="Hyperlink"/>
            <w:noProof/>
          </w:rPr>
          <w:t>DIFETTI DI COSTRUZIONE</w:t>
        </w:r>
        <w:r w:rsidR="00AF5701">
          <w:rPr>
            <w:noProof/>
            <w:webHidden/>
          </w:rPr>
          <w:tab/>
        </w:r>
        <w:r w:rsidR="00AF5701">
          <w:rPr>
            <w:noProof/>
            <w:webHidden/>
          </w:rPr>
          <w:fldChar w:fldCharType="begin"/>
        </w:r>
        <w:r w:rsidR="00AF5701">
          <w:rPr>
            <w:noProof/>
            <w:webHidden/>
          </w:rPr>
          <w:instrText xml:space="preserve"> PAGEREF _Toc24375276 \h </w:instrText>
        </w:r>
        <w:r w:rsidR="00AF5701">
          <w:rPr>
            <w:noProof/>
            <w:webHidden/>
          </w:rPr>
        </w:r>
        <w:r w:rsidR="00AF5701">
          <w:rPr>
            <w:noProof/>
            <w:webHidden/>
          </w:rPr>
          <w:fldChar w:fldCharType="separate"/>
        </w:r>
        <w:r>
          <w:rPr>
            <w:noProof/>
            <w:webHidden/>
          </w:rPr>
          <w:t>5</w:t>
        </w:r>
        <w:r w:rsidR="00AF5701">
          <w:rPr>
            <w:noProof/>
            <w:webHidden/>
          </w:rPr>
          <w:fldChar w:fldCharType="end"/>
        </w:r>
      </w:hyperlink>
    </w:p>
    <w:p w14:paraId="650D2189" w14:textId="266DB37B" w:rsidR="00AF5701" w:rsidRDefault="00F0227C">
      <w:pPr>
        <w:pStyle w:val="TOC2"/>
        <w:rPr>
          <w:rFonts w:asciiTheme="minorHAnsi" w:eastAsiaTheme="minorEastAsia" w:hAnsiTheme="minorHAnsi" w:cstheme="minorBidi"/>
          <w:caps w:val="0"/>
          <w:noProof/>
          <w:sz w:val="22"/>
          <w:szCs w:val="22"/>
        </w:rPr>
      </w:pPr>
      <w:hyperlink w:anchor="_Toc24375277" w:history="1">
        <w:r w:rsidR="00AF5701" w:rsidRPr="001E2FEB">
          <w:rPr>
            <w:rStyle w:val="Hyperlink"/>
            <w:noProof/>
          </w:rPr>
          <w:t>1.2</w:t>
        </w:r>
        <w:r w:rsidR="00AF5701">
          <w:rPr>
            <w:rFonts w:asciiTheme="minorHAnsi" w:eastAsiaTheme="minorEastAsia" w:hAnsiTheme="minorHAnsi" w:cstheme="minorBidi"/>
            <w:caps w:val="0"/>
            <w:noProof/>
            <w:sz w:val="22"/>
            <w:szCs w:val="22"/>
          </w:rPr>
          <w:tab/>
        </w:r>
        <w:r w:rsidR="00AF5701" w:rsidRPr="001E2FEB">
          <w:rPr>
            <w:rStyle w:val="Hyperlink"/>
            <w:noProof/>
          </w:rPr>
          <w:t>DICHIARAZIONE DI CONFORMITA’ E MARCATURA CE</w:t>
        </w:r>
        <w:r w:rsidR="00AF5701">
          <w:rPr>
            <w:noProof/>
            <w:webHidden/>
          </w:rPr>
          <w:tab/>
        </w:r>
        <w:r w:rsidR="00AF5701">
          <w:rPr>
            <w:noProof/>
            <w:webHidden/>
          </w:rPr>
          <w:fldChar w:fldCharType="begin"/>
        </w:r>
        <w:r w:rsidR="00AF5701">
          <w:rPr>
            <w:noProof/>
            <w:webHidden/>
          </w:rPr>
          <w:instrText xml:space="preserve"> PAGEREF _Toc24375277 \h </w:instrText>
        </w:r>
        <w:r w:rsidR="00AF5701">
          <w:rPr>
            <w:noProof/>
            <w:webHidden/>
          </w:rPr>
        </w:r>
        <w:r w:rsidR="00AF5701">
          <w:rPr>
            <w:noProof/>
            <w:webHidden/>
          </w:rPr>
          <w:fldChar w:fldCharType="separate"/>
        </w:r>
        <w:r>
          <w:rPr>
            <w:noProof/>
            <w:webHidden/>
          </w:rPr>
          <w:t>5</w:t>
        </w:r>
        <w:r w:rsidR="00AF5701">
          <w:rPr>
            <w:noProof/>
            <w:webHidden/>
          </w:rPr>
          <w:fldChar w:fldCharType="end"/>
        </w:r>
      </w:hyperlink>
    </w:p>
    <w:p w14:paraId="43CC72B0" w14:textId="4E2673FE" w:rsidR="00AF5701" w:rsidRDefault="00F0227C">
      <w:pPr>
        <w:pStyle w:val="TOC3"/>
        <w:rPr>
          <w:rFonts w:asciiTheme="minorHAnsi" w:eastAsiaTheme="minorEastAsia" w:hAnsiTheme="minorHAnsi" w:cstheme="minorBidi"/>
          <w:noProof/>
          <w:sz w:val="22"/>
          <w:szCs w:val="22"/>
        </w:rPr>
      </w:pPr>
      <w:hyperlink w:anchor="_Toc24375278" w:history="1">
        <w:r w:rsidR="00AF5701" w:rsidRPr="001E2FEB">
          <w:rPr>
            <w:rStyle w:val="Hyperlink"/>
            <w:noProof/>
          </w:rPr>
          <w:t>1.2.1</w:t>
        </w:r>
        <w:r w:rsidR="00AF5701">
          <w:rPr>
            <w:rFonts w:asciiTheme="minorHAnsi" w:eastAsiaTheme="minorEastAsia" w:hAnsiTheme="minorHAnsi" w:cstheme="minorBidi"/>
            <w:noProof/>
            <w:sz w:val="22"/>
            <w:szCs w:val="22"/>
          </w:rPr>
          <w:tab/>
        </w:r>
        <w:r w:rsidR="00AF5701" w:rsidRPr="001E2FEB">
          <w:rPr>
            <w:rStyle w:val="Hyperlink"/>
            <w:noProof/>
          </w:rPr>
          <w:t>MARCATURA CE – MATERIALI</w:t>
        </w:r>
        <w:r w:rsidR="00AF5701">
          <w:rPr>
            <w:noProof/>
            <w:webHidden/>
          </w:rPr>
          <w:tab/>
        </w:r>
        <w:r w:rsidR="00AF5701">
          <w:rPr>
            <w:noProof/>
            <w:webHidden/>
          </w:rPr>
          <w:fldChar w:fldCharType="begin"/>
        </w:r>
        <w:r w:rsidR="00AF5701">
          <w:rPr>
            <w:noProof/>
            <w:webHidden/>
          </w:rPr>
          <w:instrText xml:space="preserve"> PAGEREF _Toc24375278 \h </w:instrText>
        </w:r>
        <w:r w:rsidR="00AF5701">
          <w:rPr>
            <w:noProof/>
            <w:webHidden/>
          </w:rPr>
        </w:r>
        <w:r w:rsidR="00AF5701">
          <w:rPr>
            <w:noProof/>
            <w:webHidden/>
          </w:rPr>
          <w:fldChar w:fldCharType="separate"/>
        </w:r>
        <w:r>
          <w:rPr>
            <w:noProof/>
            <w:webHidden/>
          </w:rPr>
          <w:t>5</w:t>
        </w:r>
        <w:r w:rsidR="00AF5701">
          <w:rPr>
            <w:noProof/>
            <w:webHidden/>
          </w:rPr>
          <w:fldChar w:fldCharType="end"/>
        </w:r>
      </w:hyperlink>
    </w:p>
    <w:p w14:paraId="1558B5B0" w14:textId="180FEF73" w:rsidR="00AF5701" w:rsidRDefault="00F0227C">
      <w:pPr>
        <w:pStyle w:val="TOC3"/>
        <w:rPr>
          <w:rFonts w:asciiTheme="minorHAnsi" w:eastAsiaTheme="minorEastAsia" w:hAnsiTheme="minorHAnsi" w:cstheme="minorBidi"/>
          <w:noProof/>
          <w:sz w:val="22"/>
          <w:szCs w:val="22"/>
        </w:rPr>
      </w:pPr>
      <w:hyperlink w:anchor="_Toc24375279" w:history="1">
        <w:r w:rsidR="00AF5701" w:rsidRPr="001E2FEB">
          <w:rPr>
            <w:rStyle w:val="Hyperlink"/>
            <w:noProof/>
          </w:rPr>
          <w:t>1.2.2</w:t>
        </w:r>
        <w:r w:rsidR="00AF5701">
          <w:rPr>
            <w:rFonts w:asciiTheme="minorHAnsi" w:eastAsiaTheme="minorEastAsia" w:hAnsiTheme="minorHAnsi" w:cstheme="minorBidi"/>
            <w:noProof/>
            <w:sz w:val="22"/>
            <w:szCs w:val="22"/>
          </w:rPr>
          <w:tab/>
        </w:r>
        <w:r w:rsidR="00AF5701" w:rsidRPr="001E2FEB">
          <w:rPr>
            <w:rStyle w:val="Hyperlink"/>
            <w:noProof/>
          </w:rPr>
          <w:t>MARCATURA CE – MACCHINARI</w:t>
        </w:r>
        <w:r w:rsidR="00AF5701">
          <w:rPr>
            <w:noProof/>
            <w:webHidden/>
          </w:rPr>
          <w:tab/>
        </w:r>
        <w:r w:rsidR="00AF5701">
          <w:rPr>
            <w:noProof/>
            <w:webHidden/>
          </w:rPr>
          <w:fldChar w:fldCharType="begin"/>
        </w:r>
        <w:r w:rsidR="00AF5701">
          <w:rPr>
            <w:noProof/>
            <w:webHidden/>
          </w:rPr>
          <w:instrText xml:space="preserve"> PAGEREF _Toc24375279 \h </w:instrText>
        </w:r>
        <w:r w:rsidR="00AF5701">
          <w:rPr>
            <w:noProof/>
            <w:webHidden/>
          </w:rPr>
        </w:r>
        <w:r w:rsidR="00AF5701">
          <w:rPr>
            <w:noProof/>
            <w:webHidden/>
          </w:rPr>
          <w:fldChar w:fldCharType="separate"/>
        </w:r>
        <w:r>
          <w:rPr>
            <w:noProof/>
            <w:webHidden/>
          </w:rPr>
          <w:t>5</w:t>
        </w:r>
        <w:r w:rsidR="00AF5701">
          <w:rPr>
            <w:noProof/>
            <w:webHidden/>
          </w:rPr>
          <w:fldChar w:fldCharType="end"/>
        </w:r>
      </w:hyperlink>
    </w:p>
    <w:p w14:paraId="073EDC0F" w14:textId="77777777" w:rsidR="00A476DA" w:rsidRDefault="00D11D0D" w:rsidP="004A3965">
      <w:pPr>
        <w:pStyle w:val="Paragraph"/>
        <w:ind w:right="1718"/>
      </w:pPr>
      <w:r w:rsidRPr="00085FA6">
        <w:fldChar w:fldCharType="end"/>
      </w:r>
    </w:p>
    <w:tbl>
      <w:tblPr>
        <w:tblW w:w="9286" w:type="dxa"/>
        <w:tblLook w:val="04A0" w:firstRow="1" w:lastRow="0" w:firstColumn="1" w:lastColumn="0" w:noHBand="0" w:noVBand="1"/>
      </w:tblPr>
      <w:tblGrid>
        <w:gridCol w:w="1526"/>
        <w:gridCol w:w="7760"/>
      </w:tblGrid>
      <w:tr w:rsidR="00000F29" w:rsidRPr="0003139F" w14:paraId="6C20265A" w14:textId="77777777" w:rsidTr="00B13E97">
        <w:tc>
          <w:tcPr>
            <w:tcW w:w="1526" w:type="dxa"/>
          </w:tcPr>
          <w:p w14:paraId="118CEAFE" w14:textId="77777777" w:rsidR="00000F29" w:rsidRPr="00CF0FDD" w:rsidRDefault="00000F29" w:rsidP="004A3965">
            <w:pPr>
              <w:pStyle w:val="Paragraph"/>
              <w:tabs>
                <w:tab w:val="clear" w:pos="851"/>
              </w:tabs>
              <w:rPr>
                <w:b/>
              </w:rPr>
            </w:pPr>
            <w:r w:rsidRPr="00CF0FDD">
              <w:rPr>
                <w:b/>
              </w:rPr>
              <w:t>APPENDICE A:</w:t>
            </w:r>
          </w:p>
        </w:tc>
        <w:tc>
          <w:tcPr>
            <w:tcW w:w="7760" w:type="dxa"/>
          </w:tcPr>
          <w:p w14:paraId="661FC6F2" w14:textId="77777777" w:rsidR="00000F29" w:rsidRPr="00CF0FDD" w:rsidRDefault="00AF5701" w:rsidP="00707F6B">
            <w:pPr>
              <w:pStyle w:val="Paragraph"/>
              <w:tabs>
                <w:tab w:val="clear" w:pos="851"/>
              </w:tabs>
              <w:rPr>
                <w:b/>
              </w:rPr>
            </w:pPr>
            <w:r w:rsidRPr="00AF5701">
              <w:rPr>
                <w:b/>
              </w:rPr>
              <w:t>PAVIMENTAZIONI STRADALI</w:t>
            </w:r>
          </w:p>
        </w:tc>
      </w:tr>
      <w:tr w:rsidR="00AF5701" w:rsidRPr="0003139F" w14:paraId="4AE55639" w14:textId="77777777" w:rsidTr="00B13E97">
        <w:tc>
          <w:tcPr>
            <w:tcW w:w="1526" w:type="dxa"/>
          </w:tcPr>
          <w:p w14:paraId="286C2EE0" w14:textId="77777777" w:rsidR="00AF5701" w:rsidRPr="00CF0FDD" w:rsidRDefault="00AF5701" w:rsidP="00AF5701">
            <w:pPr>
              <w:pStyle w:val="Paragraph"/>
              <w:tabs>
                <w:tab w:val="clear" w:pos="851"/>
              </w:tabs>
              <w:rPr>
                <w:b/>
              </w:rPr>
            </w:pPr>
            <w:r w:rsidRPr="00CF0FDD">
              <w:rPr>
                <w:b/>
              </w:rPr>
              <w:t xml:space="preserve">APPENDICE </w:t>
            </w:r>
            <w:r>
              <w:rPr>
                <w:b/>
              </w:rPr>
              <w:t>B</w:t>
            </w:r>
            <w:r w:rsidRPr="00CF0FDD">
              <w:rPr>
                <w:b/>
              </w:rPr>
              <w:t>:</w:t>
            </w:r>
          </w:p>
        </w:tc>
        <w:tc>
          <w:tcPr>
            <w:tcW w:w="7760" w:type="dxa"/>
          </w:tcPr>
          <w:p w14:paraId="594F1BAB" w14:textId="77777777" w:rsidR="00AF5701" w:rsidRPr="00CF0FDD" w:rsidRDefault="00AF5701" w:rsidP="00AF5701">
            <w:pPr>
              <w:pStyle w:val="Paragraph"/>
              <w:tabs>
                <w:tab w:val="clear" w:pos="851"/>
              </w:tabs>
              <w:rPr>
                <w:b/>
              </w:rPr>
            </w:pPr>
            <w:r w:rsidRPr="00AF5701">
              <w:rPr>
                <w:b/>
              </w:rPr>
              <w:t>BARRIERE DI SICUREZZA</w:t>
            </w:r>
          </w:p>
        </w:tc>
      </w:tr>
      <w:tr w:rsidR="00AF5701" w:rsidRPr="0003139F" w14:paraId="602D4C4B" w14:textId="77777777" w:rsidTr="00B13E97">
        <w:tc>
          <w:tcPr>
            <w:tcW w:w="1526" w:type="dxa"/>
          </w:tcPr>
          <w:p w14:paraId="5B29A026" w14:textId="77777777" w:rsidR="00AF5701" w:rsidRPr="00CF0FDD" w:rsidRDefault="00AF5701" w:rsidP="00AF5701">
            <w:pPr>
              <w:pStyle w:val="Paragraph"/>
              <w:tabs>
                <w:tab w:val="clear" w:pos="851"/>
              </w:tabs>
              <w:rPr>
                <w:b/>
              </w:rPr>
            </w:pPr>
            <w:r w:rsidRPr="00CF0FDD">
              <w:rPr>
                <w:b/>
              </w:rPr>
              <w:t xml:space="preserve">APPENDICE </w:t>
            </w:r>
            <w:r>
              <w:rPr>
                <w:b/>
              </w:rPr>
              <w:t>C</w:t>
            </w:r>
            <w:r w:rsidRPr="00CF0FDD">
              <w:rPr>
                <w:b/>
              </w:rPr>
              <w:t>:</w:t>
            </w:r>
          </w:p>
        </w:tc>
        <w:tc>
          <w:tcPr>
            <w:tcW w:w="7760" w:type="dxa"/>
          </w:tcPr>
          <w:p w14:paraId="66F1AAAB" w14:textId="77777777" w:rsidR="00AF5701" w:rsidRPr="00CF0FDD" w:rsidRDefault="00AF5701" w:rsidP="00AF5701">
            <w:pPr>
              <w:pStyle w:val="Paragraph"/>
              <w:tabs>
                <w:tab w:val="clear" w:pos="851"/>
              </w:tabs>
              <w:rPr>
                <w:b/>
              </w:rPr>
            </w:pPr>
            <w:r w:rsidRPr="00AF5701">
              <w:rPr>
                <w:b/>
              </w:rPr>
              <w:t>SEGNALETICA STRADALE</w:t>
            </w:r>
          </w:p>
        </w:tc>
      </w:tr>
      <w:tr w:rsidR="00AF5701" w:rsidRPr="0003139F" w14:paraId="50A5E39B" w14:textId="77777777" w:rsidTr="00B13E97">
        <w:tc>
          <w:tcPr>
            <w:tcW w:w="1526" w:type="dxa"/>
          </w:tcPr>
          <w:p w14:paraId="44D4C1D9" w14:textId="77777777" w:rsidR="00AF5701" w:rsidRPr="00CF0FDD" w:rsidRDefault="00AF5701" w:rsidP="00AF5701">
            <w:pPr>
              <w:pStyle w:val="Paragraph"/>
              <w:tabs>
                <w:tab w:val="clear" w:pos="851"/>
              </w:tabs>
              <w:rPr>
                <w:b/>
              </w:rPr>
            </w:pPr>
            <w:r w:rsidRPr="00CF0FDD">
              <w:rPr>
                <w:b/>
              </w:rPr>
              <w:t xml:space="preserve">APPENDICE </w:t>
            </w:r>
            <w:r>
              <w:rPr>
                <w:b/>
              </w:rPr>
              <w:t>D</w:t>
            </w:r>
            <w:r w:rsidRPr="00CF0FDD">
              <w:rPr>
                <w:b/>
              </w:rPr>
              <w:t>:</w:t>
            </w:r>
          </w:p>
        </w:tc>
        <w:tc>
          <w:tcPr>
            <w:tcW w:w="7760" w:type="dxa"/>
          </w:tcPr>
          <w:p w14:paraId="311D6B30" w14:textId="77777777" w:rsidR="00AF5701" w:rsidRPr="00CF0FDD" w:rsidRDefault="00AF5701" w:rsidP="00AF5701">
            <w:pPr>
              <w:pStyle w:val="Paragraph"/>
              <w:tabs>
                <w:tab w:val="clear" w:pos="851"/>
              </w:tabs>
              <w:rPr>
                <w:b/>
              </w:rPr>
            </w:pPr>
            <w:r w:rsidRPr="00AF5701">
              <w:rPr>
                <w:b/>
              </w:rPr>
              <w:t>CORDOLI IN CALCESTRUZZO ARMATO</w:t>
            </w:r>
          </w:p>
        </w:tc>
      </w:tr>
      <w:tr w:rsidR="00AF5701" w:rsidRPr="0003139F" w14:paraId="4F6F64F1" w14:textId="77777777" w:rsidTr="00B13E97">
        <w:tc>
          <w:tcPr>
            <w:tcW w:w="1526" w:type="dxa"/>
          </w:tcPr>
          <w:p w14:paraId="0719A2FB" w14:textId="77777777" w:rsidR="00AF5701" w:rsidRPr="00CF0FDD" w:rsidRDefault="00AF5701" w:rsidP="00AF5701">
            <w:pPr>
              <w:pStyle w:val="Paragraph"/>
              <w:tabs>
                <w:tab w:val="clear" w:pos="851"/>
              </w:tabs>
              <w:rPr>
                <w:b/>
              </w:rPr>
            </w:pPr>
          </w:p>
        </w:tc>
        <w:tc>
          <w:tcPr>
            <w:tcW w:w="7760" w:type="dxa"/>
          </w:tcPr>
          <w:p w14:paraId="7D8E1959" w14:textId="77777777" w:rsidR="00AF5701" w:rsidRPr="00CF0FDD" w:rsidRDefault="00AF5701" w:rsidP="00AF5701">
            <w:pPr>
              <w:pStyle w:val="Paragraph"/>
              <w:tabs>
                <w:tab w:val="clear" w:pos="851"/>
              </w:tabs>
              <w:rPr>
                <w:b/>
              </w:rPr>
            </w:pPr>
          </w:p>
        </w:tc>
      </w:tr>
    </w:tbl>
    <w:p w14:paraId="7F8043E5" w14:textId="77777777" w:rsidR="001861F2" w:rsidRDefault="00025653" w:rsidP="00AF5701">
      <w:pPr>
        <w:pStyle w:val="StyleHeading1list"/>
      </w:pPr>
      <w:r w:rsidRPr="004A3965">
        <w:br w:type="page"/>
      </w:r>
      <w:bookmarkStart w:id="1" w:name="_Toc411776110"/>
      <w:bookmarkStart w:id="2" w:name="_Toc411776157"/>
      <w:bookmarkStart w:id="3" w:name="_Toc508784111"/>
    </w:p>
    <w:p w14:paraId="76B999EE" w14:textId="77777777" w:rsidR="003479CE" w:rsidRDefault="003479CE" w:rsidP="003479CE">
      <w:pPr>
        <w:pStyle w:val="Heading1"/>
        <w:tabs>
          <w:tab w:val="clear" w:pos="567"/>
        </w:tabs>
        <w:ind w:left="851" w:hanging="851"/>
      </w:pPr>
      <w:bookmarkStart w:id="4" w:name="_Toc24375269"/>
      <w:r>
        <w:t>CONDIZIONI GENERALI MATERIALI</w:t>
      </w:r>
      <w:bookmarkEnd w:id="4"/>
    </w:p>
    <w:p w14:paraId="49533579" w14:textId="77777777" w:rsidR="003479CE" w:rsidRDefault="003479CE" w:rsidP="003479CE">
      <w:pPr>
        <w:pStyle w:val="Heading2"/>
      </w:pPr>
      <w:bookmarkStart w:id="5" w:name="_Toc24375270"/>
      <w:r>
        <w:t>QUALITA’, PROVENIENZA E IMPIEGO DEI MATERIALI</w:t>
      </w:r>
      <w:bookmarkEnd w:id="5"/>
    </w:p>
    <w:p w14:paraId="18374018" w14:textId="77777777" w:rsidR="003479CE" w:rsidRDefault="003479CE" w:rsidP="003479CE">
      <w:pPr>
        <w:pStyle w:val="Paragraph"/>
      </w:pPr>
      <w:r w:rsidRPr="003479CE">
        <w:t>I materiali (intesi come materiali, prodotti, composti, forniture, componenti, ecc.) devono corrispondere alle prescrizioni del presente Capitolato Speciale ed essere della migliore qualità: possono essere messi in opera solamente dopo l'accettazione del Direttore Lavori.</w:t>
      </w:r>
    </w:p>
    <w:p w14:paraId="1AA2AA18" w14:textId="77777777" w:rsidR="00C75238" w:rsidRDefault="00C75238" w:rsidP="00C75238">
      <w:pPr>
        <w:pStyle w:val="Heading3"/>
      </w:pPr>
      <w:bookmarkStart w:id="6" w:name="_Toc24375271"/>
      <w:r>
        <w:t>ACCETTAZIONE DEI MATERIALI</w:t>
      </w:r>
      <w:bookmarkEnd w:id="6"/>
    </w:p>
    <w:p w14:paraId="6D64183C" w14:textId="77777777" w:rsidR="00C75238" w:rsidRDefault="00C75238" w:rsidP="00C75238">
      <w:pPr>
        <w:pStyle w:val="Paragraph"/>
      </w:pPr>
      <w:r>
        <w:t>I materiali da impiegare nei lavori dovranno essere:</w:t>
      </w:r>
    </w:p>
    <w:p w14:paraId="34029482" w14:textId="77777777" w:rsidR="00C75238" w:rsidRDefault="00C75238" w:rsidP="005F3643">
      <w:pPr>
        <w:pStyle w:val="Itema"/>
      </w:pPr>
      <w:r>
        <w:t>prequalificati corredandoli di tutti i certificati di prove sperimentali o di dichiarazioni a cura del Produttore necessari ad attestare, prima dell’impiego, la loro conformità in termini di caratteristiche meccanico-fisico-chimiche alle prescrizioni del presente Capitolato Speciale;</w:t>
      </w:r>
    </w:p>
    <w:p w14:paraId="6208097B" w14:textId="77777777" w:rsidR="00C75238" w:rsidRDefault="00C75238" w:rsidP="005F3643">
      <w:pPr>
        <w:pStyle w:val="Itema"/>
      </w:pPr>
      <w:r>
        <w:t>identificati riportando le loro caratteristiche nel Documento di Trasporto con cui il materiale viene consegnato in cantiere o a piè d’opera. L’Appaltatore dovrà consegnare alla Direzione Lavori una copia del DdT (Documento di Trasporto) e dell’eventuale documentazione allegata;</w:t>
      </w:r>
    </w:p>
    <w:p w14:paraId="69608DBF" w14:textId="77777777" w:rsidR="00C75238" w:rsidRDefault="00C75238" w:rsidP="005F3643">
      <w:pPr>
        <w:pStyle w:val="Itema"/>
      </w:pPr>
      <w:r>
        <w:t>certificati mediante la documentazione di attestazione rilasciata da un Ente terzo indipendente (Marcatura CE) ovvero, ove previsto, autocertificati dal Produttore. L’Appaltatore dovrà consegnare alla Direzione Lavori una copia dei certificati;</w:t>
      </w:r>
    </w:p>
    <w:p w14:paraId="382ABEF7" w14:textId="77777777" w:rsidR="00C75238" w:rsidRDefault="00C75238" w:rsidP="005F3643">
      <w:pPr>
        <w:pStyle w:val="Itema"/>
      </w:pPr>
      <w:r>
        <w:t>accettati dal Direttore Lavori medianti controllo delle certificazioni cui ai punti precedenti e mediante prove sperimentali di accettazione;</w:t>
      </w:r>
    </w:p>
    <w:p w14:paraId="5AECD6C1" w14:textId="77777777" w:rsidR="00C75238" w:rsidRDefault="00C75238" w:rsidP="005F3643">
      <w:pPr>
        <w:pStyle w:val="Itema"/>
      </w:pPr>
      <w:r>
        <w:t>ulteriormente verificati nel caso in cui il Direttore Lavori ravvisi difformità nella fornitura dei materiali, nelle lavorazioni o nell’opera ultimata rispetto a quanto richiesto dal presente Capitolato Speciale.</w:t>
      </w:r>
    </w:p>
    <w:p w14:paraId="4AF79FD3" w14:textId="77777777" w:rsidR="00C75238" w:rsidRDefault="00C75238" w:rsidP="00C75238">
      <w:pPr>
        <w:pStyle w:val="Paragraph"/>
      </w:pPr>
      <w:r>
        <w:t>Tutti gli oneri per prelievi, prove di laboratorio e certificati relativi ai punti a), b), c), d) ed e) rimangono ad esclusivo carico dell’Appaltatore mentre le prove di laboratorio e le certificazioni relative al punto d) sono a carico della Committente, permanendo – anche per quest’ultime - a carico dell’Appaltatore l’onere dei prelievi, dell’eventuale conservazione dei campioni e delle prove che diano esito negativo.</w:t>
      </w:r>
    </w:p>
    <w:p w14:paraId="18BB4935" w14:textId="77777777" w:rsidR="00C75238" w:rsidRDefault="00C75238" w:rsidP="00C75238">
      <w:pPr>
        <w:pStyle w:val="Paragraph"/>
      </w:pPr>
      <w:r>
        <w:t>Nel caso il materiale risulti non conforme agli standard ed ai controlli previsti ai punti a), b), c) o d), lo stesso non sarà ritenuto idoneo all'impiego e dovrà essere immediatamente allontanato dal cantiere, sostituendolo con altra fornitura che corrisponda alle caratteristiche volute. Le opere già costruite utilizzando materiale non conforme dovranno essere demolite a totale cura e spese dell'Appaltatore.</w:t>
      </w:r>
    </w:p>
    <w:p w14:paraId="63F42AC7" w14:textId="77777777" w:rsidR="00C75238" w:rsidRDefault="00C75238" w:rsidP="00C75238">
      <w:pPr>
        <w:pStyle w:val="Paragraph"/>
      </w:pPr>
      <w:r>
        <w:t>Nonostante l'accettazione dei materiali da parte della Direzione Lavori, l'Appaltatore resta totalmente responsabile della riuscita delle opere anche per quanto può dipendere dai materiali stessi.</w:t>
      </w:r>
    </w:p>
    <w:p w14:paraId="2919FACC" w14:textId="77777777" w:rsidR="003479CE" w:rsidRDefault="003479CE" w:rsidP="003479CE">
      <w:pPr>
        <w:pStyle w:val="Heading3"/>
      </w:pPr>
      <w:bookmarkStart w:id="7" w:name="_Toc24375272"/>
      <w:r>
        <w:t>CONFORMITA’ E NON CONFORMITA’ AL CAPITOLATO SPECIALE</w:t>
      </w:r>
      <w:bookmarkEnd w:id="7"/>
    </w:p>
    <w:p w14:paraId="64B72A2A" w14:textId="77777777" w:rsidR="003479CE" w:rsidRDefault="003479CE" w:rsidP="003479CE">
      <w:pPr>
        <w:pStyle w:val="Paragraph"/>
      </w:pPr>
      <w:r>
        <w:t>Il presente Capitolato Speciale determina le caratteristiche dei materiali e le modalità esecutive ritenute idonee per eseguire le lavorazioni in modo conforme alle aspettative di qualità della Committente.</w:t>
      </w:r>
    </w:p>
    <w:p w14:paraId="61D98717" w14:textId="77777777" w:rsidR="003479CE" w:rsidRDefault="003479CE" w:rsidP="003479CE">
      <w:pPr>
        <w:pStyle w:val="Paragraph"/>
      </w:pPr>
      <w:r>
        <w:t>Il Personale della Direzione Lavori è preposto a rilevare, utilizzando un apposito modulo di “Non Conformità”, gli scostamenti riscontrati nei materiali utilizzati, nelle forniture, nelle caratteristiche di una parte dell’opera o nelle sue modalità esecutive, rispetto alle prescrizioni del Progetto e del Capitolato Speciale.</w:t>
      </w:r>
    </w:p>
    <w:p w14:paraId="71206487" w14:textId="77777777" w:rsidR="003479CE" w:rsidRDefault="003479CE" w:rsidP="003479CE">
      <w:pPr>
        <w:pStyle w:val="Paragraph"/>
      </w:pPr>
      <w:r>
        <w:t>Le lavorazioni oggetto di procedura di “Non Conformità” non verranno contabilizzate fino a quando il Direttore dei Lavori dichiarerà la chiusura della procedura, attestando l’intervenuta risoluzione della non conformità. Le “Non Conformità” che non troveranno risoluzione causeranno la demolizione dell’opera non conforme.</w:t>
      </w:r>
    </w:p>
    <w:p w14:paraId="02BD93D2" w14:textId="77777777" w:rsidR="003479CE" w:rsidRDefault="003479CE" w:rsidP="003479CE">
      <w:pPr>
        <w:pStyle w:val="Heading3"/>
      </w:pPr>
      <w:bookmarkStart w:id="8" w:name="_Toc24375273"/>
      <w:r>
        <w:t>IMPIEGO DEI MATERIALI</w:t>
      </w:r>
      <w:bookmarkEnd w:id="8"/>
    </w:p>
    <w:p w14:paraId="3DDC8DAC" w14:textId="77777777" w:rsidR="003479CE" w:rsidRDefault="003479CE" w:rsidP="003479CE">
      <w:pPr>
        <w:pStyle w:val="Paragraph"/>
      </w:pPr>
      <w:r>
        <w:t>L'Appaltatore che nel proprio interesse o di sua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stabilite.</w:t>
      </w:r>
    </w:p>
    <w:p w14:paraId="5133C3AC" w14:textId="77777777" w:rsidR="003479CE" w:rsidRDefault="003479CE" w:rsidP="003479CE">
      <w:pPr>
        <w:pStyle w:val="Paragraph"/>
      </w:pPr>
      <w:r>
        <w:t>Nel caso sia stato autorizzato per ragioni di necessità o convenienza da parte del Direttore dei Lavori l'impiego di materiali o componenti aventi qualche carenza nelle dimensioni, nella consistenza o nella qualità , ovvero sia stata autorizzata una lavorazione di minor pregio, viene applicata una adeguata riduzione del prezzo in sede di contabilizzazione, sempre che l'opera sia accettabile senza pregiudizio e salve le determinazioni definitive dell'organo di collaudo.</w:t>
      </w:r>
    </w:p>
    <w:p w14:paraId="49E67334" w14:textId="77777777" w:rsidR="003479CE" w:rsidRDefault="003479CE" w:rsidP="00415B59">
      <w:pPr>
        <w:pStyle w:val="Heading3"/>
        <w:spacing w:before="160"/>
      </w:pPr>
      <w:bookmarkStart w:id="9" w:name="_Toc24375274"/>
      <w:r>
        <w:t>PROVVISTA DEI MATERIALI</w:t>
      </w:r>
      <w:bookmarkEnd w:id="9"/>
    </w:p>
    <w:p w14:paraId="28DE63F0" w14:textId="77777777" w:rsidR="003479CE" w:rsidRDefault="003479CE" w:rsidP="003479CE">
      <w:pPr>
        <w:pStyle w:val="Paragraph"/>
      </w:pPr>
      <w:r>
        <w:t>Se gli atti contrattuali non contengono specifica indicazione, l'Appaltatore è libero di scegliere il luogo ove rifornirsi dei materiali necessari alla realizzazione del lavoro, purchè essi abbiano le caratteristiche prescritte dai documenti tecnici allegati al contratto. Le eventuali modifiche di tale scelta non comportano diritto al riconoscimento di maggiori oneri, nè all'incremento dei prezzi pattuiti.</w:t>
      </w:r>
    </w:p>
    <w:p w14:paraId="76ACC40D" w14:textId="77777777" w:rsidR="003479CE" w:rsidRDefault="003479CE" w:rsidP="003479CE">
      <w:pPr>
        <w:pStyle w:val="Paragraph"/>
      </w:pPr>
      <w:r>
        <w:t>Nel prezzo dei materiali sono compresi tutti gli oneri derivanti all'Appaltatore dalla loro fornitura a piè d'opera, compresa ogni spesa per eventuali aperture di cave, estrazioni, trasporto da qualsiasi distanza e con qualsiasi mezzo, occupazioni temporanee, ripristino dei luoghi, indennizzi ed indennità a Terzi.</w:t>
      </w:r>
    </w:p>
    <w:p w14:paraId="5CEA2D11" w14:textId="77777777" w:rsidR="003479CE" w:rsidRDefault="003479CE" w:rsidP="00415B59">
      <w:pPr>
        <w:pStyle w:val="Heading3"/>
        <w:spacing w:before="160"/>
      </w:pPr>
      <w:bookmarkStart w:id="10" w:name="_Toc24375275"/>
      <w:r>
        <w:t>SOSTITUZIONE DEI LUOGHI DI PROVENIENZA DEI MATERIALI PREVISTI IN CONTRATTO</w:t>
      </w:r>
      <w:bookmarkEnd w:id="10"/>
    </w:p>
    <w:p w14:paraId="1ECFD93E" w14:textId="77777777" w:rsidR="003479CE" w:rsidRDefault="003479CE" w:rsidP="003479CE">
      <w:pPr>
        <w:pStyle w:val="Paragraph"/>
      </w:pPr>
      <w:r>
        <w:t>Qualora gli atti contrattuali prevedano il luogo di provenienza dei materiali, il Direttore dei Lavori può prescriverne uno diverso, ove ricorrano ragioni di necessità o convenienza.</w:t>
      </w:r>
    </w:p>
    <w:p w14:paraId="26CDE0DD" w14:textId="77777777" w:rsidR="003479CE" w:rsidRPr="003479CE" w:rsidRDefault="003479CE" w:rsidP="003479CE">
      <w:pPr>
        <w:pStyle w:val="Paragraph"/>
      </w:pPr>
      <w:r>
        <w:t>Qualora i luoghi di provenienza dei materiali siano indicati negli atti contrattuali, l'Appaltatore non può cambiarli senza l'autorizzazione scritta del Direttore dei Lavori, che riporti l'espressa approvazione del responsabile unico del procedimento.</w:t>
      </w:r>
    </w:p>
    <w:p w14:paraId="433840BF" w14:textId="77777777" w:rsidR="003479CE" w:rsidRPr="003479CE" w:rsidRDefault="003479CE" w:rsidP="00415B59">
      <w:pPr>
        <w:pStyle w:val="Heading3"/>
        <w:spacing w:before="160"/>
      </w:pPr>
      <w:bookmarkStart w:id="11" w:name="_Toc24375276"/>
      <w:r>
        <w:t>DIFETTI DI COSTRUZIONE</w:t>
      </w:r>
      <w:bookmarkEnd w:id="11"/>
    </w:p>
    <w:p w14:paraId="6018BDA5" w14:textId="77777777" w:rsidR="003479CE" w:rsidRDefault="003479CE" w:rsidP="003479CE">
      <w:pPr>
        <w:pStyle w:val="Paragraph"/>
      </w:pPr>
      <w:r>
        <w:t>L'Appaltatore deve demolire e rifare a sue spese le lavorazioni che il Direttore Lavori accerta eseguite senza la necessaria diligenza o con materiali diversi da quelli prescritti contrattualmente o che, dopo la loro accettazione e messa in opera, abbiano rivelato difetti o inadeguatezze.</w:t>
      </w:r>
    </w:p>
    <w:p w14:paraId="3030501D" w14:textId="77777777" w:rsidR="003479CE" w:rsidRDefault="003479CE" w:rsidP="003479CE">
      <w:pPr>
        <w:pStyle w:val="Paragraph"/>
      </w:pPr>
      <w:r>
        <w:t>Qualora il Direttore Lavori presuma che esistano difetti di costruzione, può ordinare che le necessarie verifiche siano disposte in contraddittorio con l'Appaltatore che dovrà farsi carico di tutte le attività necessarie a consentire l’espletamento delle verifiche. Quando i vizi di costruzione siano accertati, le spese delle verifiche sono a carico dell'Appaltatore, in caso contrario l'Appaltatore ha diritto al rimborso di tali spese e di quelle sostenute per il ripristino della situazione originaria, con esclusione di qualsiasi altro indennizzo o compenso.</w:t>
      </w:r>
    </w:p>
    <w:p w14:paraId="487E34F6" w14:textId="77777777" w:rsidR="003479CE" w:rsidRDefault="003479CE" w:rsidP="00415B59">
      <w:pPr>
        <w:pStyle w:val="Heading2"/>
        <w:spacing w:before="160" w:after="0"/>
        <w:ind w:left="851" w:hanging="851"/>
      </w:pPr>
      <w:bookmarkStart w:id="12" w:name="_Toc24375277"/>
      <w:r>
        <w:t>DICHIARAZIONE DI CONFORMITA’ E MARCATURA CE</w:t>
      </w:r>
      <w:bookmarkEnd w:id="12"/>
    </w:p>
    <w:p w14:paraId="2CC2A5B3" w14:textId="77777777" w:rsidR="003479CE" w:rsidRPr="003479CE" w:rsidRDefault="003479CE" w:rsidP="003479CE">
      <w:pPr>
        <w:pStyle w:val="Paragraph"/>
      </w:pPr>
      <w:r w:rsidRPr="003479CE">
        <w:t>I prodotti che riportano la marcatura CE – che ne attesta l’idoneità per un dato impiego previsto, secondo un insieme di prestazioni minime che si rifanno ai requisiti essenziali del Regolamento UE n°305/2011 - beneficiano di presunzione di rispondenza alle caratteristiche dichiarate.</w:t>
      </w:r>
    </w:p>
    <w:p w14:paraId="425B7FD2" w14:textId="77777777" w:rsidR="008B18A2" w:rsidRDefault="003479CE" w:rsidP="00415B59">
      <w:pPr>
        <w:pStyle w:val="Heading3"/>
        <w:spacing w:before="160"/>
      </w:pPr>
      <w:bookmarkStart w:id="13" w:name="_Toc24375278"/>
      <w:bookmarkEnd w:id="1"/>
      <w:bookmarkEnd w:id="2"/>
      <w:bookmarkEnd w:id="3"/>
      <w:r>
        <w:t>MARCATURA CE – MATERIALI</w:t>
      </w:r>
      <w:bookmarkEnd w:id="13"/>
    </w:p>
    <w:p w14:paraId="4B43732E" w14:textId="77777777" w:rsidR="003479CE" w:rsidRDefault="003479CE" w:rsidP="003479CE">
      <w:pPr>
        <w:pStyle w:val="Paragraph"/>
      </w:pPr>
      <w:r>
        <w:t>Tutti i materiali forniti dall’Appaltatore da impiegare nei lavori dovranno presentare – ove previsto dalla Normativa italiana vigente alla data dell’offerta - la Marcatura CE, a garanzia della conformità del prodotto a tutte le direttive e norme ad esso applicabili.</w:t>
      </w:r>
    </w:p>
    <w:p w14:paraId="75A68805" w14:textId="77777777" w:rsidR="003479CE" w:rsidRDefault="003479CE" w:rsidP="003479CE">
      <w:pPr>
        <w:pStyle w:val="Paragraph"/>
      </w:pPr>
      <w:r>
        <w:t>Materiali non rispondenti a tale requisito, non saranno ritenuti idonei all'impiego e dovranno essere immediatamente allontanati dal cantiere, sostituendoli con altri che corrispondano alle caratteristiche volute. L’utilizzo di un prodotto sprovvisto di Marcatura CE dovrà essere preventivamente autorizzato dal Direttore Lavori previa motivata richiesta scritta dell’Appaltatore.</w:t>
      </w:r>
    </w:p>
    <w:p w14:paraId="10BD1FA1" w14:textId="77777777" w:rsidR="003479CE" w:rsidRDefault="003479CE" w:rsidP="00415B59">
      <w:pPr>
        <w:pStyle w:val="Heading3"/>
        <w:spacing w:before="160"/>
      </w:pPr>
      <w:bookmarkStart w:id="14" w:name="_Toc24375279"/>
      <w:r>
        <w:t>MARCATURA CE – MACCHINARI</w:t>
      </w:r>
      <w:bookmarkEnd w:id="14"/>
    </w:p>
    <w:p w14:paraId="4273280C" w14:textId="77777777" w:rsidR="003479CE" w:rsidRDefault="003479CE" w:rsidP="003479CE">
      <w:pPr>
        <w:pStyle w:val="Paragraph"/>
      </w:pPr>
      <w:r>
        <w:t>Tutti i macchinari, impianti, equipaggiamenti, dispositivi, strumenti e attrezzature da impiegare nei lavori dovranno presentare la Marcatura CE, a garanzia della conformità del prodotto a tutte le direttive e norme ad esso applicabili.</w:t>
      </w:r>
    </w:p>
    <w:p w14:paraId="56D435EA" w14:textId="77777777" w:rsidR="00415B59" w:rsidRDefault="003479CE" w:rsidP="00E60C38">
      <w:pPr>
        <w:pStyle w:val="Paragraph"/>
      </w:pPr>
      <w:r>
        <w:t>Macchinari sprovvisti della Marcatura CE o immessi sul mercato prima dell’entrata in vigore della Marcatura CE non saranno ritenuti idonei all'impiego e dovranno essere immediatamente allontanati dal cantiere, sostituendoli con altri che corrispondano alle caratteristiche volute. L’utilizzo di un prodotto sprovvisto di Marcatura CE dovrà essere preventivamente autorizzato dal Direttore Lavori previa motivata richiesta scritta dell’Appaltatore.</w:t>
      </w:r>
    </w:p>
    <w:p w14:paraId="26253EE1" w14:textId="77777777" w:rsidR="00A23AD0" w:rsidRDefault="003E42C5" w:rsidP="00E60C38">
      <w:pPr>
        <w:pStyle w:val="Paragraph"/>
        <w:rPr>
          <w:lang w:val="en-US"/>
        </w:rPr>
      </w:pPr>
      <w:r w:rsidRPr="00415B59">
        <w:rPr>
          <w:lang w:val="en-US"/>
        </w:rPr>
        <w:t>PLS/</w:t>
      </w:r>
      <w:r w:rsidR="00E13FDC" w:rsidRPr="00415B59">
        <w:rPr>
          <w:lang w:val="en-US"/>
        </w:rPr>
        <w:t>A</w:t>
      </w:r>
      <w:r w:rsidR="00415B59">
        <w:rPr>
          <w:lang w:val="en-US"/>
        </w:rPr>
        <w:t>LEAL</w:t>
      </w:r>
      <w:r w:rsidR="00E13FDC" w:rsidRPr="00415B59">
        <w:rPr>
          <w:lang w:val="en-US"/>
        </w:rPr>
        <w:t>/</w:t>
      </w:r>
      <w:proofErr w:type="spellStart"/>
      <w:r w:rsidR="00E13FDC" w:rsidRPr="00415B59">
        <w:rPr>
          <w:lang w:val="en-US"/>
        </w:rPr>
        <w:t>FR</w:t>
      </w:r>
      <w:r w:rsidR="00415B59">
        <w:rPr>
          <w:lang w:val="en-US"/>
        </w:rPr>
        <w:t>A</w:t>
      </w:r>
      <w:r w:rsidR="00E13FDC" w:rsidRPr="00415B59">
        <w:rPr>
          <w:lang w:val="en-US"/>
        </w:rPr>
        <w:t>S</w:t>
      </w:r>
      <w:r w:rsidR="00415B59">
        <w:rPr>
          <w:lang w:val="en-US"/>
        </w:rPr>
        <w:t>P</w:t>
      </w:r>
      <w:proofErr w:type="gramStart"/>
      <w:r w:rsidR="00E13FDC" w:rsidRPr="00415B59">
        <w:rPr>
          <w:lang w:val="en-US"/>
        </w:rPr>
        <w:t>:</w:t>
      </w:r>
      <w:r w:rsidR="00415B59" w:rsidRPr="00415B59">
        <w:rPr>
          <w:lang w:val="en-US"/>
        </w:rPr>
        <w:t>aurgl</w:t>
      </w:r>
      <w:proofErr w:type="spellEnd"/>
      <w:proofErr w:type="gramEnd"/>
    </w:p>
    <w:p w14:paraId="7DEA14A7" w14:textId="77777777" w:rsidR="00490BDC" w:rsidRPr="001A5201" w:rsidRDefault="00490BDC" w:rsidP="007D5754">
      <w:pPr>
        <w:pStyle w:val="CaptionRef"/>
        <w:ind w:left="0" w:firstLine="0"/>
        <w:rPr>
          <w:lang w:val="en-US"/>
        </w:rPr>
        <w:sectPr w:rsidR="00490BDC" w:rsidRPr="001A5201" w:rsidSect="003A02B5">
          <w:headerReference w:type="default" r:id="rId18"/>
          <w:footerReference w:type="default" r:id="rId19"/>
          <w:pgSz w:w="11906" w:h="16838" w:code="9"/>
          <w:pgMar w:top="2268" w:right="1416" w:bottom="1985" w:left="1418" w:header="454" w:footer="680" w:gutter="0"/>
          <w:cols w:space="708"/>
          <w:docGrid w:linePitch="360"/>
        </w:sectPr>
      </w:pPr>
    </w:p>
    <w:p w14:paraId="18273F7C" w14:textId="77777777" w:rsidR="005E6C8D" w:rsidRPr="001A5201" w:rsidRDefault="005E6C8D" w:rsidP="005E6C8D">
      <w:pPr>
        <w:spacing w:before="6000"/>
        <w:rPr>
          <w:lang w:val="en-US"/>
        </w:rPr>
      </w:pPr>
    </w:p>
    <w:tbl>
      <w:tblPr>
        <w:tblW w:w="0" w:type="auto"/>
        <w:tblLook w:val="04A0" w:firstRow="1" w:lastRow="0" w:firstColumn="1" w:lastColumn="0" w:noHBand="0" w:noVBand="1"/>
      </w:tblPr>
      <w:tblGrid>
        <w:gridCol w:w="6629"/>
      </w:tblGrid>
      <w:tr w:rsidR="00C277BB" w:rsidRPr="00C277BB" w14:paraId="0C89F975" w14:textId="77777777" w:rsidTr="00124F59">
        <w:trPr>
          <w:trHeight w:val="567"/>
        </w:trPr>
        <w:tc>
          <w:tcPr>
            <w:tcW w:w="6629" w:type="dxa"/>
          </w:tcPr>
          <w:p w14:paraId="34BB326B" w14:textId="77777777" w:rsidR="005E6C8D" w:rsidRPr="0077200C" w:rsidRDefault="00000F29" w:rsidP="005E6C8D">
            <w:pPr>
              <w:rPr>
                <w:b/>
                <w:color w:val="3EB1C8"/>
                <w:sz w:val="40"/>
                <w:szCs w:val="48"/>
              </w:rPr>
            </w:pPr>
            <w:r>
              <w:rPr>
                <w:b/>
                <w:color w:val="3EB1C8"/>
                <w:sz w:val="40"/>
                <w:szCs w:val="48"/>
              </w:rPr>
              <w:t xml:space="preserve">Appendice </w:t>
            </w:r>
            <w:r w:rsidRPr="0077200C">
              <w:rPr>
                <w:b/>
                <w:color w:val="3EB1C8"/>
                <w:sz w:val="40"/>
                <w:szCs w:val="48"/>
              </w:rPr>
              <w:t>A</w:t>
            </w:r>
          </w:p>
        </w:tc>
      </w:tr>
      <w:tr w:rsidR="005E6C8D" w:rsidRPr="00011457" w14:paraId="6EB497DF" w14:textId="77777777" w:rsidTr="00124F59">
        <w:trPr>
          <w:trHeight w:val="567"/>
        </w:trPr>
        <w:tc>
          <w:tcPr>
            <w:tcW w:w="6629" w:type="dxa"/>
            <w:vAlign w:val="center"/>
          </w:tcPr>
          <w:p w14:paraId="2433B507" w14:textId="77777777" w:rsidR="005E6C8D" w:rsidRPr="00997B37" w:rsidRDefault="005A3FA1" w:rsidP="004636AA">
            <w:pPr>
              <w:pStyle w:val="CoverMainHeading"/>
              <w:rPr>
                <w:rFonts w:cs="Arial"/>
                <w:szCs w:val="40"/>
              </w:rPr>
            </w:pPr>
            <w:r>
              <w:rPr>
                <w:rFonts w:cs="Arial"/>
                <w:szCs w:val="40"/>
              </w:rPr>
              <w:t>Pavimentazioni stradali</w:t>
            </w:r>
          </w:p>
        </w:tc>
      </w:tr>
      <w:tr w:rsidR="006337D5" w:rsidRPr="00A22EBC" w14:paraId="426DB387" w14:textId="77777777" w:rsidTr="00124F59">
        <w:trPr>
          <w:trHeight w:val="567"/>
        </w:trPr>
        <w:sdt>
          <w:sdtPr>
            <w:alias w:val="Category"/>
            <w:tag w:val=""/>
            <w:id w:val="-1639796103"/>
            <w:placeholder>
              <w:docPart w:val="73D04B7183254A68BC272A7AC6F31747"/>
            </w:placeholder>
            <w:dataBinding w:prefixMappings="xmlns:ns0='http://purl.org/dc/elements/1.1/' xmlns:ns1='http://schemas.openxmlformats.org/package/2006/metadata/core-properties' " w:xpath="/ns1:coreProperties[1]/ns1:category[1]" w:storeItemID="{6C3C8BC8-F283-45AE-878A-BAB7291924A1}"/>
            <w:text/>
          </w:sdtPr>
          <w:sdtEndPr/>
          <w:sdtContent>
            <w:tc>
              <w:tcPr>
                <w:tcW w:w="6629" w:type="dxa"/>
                <w:vAlign w:val="center"/>
              </w:tcPr>
              <w:p w14:paraId="2133270C" w14:textId="5A3DDA1C" w:rsidR="006337D5" w:rsidRPr="00A22EBC" w:rsidRDefault="00F0227C" w:rsidP="006337D5">
                <w:pPr>
                  <w:pStyle w:val="CoverPageHeader"/>
                  <w:spacing w:before="120" w:after="120"/>
                  <w:jc w:val="left"/>
                  <w:rPr>
                    <w:rFonts w:asciiTheme="minorHAnsi" w:hAnsiTheme="minorHAnsi"/>
                    <w:b w:val="0"/>
                    <w:color w:val="0070C0"/>
                  </w:rPr>
                </w:pPr>
                <w:r>
                  <w:t>Doc. No. P0017232-1-H6 Rev. 0 - Novembre 2019</w:t>
                </w:r>
              </w:p>
            </w:tc>
          </w:sdtContent>
        </w:sdt>
      </w:tr>
    </w:tbl>
    <w:p w14:paraId="058D166B" w14:textId="77777777" w:rsidR="00BF10A4" w:rsidRPr="004A3441" w:rsidRDefault="00C277BB" w:rsidP="00124F59">
      <w:pPr>
        <w:pStyle w:val="Paragraph"/>
      </w:pPr>
      <w:r>
        <w:rPr>
          <w:noProof/>
        </w:rPr>
        <w:drawing>
          <wp:inline distT="0" distB="0" distL="0" distR="0" wp14:anchorId="07F6A7FA" wp14:editId="1C96C869">
            <wp:extent cx="1195200" cy="1061088"/>
            <wp:effectExtent l="0" t="0" r="5080" b="0"/>
            <wp:docPr id="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20" cstate="hqprint">
                      <a:extLst>
                        <a:ext uri="{28A0092B-C50C-407E-A947-70E740481C1C}">
                          <a14:useLocalDpi xmlns:a14="http://schemas.microsoft.com/office/drawing/2010/main"/>
                        </a:ext>
                      </a:extLst>
                    </a:blip>
                    <a:srcRect l="-1" b="-17528"/>
                    <a:stretch/>
                  </pic:blipFill>
                  <pic:spPr bwMode="auto">
                    <a:xfrm>
                      <a:off x="0" y="0"/>
                      <a:ext cx="1195200" cy="1061088"/>
                    </a:xfrm>
                    <a:prstGeom prst="rect">
                      <a:avLst/>
                    </a:prstGeom>
                    <a:noFill/>
                    <a:ln>
                      <a:noFill/>
                    </a:ln>
                    <a:extLst>
                      <a:ext uri="{53640926-AAD7-44D8-BBD7-CCE9431645EC}">
                        <a14:shadowObscured xmlns:a14="http://schemas.microsoft.com/office/drawing/2010/main"/>
                      </a:ext>
                    </a:extLst>
                  </pic:spPr>
                </pic:pic>
              </a:graphicData>
            </a:graphic>
          </wp:inline>
        </w:drawing>
      </w:r>
    </w:p>
    <w:p w14:paraId="10A1A838" w14:textId="77777777" w:rsidR="00BF10A4" w:rsidRDefault="00BF10A4" w:rsidP="005E6C8D"/>
    <w:p w14:paraId="24BF194D" w14:textId="77777777" w:rsidR="001B6D46" w:rsidRDefault="001B6D46" w:rsidP="005E6C8D"/>
    <w:p w14:paraId="523A7836" w14:textId="77777777" w:rsidR="001B6D46" w:rsidRDefault="001B6D46" w:rsidP="005E6C8D"/>
    <w:p w14:paraId="28229645" w14:textId="77777777" w:rsidR="001B6D46" w:rsidRDefault="001B6D46" w:rsidP="005E6C8D"/>
    <w:p w14:paraId="51EBA90F" w14:textId="77777777" w:rsidR="00415B59" w:rsidRDefault="00415B59" w:rsidP="005E6C8D">
      <w:pPr>
        <w:sectPr w:rsidR="00415B59" w:rsidSect="003777C9">
          <w:headerReference w:type="default" r:id="rId21"/>
          <w:footerReference w:type="default" r:id="rId22"/>
          <w:pgSz w:w="11906" w:h="16838" w:code="9"/>
          <w:pgMar w:top="2268" w:right="1418" w:bottom="1985" w:left="1418" w:header="709" w:footer="709" w:gutter="0"/>
          <w:cols w:space="708"/>
          <w:vAlign w:val="bottom"/>
          <w:docGrid w:linePitch="360"/>
        </w:sectPr>
      </w:pPr>
    </w:p>
    <w:tbl>
      <w:tblPr>
        <w:tblW w:w="0" w:type="auto"/>
        <w:tblLook w:val="04A0" w:firstRow="1" w:lastRow="0" w:firstColumn="1" w:lastColumn="0" w:noHBand="0" w:noVBand="1"/>
      </w:tblPr>
      <w:tblGrid>
        <w:gridCol w:w="6629"/>
      </w:tblGrid>
      <w:tr w:rsidR="00AF5701" w:rsidRPr="00C277BB" w14:paraId="15A5E590" w14:textId="77777777" w:rsidTr="00025A91">
        <w:trPr>
          <w:trHeight w:val="567"/>
        </w:trPr>
        <w:tc>
          <w:tcPr>
            <w:tcW w:w="6629" w:type="dxa"/>
          </w:tcPr>
          <w:p w14:paraId="58C1960A" w14:textId="77777777" w:rsidR="00AF5701" w:rsidRPr="0077200C" w:rsidRDefault="00AF5701" w:rsidP="00025A91">
            <w:pPr>
              <w:rPr>
                <w:b/>
                <w:color w:val="3EB1C8"/>
                <w:sz w:val="40"/>
                <w:szCs w:val="48"/>
              </w:rPr>
            </w:pPr>
            <w:r>
              <w:rPr>
                <w:b/>
                <w:color w:val="3EB1C8"/>
                <w:sz w:val="40"/>
                <w:szCs w:val="48"/>
              </w:rPr>
              <w:t>Appendice B</w:t>
            </w:r>
          </w:p>
        </w:tc>
      </w:tr>
      <w:tr w:rsidR="00AF5701" w:rsidRPr="00011457" w14:paraId="611BD352" w14:textId="77777777" w:rsidTr="00025A91">
        <w:trPr>
          <w:trHeight w:val="567"/>
        </w:trPr>
        <w:tc>
          <w:tcPr>
            <w:tcW w:w="6629" w:type="dxa"/>
            <w:vAlign w:val="center"/>
          </w:tcPr>
          <w:p w14:paraId="18647651" w14:textId="77777777" w:rsidR="00AF5701" w:rsidRPr="00997B37" w:rsidRDefault="00AF5701" w:rsidP="00025A91">
            <w:pPr>
              <w:pStyle w:val="CoverMainHeading"/>
              <w:rPr>
                <w:rFonts w:cs="Arial"/>
                <w:szCs w:val="40"/>
              </w:rPr>
            </w:pPr>
            <w:r w:rsidRPr="00AF5701">
              <w:rPr>
                <w:rFonts w:cs="Arial"/>
                <w:szCs w:val="40"/>
              </w:rPr>
              <w:t>Barriere di Sicurezza</w:t>
            </w:r>
          </w:p>
        </w:tc>
      </w:tr>
      <w:tr w:rsidR="00AF5701" w:rsidRPr="00A22EBC" w14:paraId="682910DA" w14:textId="77777777" w:rsidTr="00025A91">
        <w:trPr>
          <w:trHeight w:val="567"/>
        </w:trPr>
        <w:sdt>
          <w:sdtPr>
            <w:alias w:val="Category"/>
            <w:tag w:val=""/>
            <w:id w:val="-1898116431"/>
            <w:placeholder>
              <w:docPart w:val="4B1B8AE7300C4DE9A058E0242FF95DE8"/>
            </w:placeholder>
            <w:dataBinding w:prefixMappings="xmlns:ns0='http://purl.org/dc/elements/1.1/' xmlns:ns1='http://schemas.openxmlformats.org/package/2006/metadata/core-properties' " w:xpath="/ns1:coreProperties[1]/ns1:category[1]" w:storeItemID="{6C3C8BC8-F283-45AE-878A-BAB7291924A1}"/>
            <w:text/>
          </w:sdtPr>
          <w:sdtEndPr/>
          <w:sdtContent>
            <w:tc>
              <w:tcPr>
                <w:tcW w:w="6629" w:type="dxa"/>
                <w:vAlign w:val="center"/>
              </w:tcPr>
              <w:p w14:paraId="0386DF16" w14:textId="7E95BFD3" w:rsidR="00AF5701" w:rsidRPr="00A22EBC" w:rsidRDefault="00F0227C" w:rsidP="00025A91">
                <w:pPr>
                  <w:pStyle w:val="CoverPageHeader"/>
                  <w:spacing w:before="120" w:after="120"/>
                  <w:jc w:val="left"/>
                  <w:rPr>
                    <w:rFonts w:asciiTheme="minorHAnsi" w:hAnsiTheme="minorHAnsi"/>
                    <w:b w:val="0"/>
                    <w:color w:val="0070C0"/>
                  </w:rPr>
                </w:pPr>
                <w:r>
                  <w:t>Doc. No. P0017232-1-H6 Rev. 0 - Novembre 2019</w:t>
                </w:r>
              </w:p>
            </w:tc>
          </w:sdtContent>
        </w:sdt>
      </w:tr>
    </w:tbl>
    <w:p w14:paraId="0A786E70" w14:textId="77777777" w:rsidR="00AF5701" w:rsidRPr="004A3441" w:rsidRDefault="00AF5701" w:rsidP="00AF5701">
      <w:pPr>
        <w:pStyle w:val="Paragraph"/>
      </w:pPr>
      <w:r>
        <w:rPr>
          <w:noProof/>
        </w:rPr>
        <w:drawing>
          <wp:inline distT="0" distB="0" distL="0" distR="0" wp14:anchorId="5F932C86" wp14:editId="2C1FFC5A">
            <wp:extent cx="1195200" cy="1061088"/>
            <wp:effectExtent l="0" t="0" r="5080" b="0"/>
            <wp:docPr id="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20" cstate="hqprint">
                      <a:extLst>
                        <a:ext uri="{28A0092B-C50C-407E-A947-70E740481C1C}">
                          <a14:useLocalDpi xmlns:a14="http://schemas.microsoft.com/office/drawing/2010/main"/>
                        </a:ext>
                      </a:extLst>
                    </a:blip>
                    <a:srcRect l="-1" b="-17528"/>
                    <a:stretch/>
                  </pic:blipFill>
                  <pic:spPr bwMode="auto">
                    <a:xfrm>
                      <a:off x="0" y="0"/>
                      <a:ext cx="1195200" cy="1061088"/>
                    </a:xfrm>
                    <a:prstGeom prst="rect">
                      <a:avLst/>
                    </a:prstGeom>
                    <a:noFill/>
                    <a:ln>
                      <a:noFill/>
                    </a:ln>
                    <a:extLst>
                      <a:ext uri="{53640926-AAD7-44D8-BBD7-CCE9431645EC}">
                        <a14:shadowObscured xmlns:a14="http://schemas.microsoft.com/office/drawing/2010/main"/>
                      </a:ext>
                    </a:extLst>
                  </pic:spPr>
                </pic:pic>
              </a:graphicData>
            </a:graphic>
          </wp:inline>
        </w:drawing>
      </w:r>
    </w:p>
    <w:p w14:paraId="4931801A" w14:textId="77777777" w:rsidR="00415B59" w:rsidRDefault="00415B59" w:rsidP="005E6C8D"/>
    <w:p w14:paraId="0B0C2EE1" w14:textId="77777777" w:rsidR="00AF5701" w:rsidRDefault="00AF5701" w:rsidP="005E6C8D"/>
    <w:p w14:paraId="6D6F2183" w14:textId="77777777" w:rsidR="00AF5701" w:rsidRDefault="00AF5701" w:rsidP="005E6C8D">
      <w:pPr>
        <w:sectPr w:rsidR="00AF5701" w:rsidSect="003777C9">
          <w:headerReference w:type="default" r:id="rId23"/>
          <w:footerReference w:type="default" r:id="rId24"/>
          <w:pgSz w:w="11906" w:h="16838" w:code="9"/>
          <w:pgMar w:top="2268" w:right="1418" w:bottom="1985" w:left="1418" w:header="709" w:footer="709" w:gutter="0"/>
          <w:cols w:space="708"/>
          <w:vAlign w:val="bottom"/>
          <w:docGrid w:linePitch="360"/>
        </w:sectPr>
      </w:pPr>
    </w:p>
    <w:tbl>
      <w:tblPr>
        <w:tblW w:w="0" w:type="auto"/>
        <w:tblLook w:val="04A0" w:firstRow="1" w:lastRow="0" w:firstColumn="1" w:lastColumn="0" w:noHBand="0" w:noVBand="1"/>
      </w:tblPr>
      <w:tblGrid>
        <w:gridCol w:w="6629"/>
      </w:tblGrid>
      <w:tr w:rsidR="00AF5701" w:rsidRPr="00C277BB" w14:paraId="61BDE3C5" w14:textId="77777777" w:rsidTr="00025A91">
        <w:trPr>
          <w:trHeight w:val="567"/>
        </w:trPr>
        <w:tc>
          <w:tcPr>
            <w:tcW w:w="6629" w:type="dxa"/>
          </w:tcPr>
          <w:p w14:paraId="5B658C22" w14:textId="77777777" w:rsidR="00AF5701" w:rsidRPr="0077200C" w:rsidRDefault="00AF5701" w:rsidP="00025A91">
            <w:pPr>
              <w:rPr>
                <w:b/>
                <w:color w:val="3EB1C8"/>
                <w:sz w:val="40"/>
                <w:szCs w:val="48"/>
              </w:rPr>
            </w:pPr>
            <w:r>
              <w:rPr>
                <w:b/>
                <w:color w:val="3EB1C8"/>
                <w:sz w:val="40"/>
                <w:szCs w:val="48"/>
              </w:rPr>
              <w:t>Appendice C</w:t>
            </w:r>
          </w:p>
        </w:tc>
      </w:tr>
      <w:tr w:rsidR="00AF5701" w:rsidRPr="00011457" w14:paraId="0FDBBEDC" w14:textId="77777777" w:rsidTr="00025A91">
        <w:trPr>
          <w:trHeight w:val="567"/>
        </w:trPr>
        <w:tc>
          <w:tcPr>
            <w:tcW w:w="6629" w:type="dxa"/>
            <w:vAlign w:val="center"/>
          </w:tcPr>
          <w:p w14:paraId="4CD7DA3A" w14:textId="77777777" w:rsidR="00AF5701" w:rsidRPr="00997B37" w:rsidRDefault="00AF5701" w:rsidP="00025A91">
            <w:pPr>
              <w:pStyle w:val="CoverMainHeading"/>
              <w:rPr>
                <w:rFonts w:cs="Arial"/>
                <w:szCs w:val="40"/>
              </w:rPr>
            </w:pPr>
            <w:r w:rsidRPr="00AF5701">
              <w:rPr>
                <w:rFonts w:cs="Arial"/>
                <w:szCs w:val="40"/>
              </w:rPr>
              <w:t>Segnaletica Stradale</w:t>
            </w:r>
          </w:p>
        </w:tc>
      </w:tr>
      <w:tr w:rsidR="00AF5701" w:rsidRPr="00A22EBC" w14:paraId="35D1A5F9" w14:textId="77777777" w:rsidTr="00025A91">
        <w:trPr>
          <w:trHeight w:val="567"/>
        </w:trPr>
        <w:sdt>
          <w:sdtPr>
            <w:alias w:val="Category"/>
            <w:tag w:val=""/>
            <w:id w:val="-1983775226"/>
            <w:placeholder>
              <w:docPart w:val="5AB3E9FCC429438DA7CA4FB0880C315C"/>
            </w:placeholder>
            <w:dataBinding w:prefixMappings="xmlns:ns0='http://purl.org/dc/elements/1.1/' xmlns:ns1='http://schemas.openxmlformats.org/package/2006/metadata/core-properties' " w:xpath="/ns1:coreProperties[1]/ns1:category[1]" w:storeItemID="{6C3C8BC8-F283-45AE-878A-BAB7291924A1}"/>
            <w:text/>
          </w:sdtPr>
          <w:sdtEndPr/>
          <w:sdtContent>
            <w:tc>
              <w:tcPr>
                <w:tcW w:w="6629" w:type="dxa"/>
                <w:vAlign w:val="center"/>
              </w:tcPr>
              <w:p w14:paraId="7C35C4F3" w14:textId="0DFC8E42" w:rsidR="00AF5701" w:rsidRPr="00A22EBC" w:rsidRDefault="00F0227C" w:rsidP="00025A91">
                <w:pPr>
                  <w:pStyle w:val="CoverPageHeader"/>
                  <w:spacing w:before="120" w:after="120"/>
                  <w:jc w:val="left"/>
                  <w:rPr>
                    <w:rFonts w:asciiTheme="minorHAnsi" w:hAnsiTheme="minorHAnsi"/>
                    <w:b w:val="0"/>
                    <w:color w:val="0070C0"/>
                  </w:rPr>
                </w:pPr>
                <w:r>
                  <w:t>Doc. No. P0017232-1-H6 Rev. 0 - Novembre 2019</w:t>
                </w:r>
              </w:p>
            </w:tc>
          </w:sdtContent>
        </w:sdt>
      </w:tr>
    </w:tbl>
    <w:p w14:paraId="46D9197F" w14:textId="77777777" w:rsidR="00AF5701" w:rsidRPr="004A3441" w:rsidRDefault="00AF5701" w:rsidP="00AF5701">
      <w:pPr>
        <w:pStyle w:val="Paragraph"/>
      </w:pPr>
      <w:r>
        <w:rPr>
          <w:noProof/>
        </w:rPr>
        <w:drawing>
          <wp:inline distT="0" distB="0" distL="0" distR="0" wp14:anchorId="6220E335" wp14:editId="22B95248">
            <wp:extent cx="1195200" cy="1061088"/>
            <wp:effectExtent l="0" t="0" r="5080" b="0"/>
            <wp:docPr id="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20" cstate="hqprint">
                      <a:extLst>
                        <a:ext uri="{28A0092B-C50C-407E-A947-70E740481C1C}">
                          <a14:useLocalDpi xmlns:a14="http://schemas.microsoft.com/office/drawing/2010/main"/>
                        </a:ext>
                      </a:extLst>
                    </a:blip>
                    <a:srcRect l="-1" b="-17528"/>
                    <a:stretch/>
                  </pic:blipFill>
                  <pic:spPr bwMode="auto">
                    <a:xfrm>
                      <a:off x="0" y="0"/>
                      <a:ext cx="1195200" cy="1061088"/>
                    </a:xfrm>
                    <a:prstGeom prst="rect">
                      <a:avLst/>
                    </a:prstGeom>
                    <a:noFill/>
                    <a:ln>
                      <a:noFill/>
                    </a:ln>
                    <a:extLst>
                      <a:ext uri="{53640926-AAD7-44D8-BBD7-CCE9431645EC}">
                        <a14:shadowObscured xmlns:a14="http://schemas.microsoft.com/office/drawing/2010/main"/>
                      </a:ext>
                    </a:extLst>
                  </pic:spPr>
                </pic:pic>
              </a:graphicData>
            </a:graphic>
          </wp:inline>
        </w:drawing>
      </w:r>
    </w:p>
    <w:p w14:paraId="11B40763" w14:textId="77777777" w:rsidR="00415B59" w:rsidRDefault="00415B59" w:rsidP="005E6C8D"/>
    <w:p w14:paraId="428C2A2C" w14:textId="77777777" w:rsidR="00AF5701" w:rsidRDefault="00AF5701" w:rsidP="005E6C8D"/>
    <w:p w14:paraId="163A9F39" w14:textId="77777777" w:rsidR="00AF5701" w:rsidRDefault="00AF5701" w:rsidP="005E6C8D">
      <w:pPr>
        <w:sectPr w:rsidR="00AF5701" w:rsidSect="003777C9">
          <w:headerReference w:type="default" r:id="rId25"/>
          <w:footerReference w:type="default" r:id="rId26"/>
          <w:pgSz w:w="11906" w:h="16838" w:code="9"/>
          <w:pgMar w:top="2268" w:right="1418" w:bottom="1985" w:left="1418" w:header="709" w:footer="709" w:gutter="0"/>
          <w:cols w:space="708"/>
          <w:vAlign w:val="bottom"/>
          <w:docGrid w:linePitch="360"/>
        </w:sectPr>
      </w:pPr>
    </w:p>
    <w:tbl>
      <w:tblPr>
        <w:tblW w:w="0" w:type="auto"/>
        <w:tblLook w:val="04A0" w:firstRow="1" w:lastRow="0" w:firstColumn="1" w:lastColumn="0" w:noHBand="0" w:noVBand="1"/>
      </w:tblPr>
      <w:tblGrid>
        <w:gridCol w:w="6629"/>
      </w:tblGrid>
      <w:tr w:rsidR="00AF5701" w:rsidRPr="00C277BB" w14:paraId="7477C49B" w14:textId="77777777" w:rsidTr="00025A91">
        <w:trPr>
          <w:trHeight w:val="567"/>
        </w:trPr>
        <w:tc>
          <w:tcPr>
            <w:tcW w:w="6629" w:type="dxa"/>
          </w:tcPr>
          <w:p w14:paraId="61FAFAE3" w14:textId="77777777" w:rsidR="00AF5701" w:rsidRPr="0077200C" w:rsidRDefault="00AF5701" w:rsidP="00025A91">
            <w:pPr>
              <w:rPr>
                <w:b/>
                <w:color w:val="3EB1C8"/>
                <w:sz w:val="40"/>
                <w:szCs w:val="48"/>
              </w:rPr>
            </w:pPr>
            <w:r>
              <w:rPr>
                <w:b/>
                <w:color w:val="3EB1C8"/>
                <w:sz w:val="40"/>
                <w:szCs w:val="48"/>
              </w:rPr>
              <w:t>Appendice D</w:t>
            </w:r>
          </w:p>
        </w:tc>
      </w:tr>
      <w:tr w:rsidR="00AF5701" w:rsidRPr="00011457" w14:paraId="71B3A88F" w14:textId="77777777" w:rsidTr="00025A91">
        <w:trPr>
          <w:trHeight w:val="567"/>
        </w:trPr>
        <w:tc>
          <w:tcPr>
            <w:tcW w:w="6629" w:type="dxa"/>
            <w:vAlign w:val="center"/>
          </w:tcPr>
          <w:p w14:paraId="31BE6EF6" w14:textId="77777777" w:rsidR="00AF5701" w:rsidRPr="00997B37" w:rsidRDefault="00AF5701" w:rsidP="00025A91">
            <w:pPr>
              <w:pStyle w:val="CoverMainHeading"/>
              <w:rPr>
                <w:rFonts w:cs="Arial"/>
                <w:szCs w:val="40"/>
              </w:rPr>
            </w:pPr>
            <w:r w:rsidRPr="00AF5701">
              <w:rPr>
                <w:rFonts w:cs="Arial"/>
                <w:szCs w:val="40"/>
              </w:rPr>
              <w:t>Cordoli in Calcestruzzo Armato</w:t>
            </w:r>
          </w:p>
        </w:tc>
      </w:tr>
      <w:tr w:rsidR="00AF5701" w:rsidRPr="00A22EBC" w14:paraId="51450744" w14:textId="77777777" w:rsidTr="00025A91">
        <w:trPr>
          <w:trHeight w:val="567"/>
        </w:trPr>
        <w:sdt>
          <w:sdtPr>
            <w:alias w:val="Category"/>
            <w:tag w:val=""/>
            <w:id w:val="56676423"/>
            <w:placeholder>
              <w:docPart w:val="38F228B607854772B6D7EC252F87B872"/>
            </w:placeholder>
            <w:dataBinding w:prefixMappings="xmlns:ns0='http://purl.org/dc/elements/1.1/' xmlns:ns1='http://schemas.openxmlformats.org/package/2006/metadata/core-properties' " w:xpath="/ns1:coreProperties[1]/ns1:category[1]" w:storeItemID="{6C3C8BC8-F283-45AE-878A-BAB7291924A1}"/>
            <w:text/>
          </w:sdtPr>
          <w:sdtEndPr/>
          <w:sdtContent>
            <w:tc>
              <w:tcPr>
                <w:tcW w:w="6629" w:type="dxa"/>
                <w:vAlign w:val="center"/>
              </w:tcPr>
              <w:p w14:paraId="145663F2" w14:textId="2F31E910" w:rsidR="00AF5701" w:rsidRPr="00A22EBC" w:rsidRDefault="00F0227C" w:rsidP="00025A91">
                <w:pPr>
                  <w:pStyle w:val="CoverPageHeader"/>
                  <w:spacing w:before="120" w:after="120"/>
                  <w:jc w:val="left"/>
                  <w:rPr>
                    <w:rFonts w:asciiTheme="minorHAnsi" w:hAnsiTheme="minorHAnsi"/>
                    <w:b w:val="0"/>
                    <w:color w:val="0070C0"/>
                  </w:rPr>
                </w:pPr>
                <w:r>
                  <w:t>Doc. No. P0017232-1-H6 Rev. 0 - Novembre 2019</w:t>
                </w:r>
              </w:p>
            </w:tc>
          </w:sdtContent>
        </w:sdt>
      </w:tr>
    </w:tbl>
    <w:p w14:paraId="60349910" w14:textId="77777777" w:rsidR="00AF5701" w:rsidRPr="004A3441" w:rsidRDefault="00AF5701" w:rsidP="00AF5701">
      <w:pPr>
        <w:pStyle w:val="Paragraph"/>
      </w:pPr>
      <w:r>
        <w:rPr>
          <w:noProof/>
        </w:rPr>
        <w:drawing>
          <wp:inline distT="0" distB="0" distL="0" distR="0" wp14:anchorId="3A964875" wp14:editId="3266821A">
            <wp:extent cx="1195200" cy="1061088"/>
            <wp:effectExtent l="0" t="0" r="5080" b="0"/>
            <wp:docPr id="1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20" cstate="hqprint">
                      <a:extLst>
                        <a:ext uri="{28A0092B-C50C-407E-A947-70E740481C1C}">
                          <a14:useLocalDpi xmlns:a14="http://schemas.microsoft.com/office/drawing/2010/main"/>
                        </a:ext>
                      </a:extLst>
                    </a:blip>
                    <a:srcRect l="-1" b="-17528"/>
                    <a:stretch/>
                  </pic:blipFill>
                  <pic:spPr bwMode="auto">
                    <a:xfrm>
                      <a:off x="0" y="0"/>
                      <a:ext cx="1195200" cy="1061088"/>
                    </a:xfrm>
                    <a:prstGeom prst="rect">
                      <a:avLst/>
                    </a:prstGeom>
                    <a:noFill/>
                    <a:ln>
                      <a:noFill/>
                    </a:ln>
                    <a:extLst>
                      <a:ext uri="{53640926-AAD7-44D8-BBD7-CCE9431645EC}">
                        <a14:shadowObscured xmlns:a14="http://schemas.microsoft.com/office/drawing/2010/main"/>
                      </a:ext>
                    </a:extLst>
                  </pic:spPr>
                </pic:pic>
              </a:graphicData>
            </a:graphic>
          </wp:inline>
        </w:drawing>
      </w:r>
    </w:p>
    <w:p w14:paraId="5CE0E117" w14:textId="77777777" w:rsidR="001B6D46" w:rsidRDefault="001B6D46" w:rsidP="005E6C8D"/>
    <w:p w14:paraId="3A2806DF" w14:textId="77777777" w:rsidR="00AF5701" w:rsidRDefault="00AF5701" w:rsidP="005E6C8D"/>
    <w:p w14:paraId="2C9C78D9" w14:textId="77777777" w:rsidR="00AF5701" w:rsidRDefault="00AF5701" w:rsidP="005E6C8D">
      <w:pPr>
        <w:sectPr w:rsidR="00AF5701" w:rsidSect="003777C9">
          <w:headerReference w:type="default" r:id="rId27"/>
          <w:footerReference w:type="default" r:id="rId28"/>
          <w:pgSz w:w="11906" w:h="16838" w:code="9"/>
          <w:pgMar w:top="2268" w:right="1418" w:bottom="1985" w:left="1418" w:header="709" w:footer="709" w:gutter="0"/>
          <w:cols w:space="708"/>
          <w:vAlign w:val="bottom"/>
          <w:docGrid w:linePitch="360"/>
        </w:sectPr>
      </w:pPr>
    </w:p>
    <w:p w14:paraId="09D4DC86" w14:textId="77777777" w:rsidR="001B6D46" w:rsidRDefault="001B6D46" w:rsidP="00F40AF0">
      <w:pPr>
        <w:pStyle w:val="Paragraph"/>
        <w:jc w:val="center"/>
        <w:rPr>
          <w:rStyle w:val="ParagraphChar"/>
        </w:rPr>
      </w:pPr>
    </w:p>
    <w:p w14:paraId="461CC34A" w14:textId="77777777" w:rsidR="001B6D46" w:rsidRDefault="001B6D46" w:rsidP="00F40AF0">
      <w:pPr>
        <w:pStyle w:val="Paragraph"/>
        <w:jc w:val="center"/>
        <w:rPr>
          <w:rStyle w:val="ParagraphChar"/>
        </w:rPr>
      </w:pPr>
    </w:p>
    <w:p w14:paraId="587CDA14" w14:textId="77777777" w:rsidR="001B6D46" w:rsidRDefault="001B6D46" w:rsidP="00F40AF0">
      <w:pPr>
        <w:pStyle w:val="Paragraph"/>
        <w:jc w:val="center"/>
        <w:rPr>
          <w:rStyle w:val="ParagraphChar"/>
        </w:rPr>
      </w:pPr>
    </w:p>
    <w:p w14:paraId="48C71632" w14:textId="77777777" w:rsidR="001B6D46" w:rsidRDefault="001B6D46" w:rsidP="00F40AF0">
      <w:pPr>
        <w:pStyle w:val="Paragraph"/>
        <w:jc w:val="center"/>
        <w:rPr>
          <w:rStyle w:val="ParagraphChar"/>
        </w:rPr>
      </w:pPr>
    </w:p>
    <w:p w14:paraId="18AB4958" w14:textId="77777777" w:rsidR="001B6D46" w:rsidRDefault="001B6D46" w:rsidP="00F40AF0">
      <w:pPr>
        <w:pStyle w:val="Paragraph"/>
        <w:jc w:val="center"/>
        <w:rPr>
          <w:rStyle w:val="ParagraphChar"/>
        </w:rPr>
      </w:pPr>
    </w:p>
    <w:p w14:paraId="7E296BE3" w14:textId="77777777" w:rsidR="00F40AF0" w:rsidRPr="007501F9" w:rsidRDefault="00F40AF0" w:rsidP="00F40AF0">
      <w:pPr>
        <w:pStyle w:val="Paragraph"/>
        <w:jc w:val="center"/>
        <w:rPr>
          <w:rStyle w:val="ParagraphChar"/>
        </w:rPr>
      </w:pPr>
      <w:r>
        <w:rPr>
          <w:noProof/>
        </w:rPr>
        <w:drawing>
          <wp:inline distT="0" distB="0" distL="0" distR="0" wp14:anchorId="2199F1DE" wp14:editId="29E0A3FF">
            <wp:extent cx="1224000" cy="1086656"/>
            <wp:effectExtent l="0" t="0" r="0" b="0"/>
            <wp:docPr id="1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4" cstate="print">
                      <a:extLst>
                        <a:ext uri="{28A0092B-C50C-407E-A947-70E740481C1C}">
                          <a14:useLocalDpi xmlns:a14="http://schemas.microsoft.com/office/drawing/2010/main" val="0"/>
                        </a:ext>
                      </a:extLst>
                    </a:blip>
                    <a:srcRect l="-1" r="5202" b="-17528"/>
                    <a:stretch/>
                  </pic:blipFill>
                  <pic:spPr bwMode="auto">
                    <a:xfrm>
                      <a:off x="0" y="0"/>
                      <a:ext cx="1224000" cy="1086656"/>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0" w:type="auto"/>
        <w:tblLook w:val="04A0" w:firstRow="1" w:lastRow="0" w:firstColumn="1" w:lastColumn="0" w:noHBand="0" w:noVBand="1"/>
      </w:tblPr>
      <w:tblGrid>
        <w:gridCol w:w="9286"/>
      </w:tblGrid>
      <w:tr w:rsidR="00F40AF0" w14:paraId="044723FC" w14:textId="77777777" w:rsidTr="006A4955">
        <w:tc>
          <w:tcPr>
            <w:tcW w:w="9778" w:type="dxa"/>
          </w:tcPr>
          <w:p w14:paraId="161CE924" w14:textId="77777777" w:rsidR="00F40AF0" w:rsidRDefault="00F40AF0" w:rsidP="006A4955">
            <w:pPr>
              <w:jc w:val="center"/>
              <w:rPr>
                <w:rFonts w:cs="Arial"/>
                <w:b/>
                <w:sz w:val="14"/>
                <w:szCs w:val="14"/>
              </w:rPr>
            </w:pPr>
          </w:p>
          <w:p w14:paraId="6E28BF5A" w14:textId="77777777" w:rsidR="00F40AF0" w:rsidRPr="00E371D8" w:rsidRDefault="00F40AF0" w:rsidP="006A4955">
            <w:pPr>
              <w:jc w:val="center"/>
              <w:rPr>
                <w:rFonts w:cs="Arial"/>
                <w:b/>
                <w:sz w:val="14"/>
                <w:szCs w:val="14"/>
              </w:rPr>
            </w:pPr>
            <w:r w:rsidRPr="00E371D8">
              <w:rPr>
                <w:rFonts w:cs="Arial"/>
                <w:b/>
                <w:sz w:val="14"/>
                <w:szCs w:val="14"/>
              </w:rPr>
              <w:t>RINA Consulting S.p.A.</w:t>
            </w:r>
            <w:r>
              <w:rPr>
                <w:rFonts w:cs="Arial"/>
                <w:b/>
                <w:sz w:val="14"/>
                <w:szCs w:val="14"/>
              </w:rPr>
              <w:t xml:space="preserve"> </w:t>
            </w:r>
            <w:r w:rsidRPr="00E371D8">
              <w:rPr>
                <w:rFonts w:cs="Arial"/>
                <w:sz w:val="14"/>
                <w:szCs w:val="14"/>
              </w:rPr>
              <w:t>|</w:t>
            </w:r>
            <w:r>
              <w:rPr>
                <w:rFonts w:cs="Arial"/>
                <w:b/>
                <w:sz w:val="14"/>
                <w:szCs w:val="14"/>
              </w:rPr>
              <w:t xml:space="preserve"> </w:t>
            </w:r>
            <w:r w:rsidRPr="00E371D8">
              <w:rPr>
                <w:rFonts w:cs="Arial"/>
                <w:sz w:val="12"/>
                <w:szCs w:val="12"/>
              </w:rPr>
              <w:t>Società soggetta a direzione e coordinamento amministrativo e finanziario del socio unico RINA S.p.A.</w:t>
            </w:r>
          </w:p>
          <w:p w14:paraId="2C41BF28" w14:textId="77777777" w:rsidR="00F40AF0" w:rsidRPr="00E371D8" w:rsidRDefault="00F40AF0" w:rsidP="006A4955">
            <w:pPr>
              <w:jc w:val="center"/>
              <w:rPr>
                <w:rFonts w:cs="Arial"/>
                <w:sz w:val="14"/>
                <w:szCs w:val="14"/>
              </w:rPr>
            </w:pPr>
            <w:r w:rsidRPr="00E371D8">
              <w:rPr>
                <w:rFonts w:cs="Arial"/>
                <w:sz w:val="14"/>
                <w:szCs w:val="14"/>
              </w:rPr>
              <w:t xml:space="preserve">Via San Nazaro, 19 - 16145 GENOVA | </w:t>
            </w:r>
            <w:r>
              <w:rPr>
                <w:rFonts w:cs="Arial"/>
                <w:sz w:val="14"/>
                <w:szCs w:val="14"/>
              </w:rPr>
              <w:t>P</w:t>
            </w:r>
            <w:r w:rsidRPr="00E371D8">
              <w:rPr>
                <w:rFonts w:cs="Arial"/>
                <w:sz w:val="14"/>
                <w:szCs w:val="14"/>
              </w:rPr>
              <w:t>. +39 010 3</w:t>
            </w:r>
            <w:r w:rsidR="00415B59">
              <w:rPr>
                <w:rFonts w:cs="Arial"/>
                <w:sz w:val="14"/>
                <w:szCs w:val="14"/>
              </w:rPr>
              <w:t>1961</w:t>
            </w:r>
            <w:r w:rsidRPr="00E371D8">
              <w:rPr>
                <w:rFonts w:cs="Arial"/>
                <w:sz w:val="14"/>
                <w:szCs w:val="14"/>
              </w:rPr>
              <w:t xml:space="preserve"> |</w:t>
            </w:r>
            <w:r>
              <w:rPr>
                <w:rFonts w:cs="Arial"/>
                <w:sz w:val="14"/>
                <w:szCs w:val="14"/>
              </w:rPr>
              <w:t xml:space="preserve"> </w:t>
            </w:r>
            <w:r w:rsidRPr="00E371D8">
              <w:rPr>
                <w:rFonts w:cs="Arial"/>
                <w:sz w:val="14"/>
                <w:szCs w:val="14"/>
              </w:rPr>
              <w:t>rinaconsulting@rina.org</w:t>
            </w:r>
            <w:r>
              <w:rPr>
                <w:rFonts w:cs="Arial"/>
                <w:sz w:val="14"/>
                <w:szCs w:val="14"/>
              </w:rPr>
              <w:t xml:space="preserve"> </w:t>
            </w:r>
            <w:r w:rsidRPr="00E371D8">
              <w:rPr>
                <w:rFonts w:cs="Arial"/>
                <w:sz w:val="14"/>
                <w:szCs w:val="14"/>
              </w:rPr>
              <w:t>|</w:t>
            </w:r>
            <w:r>
              <w:rPr>
                <w:rFonts w:cs="Arial"/>
                <w:sz w:val="14"/>
                <w:szCs w:val="14"/>
              </w:rPr>
              <w:t xml:space="preserve"> </w:t>
            </w:r>
            <w:r w:rsidRPr="00E371D8">
              <w:rPr>
                <w:rFonts w:cs="Arial"/>
                <w:sz w:val="14"/>
                <w:szCs w:val="14"/>
              </w:rPr>
              <w:t>www.rina.org</w:t>
            </w:r>
          </w:p>
          <w:p w14:paraId="714F24E4" w14:textId="77777777" w:rsidR="00F40AF0" w:rsidRDefault="00F40AF0" w:rsidP="006A4955">
            <w:pPr>
              <w:pStyle w:val="RetroCover"/>
              <w:spacing w:line="240" w:lineRule="auto"/>
              <w:rPr>
                <w:rFonts w:ascii="Arial" w:hAnsi="Arial" w:cs="Arial"/>
                <w:b/>
                <w:sz w:val="14"/>
                <w:szCs w:val="14"/>
              </w:rPr>
            </w:pPr>
            <w:r w:rsidRPr="00BC1137">
              <w:rPr>
                <w:rFonts w:ascii="Arial" w:hAnsi="Arial" w:cs="Arial"/>
                <w:sz w:val="14"/>
                <w:szCs w:val="14"/>
                <w:lang w:val="it-IT"/>
              </w:rPr>
              <w:t xml:space="preserve">C.F./P. IVA/R.I. Genova N. 03476550102 | Cap. Soc. </w:t>
            </w:r>
            <w:r w:rsidRPr="00E371D8">
              <w:rPr>
                <w:rFonts w:ascii="Arial" w:hAnsi="Arial" w:cs="Arial"/>
                <w:sz w:val="14"/>
                <w:szCs w:val="14"/>
              </w:rPr>
              <w:t xml:space="preserve">€ 20.000.000,00 </w:t>
            </w:r>
            <w:proofErr w:type="spellStart"/>
            <w:r w:rsidRPr="00E371D8">
              <w:rPr>
                <w:rFonts w:ascii="Arial" w:hAnsi="Arial" w:cs="Arial"/>
                <w:sz w:val="14"/>
                <w:szCs w:val="14"/>
              </w:rPr>
              <w:t>i.v.</w:t>
            </w:r>
            <w:proofErr w:type="spellEnd"/>
          </w:p>
        </w:tc>
      </w:tr>
    </w:tbl>
    <w:p w14:paraId="383C366A" w14:textId="77777777" w:rsidR="00C277BB" w:rsidRPr="00C277BB" w:rsidRDefault="00C277BB" w:rsidP="00F40AF0">
      <w:pPr>
        <w:pStyle w:val="Paragraph"/>
        <w:jc w:val="center"/>
        <w:rPr>
          <w:rFonts w:ascii="Tahoma" w:hAnsi="Tahoma" w:cs="Tahoma"/>
          <w:b/>
          <w:sz w:val="14"/>
        </w:rPr>
      </w:pPr>
    </w:p>
    <w:sectPr w:rsidR="00C277BB" w:rsidRPr="00C277BB" w:rsidSect="00F40AF0">
      <w:headerReference w:type="default" r:id="rId29"/>
      <w:footerReference w:type="default" r:id="rId30"/>
      <w:pgSz w:w="11906" w:h="16838" w:code="9"/>
      <w:pgMar w:top="2268" w:right="1418" w:bottom="851" w:left="1418" w:header="709" w:footer="754" w:gutter="0"/>
      <w:cols w:space="708"/>
      <w:vAlign w:val="bottom"/>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C56CB" w14:textId="77777777" w:rsidR="00C23751" w:rsidRDefault="00C23751" w:rsidP="00025653">
      <w:r>
        <w:separator/>
      </w:r>
    </w:p>
    <w:p w14:paraId="1A4A5F9F" w14:textId="77777777" w:rsidR="00C23751" w:rsidRDefault="00C23751"/>
  </w:endnote>
  <w:endnote w:type="continuationSeparator" w:id="0">
    <w:p w14:paraId="545F1021" w14:textId="77777777" w:rsidR="00C23751" w:rsidRDefault="00C23751" w:rsidP="00025653">
      <w:r>
        <w:continuationSeparator/>
      </w:r>
    </w:p>
    <w:p w14:paraId="5DFA9C33" w14:textId="77777777" w:rsidR="00C23751" w:rsidRDefault="00C237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45F19" w14:textId="7083D4BE" w:rsidR="00C23751" w:rsidRPr="00917F6E" w:rsidRDefault="00F0227C" w:rsidP="00917F6E">
    <w:pPr>
      <w:pStyle w:val="Footer"/>
      <w:pBdr>
        <w:top w:val="double" w:sz="4" w:space="0" w:color="3EB1C8"/>
      </w:pBdr>
    </w:pPr>
    <w:sdt>
      <w:sdtPr>
        <w:alias w:val="Category"/>
        <w:tag w:val=""/>
        <w:id w:val="2067594404"/>
        <w:placeholder>
          <w:docPart w:val="B16D4F1111DE4E0E8B654D595A2ACFA2"/>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P0017232-1-H6 Rev. 0 - Novembre 2019</w:t>
        </w:r>
      </w:sdtContent>
    </w:sdt>
    <w:r w:rsidR="00C23751" w:rsidRPr="00917F6E">
      <w:tab/>
      <w:t xml:space="preserve">Pag. </w:t>
    </w:r>
    <w:r w:rsidR="00C23751" w:rsidRPr="00917F6E">
      <w:fldChar w:fldCharType="begin"/>
    </w:r>
    <w:r w:rsidR="00C23751" w:rsidRPr="00917F6E">
      <w:instrText xml:space="preserve"> PAGE   \* MERGEFORMAT </w:instrText>
    </w:r>
    <w:r w:rsidR="00C23751" w:rsidRPr="00917F6E">
      <w:fldChar w:fldCharType="separate"/>
    </w:r>
    <w:r w:rsidR="00C23751">
      <w:rPr>
        <w:noProof/>
      </w:rPr>
      <w:t>3</w:t>
    </w:r>
    <w:r w:rsidR="00C23751" w:rsidRPr="00917F6E">
      <w:fldChar w:fldCharType="end"/>
    </w:r>
  </w:p>
  <w:p w14:paraId="242109A4" w14:textId="77777777" w:rsidR="00C23751" w:rsidRPr="00917F6E" w:rsidRDefault="00C23751" w:rsidP="00917F6E">
    <w:pPr>
      <w:pStyle w:val="Footer"/>
      <w:pBdr>
        <w:top w:val="double" w:sz="4" w:space="0" w:color="3EB1C8"/>
      </w:pBd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AC856" w14:textId="77777777" w:rsidR="00C23751" w:rsidRDefault="00C23751" w:rsidP="00F70EA3">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F117E" w14:textId="77F6CDAE" w:rsidR="00C23751" w:rsidRPr="00A22EBC" w:rsidRDefault="00F0227C" w:rsidP="005751C9">
    <w:pPr>
      <w:pStyle w:val="Footer"/>
    </w:pPr>
    <w:sdt>
      <w:sdtPr>
        <w:alias w:val="Category"/>
        <w:tag w:val=""/>
        <w:id w:val="2115786848"/>
        <w:placeholder>
          <w:docPart w:val="9109192AE15940639C0F22D195DDD9AD"/>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P0017232-1-H6 Rev. 0 - Novembre 2019</w:t>
        </w:r>
      </w:sdtContent>
    </w:sdt>
  </w:p>
  <w:p w14:paraId="18EEF0DB" w14:textId="77777777" w:rsidR="00C23751" w:rsidRDefault="00C2375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B9521" w14:textId="1BF34AB2" w:rsidR="00C23751" w:rsidRPr="00A22EBC" w:rsidRDefault="00F0227C" w:rsidP="00281CA9">
    <w:pPr>
      <w:pStyle w:val="Footer"/>
    </w:pPr>
    <w:sdt>
      <w:sdtPr>
        <w:alias w:val="Category"/>
        <w:tag w:val=""/>
        <w:id w:val="1255712431"/>
        <w:placeholder>
          <w:docPart w:val="20F30F63593C4CFC8A4374C586B744F0"/>
        </w:placeholder>
        <w:dataBinding w:prefixMappings="xmlns:ns0='http://purl.org/dc/elements/1.1/' xmlns:ns1='http://schemas.openxmlformats.org/package/2006/metadata/core-properties' " w:xpath="/ns1:coreProperties[1]/ns1:category[1]" w:storeItemID="{6C3C8BC8-F283-45AE-878A-BAB7291924A1}"/>
        <w:text/>
      </w:sdtPr>
      <w:sdtEndPr/>
      <w:sdtContent>
        <w:r>
          <w:t>Doc. No. P0017232-1-H6 Rev. 0 - Novembre 2019</w:t>
        </w:r>
      </w:sdtContent>
    </w:sdt>
    <w:r w:rsidR="00C23751" w:rsidRPr="00A22EBC">
      <w:tab/>
      <w:t>Pag</w:t>
    </w:r>
    <w:r w:rsidR="00C23751">
      <w:t>.</w:t>
    </w:r>
    <w:r w:rsidR="00C23751" w:rsidRPr="00A22EBC">
      <w:t xml:space="preserve"> </w:t>
    </w:r>
    <w:r w:rsidR="00C23751" w:rsidRPr="00C512BF">
      <w:fldChar w:fldCharType="begin"/>
    </w:r>
    <w:r w:rsidR="00C23751" w:rsidRPr="00A22EBC">
      <w:instrText xml:space="preserve"> PAGE   \* MERGEFORMAT </w:instrText>
    </w:r>
    <w:r w:rsidR="00C23751" w:rsidRPr="00C512BF">
      <w:fldChar w:fldCharType="separate"/>
    </w:r>
    <w:r>
      <w:rPr>
        <w:noProof/>
      </w:rPr>
      <w:t>3</w:t>
    </w:r>
    <w:r w:rsidR="00C23751" w:rsidRPr="00C512BF">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BDB42" w14:textId="77777777" w:rsidR="00C23751" w:rsidRPr="005E6C8D" w:rsidRDefault="00C23751" w:rsidP="00213516">
    <w:pPr>
      <w:pStyle w:val="Footer"/>
      <w:pBdr>
        <w:top w:val="none" w:sz="0" w:space="0" w:color="auto"/>
      </w:pBd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AA325" w14:textId="77777777" w:rsidR="00415B59" w:rsidRPr="005E6C8D" w:rsidRDefault="00415B59" w:rsidP="00213516">
    <w:pPr>
      <w:pStyle w:val="Footer"/>
      <w:pBdr>
        <w:top w:val="none" w:sz="0" w:space="0" w:color="auto"/>
      </w:pBd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69C742" w14:textId="77777777" w:rsidR="00415B59" w:rsidRPr="005E6C8D" w:rsidRDefault="00415B59" w:rsidP="00213516">
    <w:pPr>
      <w:pStyle w:val="Footer"/>
      <w:pBdr>
        <w:top w:val="none" w:sz="0" w:space="0" w:color="auto"/>
      </w:pBd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24573" w14:textId="77777777" w:rsidR="00415B59" w:rsidRPr="005E6C8D" w:rsidRDefault="00415B59" w:rsidP="00213516">
    <w:pPr>
      <w:pStyle w:val="Footer"/>
      <w:pBdr>
        <w:top w:val="none" w:sz="0" w:space="0" w:color="auto"/>
      </w:pBd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29FDE" w14:textId="77777777" w:rsidR="00C23751" w:rsidRPr="00D11D0D" w:rsidRDefault="00C23751" w:rsidP="00C277BB">
    <w:pPr>
      <w:pStyle w:val="Footer"/>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640331" w14:textId="77777777" w:rsidR="00C23751" w:rsidRPr="00B720B8" w:rsidRDefault="00C23751" w:rsidP="004A74A0">
      <w:pPr>
        <w:pStyle w:val="Footer"/>
        <w:rPr>
          <w:b/>
          <w:color w:val="0070C0"/>
        </w:rPr>
      </w:pPr>
      <w:r w:rsidRPr="00B720B8">
        <w:rPr>
          <w:color w:val="0070C0"/>
        </w:rPr>
        <w:t>*****</w:t>
      </w:r>
    </w:p>
  </w:footnote>
  <w:footnote w:type="continuationSeparator" w:id="0">
    <w:p w14:paraId="5A3FA71D" w14:textId="77777777" w:rsidR="00C23751" w:rsidRDefault="00C23751" w:rsidP="00025653">
      <w:r>
        <w:continuationSeparator/>
      </w:r>
    </w:p>
    <w:p w14:paraId="56FAEF81" w14:textId="77777777" w:rsidR="00C23751" w:rsidRDefault="00C2375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9C75E" w14:textId="77777777" w:rsidR="00C23751" w:rsidRDefault="00C23751" w:rsidP="00917F6E">
    <w:pPr>
      <w:pStyle w:val="Header"/>
      <w:tabs>
        <w:tab w:val="left" w:pos="2240"/>
      </w:tabs>
    </w:pPr>
    <w:r>
      <w:tab/>
    </w:r>
  </w:p>
  <w:tbl>
    <w:tblPr>
      <w:tblW w:w="9210" w:type="dxa"/>
      <w:tblInd w:w="108" w:type="dxa"/>
      <w:tblBorders>
        <w:bottom w:val="double" w:sz="4" w:space="0" w:color="3EB1C8"/>
      </w:tblBorders>
      <w:tblLook w:val="04A0" w:firstRow="1" w:lastRow="0" w:firstColumn="1" w:lastColumn="0" w:noHBand="0" w:noVBand="1"/>
    </w:tblPr>
    <w:tblGrid>
      <w:gridCol w:w="6912"/>
      <w:gridCol w:w="2298"/>
    </w:tblGrid>
    <w:tr w:rsidR="00C23751" w:rsidRPr="00A22EBC" w14:paraId="5F72A78E" w14:textId="77777777" w:rsidTr="004A3965">
      <w:trPr>
        <w:trHeight w:val="907"/>
      </w:trPr>
      <w:tc>
        <w:tcPr>
          <w:tcW w:w="6912" w:type="dxa"/>
          <w:vAlign w:val="center"/>
        </w:tcPr>
        <w:p w14:paraId="6D720A95" w14:textId="77777777" w:rsidR="00C23751" w:rsidRPr="00A22EBC" w:rsidRDefault="00F0227C" w:rsidP="00917F6E">
          <w:pPr>
            <w:pStyle w:val="Header"/>
            <w:ind w:left="-113"/>
          </w:pPr>
          <w:sdt>
            <w:sdtPr>
              <w:alias w:val="Subject"/>
              <w:tag w:val=""/>
              <w:id w:val="871500343"/>
              <w:placeholder>
                <w:docPart w:val="67F702CA5054479081B3CBD3BF1E0C61"/>
              </w:placeholder>
              <w:dataBinding w:prefixMappings="xmlns:ns0='http://purl.org/dc/elements/1.1/' xmlns:ns1='http://schemas.openxmlformats.org/package/2006/metadata/core-properties' " w:xpath="/ns1:coreProperties[1]/ns0:subject[1]" w:storeItemID="{6C3C8BC8-F283-45AE-878A-BAB7291924A1}"/>
              <w:text/>
            </w:sdtPr>
            <w:sdtEndPr/>
            <w:sdtContent>
              <w:r w:rsidR="00C23751">
                <w:t xml:space="preserve">Adeguamento sommità arginale e viabilità tratto ponte viadotto Isola Serafini </w:t>
              </w:r>
              <w:r w:rsidR="00C23751">
                <w:t>– via Bosco Biliemme in Comune di Monticelli d’Ongina (PC)</w:t>
              </w:r>
            </w:sdtContent>
          </w:sdt>
        </w:p>
        <w:p w14:paraId="4B0CE120" w14:textId="77777777" w:rsidR="00C23751" w:rsidRPr="00A22EBC" w:rsidRDefault="00F0227C" w:rsidP="00917F6E">
          <w:pPr>
            <w:pStyle w:val="Header"/>
            <w:ind w:left="-113"/>
          </w:pPr>
          <w:sdt>
            <w:sdtPr>
              <w:alias w:val="Title"/>
              <w:tag w:val=""/>
              <w:id w:val="564449218"/>
              <w:placeholder>
                <w:docPart w:val="AB33ECDECFDA422DA432651BB41EE619"/>
              </w:placeholder>
              <w:dataBinding w:prefixMappings="xmlns:ns0='http://purl.org/dc/elements/1.1/' xmlns:ns1='http://schemas.openxmlformats.org/package/2006/metadata/core-properties' " w:xpath="/ns1:coreProperties[1]/ns0:title[1]" w:storeItemID="{6C3C8BC8-F283-45AE-878A-BAB7291924A1}"/>
              <w:text/>
            </w:sdtPr>
            <w:sdtEndPr/>
            <w:sdtContent>
              <w:r w:rsidR="005A3FA1">
                <w:t>Capitolato Tecnico</w:t>
              </w:r>
            </w:sdtContent>
          </w:sdt>
        </w:p>
      </w:tc>
      <w:tc>
        <w:tcPr>
          <w:tcW w:w="2298" w:type="dxa"/>
        </w:tcPr>
        <w:p w14:paraId="48257126" w14:textId="77777777" w:rsidR="00C23751" w:rsidRPr="00A22EBC" w:rsidRDefault="00C23751" w:rsidP="00917F6E">
          <w:pPr>
            <w:pStyle w:val="Header"/>
          </w:pPr>
          <w:r>
            <w:rPr>
              <w:noProof/>
            </w:rPr>
            <w:drawing>
              <wp:anchor distT="0" distB="0" distL="114300" distR="114300" simplePos="0" relativeHeight="251656192" behindDoc="0" locked="0" layoutInCell="1" allowOverlap="1" wp14:anchorId="2798C523" wp14:editId="2ACFA5BC">
                <wp:simplePos x="0" y="0"/>
                <wp:positionH relativeFrom="column">
                  <wp:posOffset>484505</wp:posOffset>
                </wp:positionH>
                <wp:positionV relativeFrom="paragraph">
                  <wp:posOffset>40005</wp:posOffset>
                </wp:positionV>
                <wp:extent cx="897255" cy="697865"/>
                <wp:effectExtent l="0" t="0" r="0" b="6985"/>
                <wp:wrapSquare wrapText="bothSides"/>
                <wp:docPr id="2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4C92C9E1" w14:textId="77777777" w:rsidR="00C23751" w:rsidRPr="00A22EBC" w:rsidRDefault="00C23751" w:rsidP="00917F6E">
    <w:pPr>
      <w:pStyle w:val="Header"/>
    </w:pPr>
  </w:p>
  <w:p w14:paraId="365787AB" w14:textId="77777777" w:rsidR="00C23751" w:rsidRDefault="00C23751" w:rsidP="00917F6E">
    <w:pPr>
      <w:pStyle w:val="Header"/>
      <w:tabs>
        <w:tab w:val="left" w:pos="22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0" w:type="dxa"/>
      <w:tblInd w:w="108" w:type="dxa"/>
      <w:tblBorders>
        <w:bottom w:val="double" w:sz="4" w:space="0" w:color="3EB1C8"/>
      </w:tblBorders>
      <w:tblLook w:val="04A0" w:firstRow="1" w:lastRow="0" w:firstColumn="1" w:lastColumn="0" w:noHBand="0" w:noVBand="1"/>
    </w:tblPr>
    <w:tblGrid>
      <w:gridCol w:w="6912"/>
      <w:gridCol w:w="2298"/>
    </w:tblGrid>
    <w:tr w:rsidR="00C23751" w:rsidRPr="00A22EBC" w14:paraId="7D8232E8" w14:textId="77777777" w:rsidTr="00314460">
      <w:trPr>
        <w:trHeight w:val="907"/>
      </w:trPr>
      <w:tc>
        <w:tcPr>
          <w:tcW w:w="6912" w:type="dxa"/>
          <w:vAlign w:val="center"/>
        </w:tcPr>
        <w:p w14:paraId="5B935C9B" w14:textId="77777777" w:rsidR="00C23751" w:rsidRPr="00A22EBC" w:rsidRDefault="00F0227C" w:rsidP="00871D29">
          <w:pPr>
            <w:pStyle w:val="Header"/>
            <w:spacing w:after="120"/>
            <w:ind w:left="-113"/>
          </w:pPr>
          <w:sdt>
            <w:sdtPr>
              <w:alias w:val="Subject"/>
              <w:tag w:val=""/>
              <w:id w:val="774212613"/>
              <w:placeholder>
                <w:docPart w:val="6714C67EF29E4D1DBF243B5586C8BFB0"/>
              </w:placeholder>
              <w:dataBinding w:prefixMappings="xmlns:ns0='http://purl.org/dc/elements/1.1/' xmlns:ns1='http://schemas.openxmlformats.org/package/2006/metadata/core-properties' " w:xpath="/ns1:coreProperties[1]/ns0:subject[1]" w:storeItemID="{6C3C8BC8-F283-45AE-878A-BAB7291924A1}"/>
              <w:text/>
            </w:sdtPr>
            <w:sdtEndPr/>
            <w:sdtContent>
              <w:r w:rsidR="00C23751">
                <w:t xml:space="preserve">Adeguamento sommità arginale e viabilità tratto ponte viadotto Isola Serafini </w:t>
              </w:r>
              <w:r w:rsidR="00C23751">
                <w:t>– via Bosco Biliemme in Comune di Monticelli d’Ongina (PC)</w:t>
              </w:r>
            </w:sdtContent>
          </w:sdt>
        </w:p>
        <w:p w14:paraId="3F547A87" w14:textId="77777777" w:rsidR="00C23751" w:rsidRPr="00A22EBC" w:rsidRDefault="00F0227C" w:rsidP="004352CB">
          <w:pPr>
            <w:pStyle w:val="Header"/>
            <w:ind w:left="-113"/>
          </w:pPr>
          <w:sdt>
            <w:sdtPr>
              <w:alias w:val="Title"/>
              <w:tag w:val=""/>
              <w:id w:val="-196315216"/>
              <w:placeholder>
                <w:docPart w:val="31D3AB057C2C4BF48B935D71EF7E1949"/>
              </w:placeholder>
              <w:dataBinding w:prefixMappings="xmlns:ns0='http://purl.org/dc/elements/1.1/' xmlns:ns1='http://schemas.openxmlformats.org/package/2006/metadata/core-properties' " w:xpath="/ns1:coreProperties[1]/ns0:title[1]" w:storeItemID="{6C3C8BC8-F283-45AE-878A-BAB7291924A1}"/>
              <w:text/>
            </w:sdtPr>
            <w:sdtEndPr/>
            <w:sdtContent>
              <w:r w:rsidR="005A3FA1">
                <w:t>Capitolato Tecnico</w:t>
              </w:r>
            </w:sdtContent>
          </w:sdt>
        </w:p>
      </w:tc>
      <w:tc>
        <w:tcPr>
          <w:tcW w:w="2298" w:type="dxa"/>
        </w:tcPr>
        <w:p w14:paraId="26ED6D2E" w14:textId="77777777" w:rsidR="00C23751" w:rsidRPr="00A22EBC" w:rsidRDefault="00C23751" w:rsidP="00314460">
          <w:pPr>
            <w:pStyle w:val="Header"/>
          </w:pPr>
          <w:r>
            <w:rPr>
              <w:noProof/>
            </w:rPr>
            <w:drawing>
              <wp:anchor distT="0" distB="0" distL="114300" distR="114300" simplePos="0" relativeHeight="251657216" behindDoc="0" locked="0" layoutInCell="1" allowOverlap="1" wp14:anchorId="7B15E4DA" wp14:editId="11F96AF2">
                <wp:simplePos x="0" y="0"/>
                <wp:positionH relativeFrom="column">
                  <wp:posOffset>484505</wp:posOffset>
                </wp:positionH>
                <wp:positionV relativeFrom="paragraph">
                  <wp:posOffset>40005</wp:posOffset>
                </wp:positionV>
                <wp:extent cx="897255" cy="697865"/>
                <wp:effectExtent l="0" t="0" r="0" b="6985"/>
                <wp:wrapSquare wrapText="bothSides"/>
                <wp:docPr id="8"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6E7ED23" w14:textId="77777777" w:rsidR="00C23751" w:rsidRPr="00A22EBC" w:rsidRDefault="00C23751" w:rsidP="003F7B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3C613" w14:textId="77777777" w:rsidR="00C23751" w:rsidRPr="00133458" w:rsidRDefault="00C23751" w:rsidP="0013345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0" w:type="dxa"/>
      <w:tblInd w:w="108" w:type="dxa"/>
      <w:tblBorders>
        <w:bottom w:val="double" w:sz="4" w:space="0" w:color="3EB1C8"/>
      </w:tblBorders>
      <w:tblLook w:val="04A0" w:firstRow="1" w:lastRow="0" w:firstColumn="1" w:lastColumn="0" w:noHBand="0" w:noVBand="1"/>
    </w:tblPr>
    <w:tblGrid>
      <w:gridCol w:w="6912"/>
      <w:gridCol w:w="2298"/>
    </w:tblGrid>
    <w:tr w:rsidR="00C23751" w:rsidRPr="00A22EBC" w14:paraId="79035A22" w14:textId="77777777" w:rsidTr="00314460">
      <w:trPr>
        <w:trHeight w:val="907"/>
      </w:trPr>
      <w:tc>
        <w:tcPr>
          <w:tcW w:w="6912" w:type="dxa"/>
          <w:vAlign w:val="center"/>
        </w:tcPr>
        <w:p w14:paraId="4B89991E" w14:textId="77777777" w:rsidR="00C23751" w:rsidRPr="00A22EBC" w:rsidRDefault="00F0227C" w:rsidP="00871D29">
          <w:pPr>
            <w:pStyle w:val="Header"/>
            <w:spacing w:after="120"/>
            <w:ind w:left="-113"/>
          </w:pPr>
          <w:sdt>
            <w:sdtPr>
              <w:alias w:val="Subject"/>
              <w:tag w:val=""/>
              <w:id w:val="-296675910"/>
              <w:placeholder>
                <w:docPart w:val="6714C67EF29E4D1DBF243B5586C8BFB0"/>
              </w:placeholder>
              <w:dataBinding w:prefixMappings="xmlns:ns0='http://purl.org/dc/elements/1.1/' xmlns:ns1='http://schemas.openxmlformats.org/package/2006/metadata/core-properties' " w:xpath="/ns1:coreProperties[1]/ns0:subject[1]" w:storeItemID="{6C3C8BC8-F283-45AE-878A-BAB7291924A1}"/>
              <w:text/>
            </w:sdtPr>
            <w:sdtEndPr/>
            <w:sdtContent>
              <w:r w:rsidR="00C23751">
                <w:t xml:space="preserve">Adeguamento sommità arginale e viabilità tratto ponte viadotto Isola Serafini </w:t>
              </w:r>
              <w:r w:rsidR="00C23751">
                <w:t>– via Bosco Biliemme in Comune di Monticelli d’Ongina (PC)</w:t>
              </w:r>
            </w:sdtContent>
          </w:sdt>
        </w:p>
        <w:p w14:paraId="78C3E4F8" w14:textId="77777777" w:rsidR="00C23751" w:rsidRPr="00A22EBC" w:rsidRDefault="00F0227C" w:rsidP="004352CB">
          <w:pPr>
            <w:pStyle w:val="Header"/>
            <w:ind w:left="-113"/>
          </w:pPr>
          <w:sdt>
            <w:sdtPr>
              <w:alias w:val="Title"/>
              <w:tag w:val=""/>
              <w:id w:val="-714743945"/>
              <w:placeholder>
                <w:docPart w:val="31D3AB057C2C4BF48B935D71EF7E1949"/>
              </w:placeholder>
              <w:dataBinding w:prefixMappings="xmlns:ns0='http://purl.org/dc/elements/1.1/' xmlns:ns1='http://schemas.openxmlformats.org/package/2006/metadata/core-properties' " w:xpath="/ns1:coreProperties[1]/ns0:title[1]" w:storeItemID="{6C3C8BC8-F283-45AE-878A-BAB7291924A1}"/>
              <w:text/>
            </w:sdtPr>
            <w:sdtEndPr/>
            <w:sdtContent>
              <w:r w:rsidR="005A3FA1">
                <w:t>Capitolato Tecnico</w:t>
              </w:r>
            </w:sdtContent>
          </w:sdt>
        </w:p>
      </w:tc>
      <w:tc>
        <w:tcPr>
          <w:tcW w:w="2298" w:type="dxa"/>
        </w:tcPr>
        <w:p w14:paraId="0E33EC77" w14:textId="77777777" w:rsidR="00C23751" w:rsidRPr="00A22EBC" w:rsidRDefault="00C23751" w:rsidP="00314460">
          <w:pPr>
            <w:pStyle w:val="Header"/>
          </w:pPr>
          <w:r>
            <w:rPr>
              <w:noProof/>
            </w:rPr>
            <w:drawing>
              <wp:anchor distT="0" distB="0" distL="114300" distR="114300" simplePos="0" relativeHeight="251658240" behindDoc="0" locked="0" layoutInCell="1" allowOverlap="1" wp14:anchorId="2888812F" wp14:editId="17D0B58E">
                <wp:simplePos x="0" y="0"/>
                <wp:positionH relativeFrom="column">
                  <wp:posOffset>484505</wp:posOffset>
                </wp:positionH>
                <wp:positionV relativeFrom="paragraph">
                  <wp:posOffset>40005</wp:posOffset>
                </wp:positionV>
                <wp:extent cx="897255" cy="697865"/>
                <wp:effectExtent l="0" t="0" r="0" b="6985"/>
                <wp:wrapSquare wrapText="bothSides"/>
                <wp:docPr id="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10A5C071" w14:textId="77777777" w:rsidR="00C23751" w:rsidRPr="00A22EBC" w:rsidRDefault="00C23751" w:rsidP="003F7BB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C3BD0" w14:textId="77777777" w:rsidR="00C23751" w:rsidRPr="005E6C8D" w:rsidRDefault="00C23751" w:rsidP="005E6C8D">
    <w:pPr>
      <w:pStyle w:val="Header"/>
    </w:pPr>
    <w:r>
      <w:rPr>
        <w:noProof/>
      </w:rPr>
      <mc:AlternateContent>
        <mc:Choice Requires="wps">
          <w:drawing>
            <wp:anchor distT="0" distB="0" distL="114300" distR="114300" simplePos="0" relativeHeight="251655168" behindDoc="0" locked="0" layoutInCell="1" allowOverlap="1" wp14:anchorId="2F70B7A4" wp14:editId="1241DF34">
              <wp:simplePos x="0" y="0"/>
              <wp:positionH relativeFrom="page">
                <wp:posOffset>6851015</wp:posOffset>
              </wp:positionH>
              <wp:positionV relativeFrom="page">
                <wp:posOffset>10795</wp:posOffset>
              </wp:positionV>
              <wp:extent cx="699770" cy="10058400"/>
              <wp:effectExtent l="0" t="0" r="24130" b="13970"/>
              <wp:wrapNone/>
              <wp:docPr id="1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rgbClr val="3EB1C8"/>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5F79B3" w14:textId="77777777" w:rsidR="00C23751" w:rsidRPr="00430D28" w:rsidRDefault="00C23751"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A</w:t>
                          </w:r>
                        </w:p>
                      </w:txbxContent>
                    </wps:txbx>
                    <wps:bodyPr vert="vert270" wrap="square" rtlCol="0" anchor="b">
                      <a:scene3d>
                        <a:camera prst="orthographicFront"/>
                        <a:lightRig rig="threePt" dir="t"/>
                      </a:scene3d>
                      <a:sp3d extrusionH="57150">
                        <a:bevelT w="38100" h="38100" prst="relaxedInset"/>
                      </a:sp3d>
                    </wps:bodyPr>
                  </wps:wsp>
                </a:graphicData>
              </a:graphic>
              <wp14:sizeRelH relativeFrom="page">
                <wp14:pctWidth>9000</wp14:pctWidth>
              </wp14:sizeRelH>
              <wp14:sizeRelV relativeFrom="page">
                <wp14:pctHeight>100000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F70B7A4" id="Rectangle 4" o:spid="_x0000_s1026" style="position:absolute;left:0;text-align:left;margin-left:539.45pt;margin-top:.85pt;width:55.1pt;height:11in;z-index:251655168;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" fillcolor="#3eb1c8" strokecolor="white [3212]" strokeweight="1pt">
              <v:path arrowok="t"/>
              <v:textbox style="layout-flow:vertical;mso-layout-flow-alt:bottom-to-top">
                <w:txbxContent>
                  <w:p w14:paraId="075F79B3" w14:textId="77777777" w:rsidR="00C23751" w:rsidRPr="00430D28" w:rsidRDefault="00C23751"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A</w:t>
                    </w:r>
                  </w:p>
                </w:txbxContent>
              </v:textbox>
              <w10:wrap anchorx="page" anchory="page"/>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7C91A" w14:textId="77777777" w:rsidR="00415B59" w:rsidRPr="005E6C8D" w:rsidRDefault="00415B59" w:rsidP="005E6C8D">
    <w:pPr>
      <w:pStyle w:val="Header"/>
    </w:pPr>
    <w:r>
      <w:rPr>
        <w:noProof/>
      </w:rPr>
      <mc:AlternateContent>
        <mc:Choice Requires="wps">
          <w:drawing>
            <wp:anchor distT="0" distB="0" distL="114300" distR="114300" simplePos="0" relativeHeight="251660288" behindDoc="0" locked="0" layoutInCell="1" allowOverlap="1" wp14:anchorId="78092DA3" wp14:editId="1328CE96">
              <wp:simplePos x="0" y="0"/>
              <wp:positionH relativeFrom="page">
                <wp:posOffset>6851015</wp:posOffset>
              </wp:positionH>
              <wp:positionV relativeFrom="page">
                <wp:posOffset>10795</wp:posOffset>
              </wp:positionV>
              <wp:extent cx="699770" cy="10058400"/>
              <wp:effectExtent l="0" t="0" r="24130" b="139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rgbClr val="3EB1C8"/>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3831BA" w14:textId="77777777" w:rsidR="00415B59" w:rsidRPr="00430D28" w:rsidRDefault="00415B59"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w:t>
                          </w:r>
                          <w:r>
                            <w:rPr>
                              <w:b/>
                              <w:color w:val="FFFFFF" w:themeColor="background1"/>
                              <w:sz w:val="36"/>
                              <w:szCs w:val="36"/>
                            </w:rPr>
                            <w:t>B</w:t>
                          </w:r>
                        </w:p>
                      </w:txbxContent>
                    </wps:txbx>
                    <wps:bodyPr vert="vert270" wrap="square" rtlCol="0" anchor="b">
                      <a:scene3d>
                        <a:camera prst="orthographicFront"/>
                        <a:lightRig rig="threePt" dir="t"/>
                      </a:scene3d>
                      <a:sp3d extrusionH="57150">
                        <a:bevelT w="38100" h="38100" prst="relaxedInset"/>
                      </a:sp3d>
                    </wps:bodyPr>
                  </wps:wsp>
                </a:graphicData>
              </a:graphic>
              <wp14:sizeRelH relativeFrom="page">
                <wp14:pctWidth>9000</wp14:pctWidth>
              </wp14:sizeRelH>
              <wp14:sizeRelV relativeFrom="page">
                <wp14:pctHeight>100000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8092DA3" id="_x0000_s1027" style="position:absolute;left:0;text-align:left;margin-left:539.45pt;margin-top:.85pt;width:55.1pt;height:11in;z-index:251660288;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" fillcolor="#3eb1c8" strokecolor="white [3212]" strokeweight="1pt">
              <v:path arrowok="t"/>
              <v:textbox style="layout-flow:vertical;mso-layout-flow-alt:bottom-to-top">
                <w:txbxContent>
                  <w:p w14:paraId="613831BA" w14:textId="77777777" w:rsidR="00415B59" w:rsidRPr="00430D28" w:rsidRDefault="00415B59"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w:t>
                    </w:r>
                    <w:r>
                      <w:rPr>
                        <w:b/>
                        <w:color w:val="FFFFFF" w:themeColor="background1"/>
                        <w:sz w:val="36"/>
                        <w:szCs w:val="36"/>
                      </w:rPr>
                      <w:t>B</w:t>
                    </w:r>
                  </w:p>
                </w:txbxContent>
              </v:textbox>
              <w10:wrap anchorx="page" anchory="page"/>
            </v:rec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8B062" w14:textId="77777777" w:rsidR="00415B59" w:rsidRPr="005E6C8D" w:rsidRDefault="00415B59" w:rsidP="005E6C8D">
    <w:pPr>
      <w:pStyle w:val="Header"/>
    </w:pPr>
    <w:r>
      <w:rPr>
        <w:noProof/>
      </w:rPr>
      <mc:AlternateContent>
        <mc:Choice Requires="wps">
          <w:drawing>
            <wp:anchor distT="0" distB="0" distL="114300" distR="114300" simplePos="0" relativeHeight="251662336" behindDoc="0" locked="0" layoutInCell="1" allowOverlap="1" wp14:anchorId="1F8A1A73" wp14:editId="10256BF9">
              <wp:simplePos x="0" y="0"/>
              <wp:positionH relativeFrom="page">
                <wp:posOffset>6851015</wp:posOffset>
              </wp:positionH>
              <wp:positionV relativeFrom="page">
                <wp:posOffset>10795</wp:posOffset>
              </wp:positionV>
              <wp:extent cx="699770" cy="10058400"/>
              <wp:effectExtent l="0" t="0" r="24130" b="1397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rgbClr val="3EB1C8"/>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FF20EA" w14:textId="77777777" w:rsidR="00415B59" w:rsidRPr="00430D28" w:rsidRDefault="00415B59"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w:t>
                          </w:r>
                          <w:r w:rsidR="00AF5701">
                            <w:rPr>
                              <w:b/>
                              <w:color w:val="FFFFFF" w:themeColor="background1"/>
                              <w:sz w:val="36"/>
                              <w:szCs w:val="36"/>
                            </w:rPr>
                            <w:t>C</w:t>
                          </w:r>
                        </w:p>
                      </w:txbxContent>
                    </wps:txbx>
                    <wps:bodyPr vert="vert270" wrap="square" rtlCol="0" anchor="b">
                      <a:scene3d>
                        <a:camera prst="orthographicFront"/>
                        <a:lightRig rig="threePt" dir="t"/>
                      </a:scene3d>
                      <a:sp3d extrusionH="57150">
                        <a:bevelT w="38100" h="38100" prst="relaxedInset"/>
                      </a:sp3d>
                    </wps:bodyPr>
                  </wps:wsp>
                </a:graphicData>
              </a:graphic>
              <wp14:sizeRelH relativeFrom="page">
                <wp14:pctWidth>9000</wp14:pctWidth>
              </wp14:sizeRelH>
              <wp14:sizeRelV relativeFrom="page">
                <wp14:pctHeight>100000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8A1A73" id="_x0000_s1028" style="position:absolute;left:0;text-align:left;margin-left:539.45pt;margin-top:.85pt;width:55.1pt;height:11in;z-index:251662336;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" fillcolor="#3eb1c8" strokecolor="white [3212]" strokeweight="1pt">
              <v:path arrowok="t"/>
              <v:textbox style="layout-flow:vertical;mso-layout-flow-alt:bottom-to-top">
                <w:txbxContent>
                  <w:p w14:paraId="66FF20EA" w14:textId="77777777" w:rsidR="00415B59" w:rsidRPr="00430D28" w:rsidRDefault="00415B59"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w:t>
                    </w:r>
                    <w:r w:rsidR="00AF5701">
                      <w:rPr>
                        <w:b/>
                        <w:color w:val="FFFFFF" w:themeColor="background1"/>
                        <w:sz w:val="36"/>
                        <w:szCs w:val="36"/>
                      </w:rPr>
                      <w:t>C</w:t>
                    </w:r>
                  </w:p>
                </w:txbxContent>
              </v:textbox>
              <w10:wrap anchorx="page" anchory="page"/>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75E526" w14:textId="77777777" w:rsidR="00415B59" w:rsidRPr="005E6C8D" w:rsidRDefault="00415B59" w:rsidP="005E6C8D">
    <w:pPr>
      <w:pStyle w:val="Header"/>
    </w:pPr>
    <w:r>
      <w:rPr>
        <w:noProof/>
      </w:rPr>
      <mc:AlternateContent>
        <mc:Choice Requires="wps">
          <w:drawing>
            <wp:anchor distT="0" distB="0" distL="114300" distR="114300" simplePos="0" relativeHeight="251664384" behindDoc="0" locked="0" layoutInCell="1" allowOverlap="1" wp14:anchorId="06ABD9CC" wp14:editId="09CF0C47">
              <wp:simplePos x="0" y="0"/>
              <wp:positionH relativeFrom="page">
                <wp:posOffset>6851015</wp:posOffset>
              </wp:positionH>
              <wp:positionV relativeFrom="page">
                <wp:posOffset>10795</wp:posOffset>
              </wp:positionV>
              <wp:extent cx="699770" cy="10058400"/>
              <wp:effectExtent l="0" t="0" r="24130" b="1397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9770" cy="10058400"/>
                      </a:xfrm>
                      <a:prstGeom prst="rect">
                        <a:avLst/>
                      </a:prstGeom>
                      <a:solidFill>
                        <a:srgbClr val="3EB1C8"/>
                      </a:solidFill>
                      <a:ln w="127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F60DD4" w14:textId="77777777" w:rsidR="00415B59" w:rsidRPr="00430D28" w:rsidRDefault="00415B59"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w:t>
                          </w:r>
                          <w:r w:rsidR="00AF5701">
                            <w:rPr>
                              <w:b/>
                              <w:color w:val="FFFFFF" w:themeColor="background1"/>
                              <w:sz w:val="36"/>
                              <w:szCs w:val="36"/>
                            </w:rPr>
                            <w:t>D</w:t>
                          </w:r>
                        </w:p>
                      </w:txbxContent>
                    </wps:txbx>
                    <wps:bodyPr vert="vert270" wrap="square" rtlCol="0" anchor="b">
                      <a:scene3d>
                        <a:camera prst="orthographicFront"/>
                        <a:lightRig rig="threePt" dir="t"/>
                      </a:scene3d>
                      <a:sp3d extrusionH="57150">
                        <a:bevelT w="38100" h="38100" prst="relaxedInset"/>
                      </a:sp3d>
                    </wps:bodyPr>
                  </wps:wsp>
                </a:graphicData>
              </a:graphic>
              <wp14:sizeRelH relativeFrom="page">
                <wp14:pctWidth>9000</wp14:pctWidth>
              </wp14:sizeRelH>
              <wp14:sizeRelV relativeFrom="page">
                <wp14:pctHeight>100000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ABD9CC" id="_x0000_s1029" style="position:absolute;left:0;text-align:left;margin-left:539.45pt;margin-top:.85pt;width:55.1pt;height:11in;z-index:251664384;visibility:visible;mso-wrap-style:square;mso-width-percent:90;mso-height-percent:1000;mso-wrap-distance-left:9pt;mso-wrap-distance-top:0;mso-wrap-distance-right:9pt;mso-wrap-distance-bottom:0;mso-position-horizontal:absolute;mso-position-horizontal-relative:page;mso-position-vertical:absolute;mso-position-vertical-relative:page;mso-width-percent:90;mso-height-percent:10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" fillcolor="#3eb1c8" strokecolor="white [3212]" strokeweight="1pt">
              <v:path arrowok="t"/>
              <v:textbox style="layout-flow:vertical;mso-layout-flow-alt:bottom-to-top">
                <w:txbxContent>
                  <w:p w14:paraId="34F60DD4" w14:textId="77777777" w:rsidR="00415B59" w:rsidRPr="00430D28" w:rsidRDefault="00415B59" w:rsidP="00124F59">
                    <w:pPr>
                      <w:spacing w:before="100" w:beforeAutospacing="1" w:after="240"/>
                      <w:ind w:right="-13608"/>
                      <w:jc w:val="center"/>
                      <w:rPr>
                        <w:b/>
                        <w:color w:val="FFFFFF" w:themeColor="background1"/>
                        <w:sz w:val="36"/>
                        <w:szCs w:val="36"/>
                      </w:rPr>
                    </w:pPr>
                    <w:r>
                      <w:rPr>
                        <w:b/>
                        <w:color w:val="FFFFFF" w:themeColor="background1"/>
                        <w:sz w:val="36"/>
                        <w:szCs w:val="36"/>
                      </w:rPr>
                      <w:t>APPENDICE</w:t>
                    </w:r>
                    <w:r w:rsidRPr="00430D28">
                      <w:rPr>
                        <w:b/>
                        <w:color w:val="FFFFFF" w:themeColor="background1"/>
                        <w:sz w:val="36"/>
                        <w:szCs w:val="36"/>
                      </w:rPr>
                      <w:t xml:space="preserve"> </w:t>
                    </w:r>
                    <w:r w:rsidR="00AF5701">
                      <w:rPr>
                        <w:b/>
                        <w:color w:val="FFFFFF" w:themeColor="background1"/>
                        <w:sz w:val="36"/>
                        <w:szCs w:val="36"/>
                      </w:rPr>
                      <w:t>D</w:t>
                    </w:r>
                  </w:p>
                </w:txbxContent>
              </v:textbox>
              <w10:wrap anchorx="page" anchory="page"/>
            </v:rec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222D13" w14:textId="77777777" w:rsidR="00C23751" w:rsidRPr="00D11D0D" w:rsidRDefault="00C23751" w:rsidP="00D11D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A8097F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370084B"/>
    <w:multiLevelType w:val="hybridMultilevel"/>
    <w:tmpl w:val="A47C96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4A34C5"/>
    <w:multiLevelType w:val="hybridMultilevel"/>
    <w:tmpl w:val="8B361D0A"/>
    <w:lvl w:ilvl="0" w:tplc="451CB094">
      <w:start w:val="1"/>
      <w:numFmt w:val="lowerLetter"/>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3">
    <w:nsid w:val="06645829"/>
    <w:multiLevelType w:val="hybridMultilevel"/>
    <w:tmpl w:val="CCF449B8"/>
    <w:lvl w:ilvl="0" w:tplc="A456262E">
      <w:start w:val="1"/>
      <w:numFmt w:val="lowerLetter"/>
      <w:pStyle w:val="Itema"/>
      <w:lvlText w:val="%1."/>
      <w:lvlJc w:val="left"/>
      <w:pPr>
        <w:ind w:left="720" w:hanging="360"/>
      </w:pPr>
      <w:rPr>
        <w:color w:val="3EB1C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77551AB"/>
    <w:multiLevelType w:val="hybridMultilevel"/>
    <w:tmpl w:val="AD16AB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DC3C9C"/>
    <w:multiLevelType w:val="hybridMultilevel"/>
    <w:tmpl w:val="F564AD4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E572C3"/>
    <w:multiLevelType w:val="hybridMultilevel"/>
    <w:tmpl w:val="CB18E44A"/>
    <w:lvl w:ilvl="0" w:tplc="17649FA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EE7DFC"/>
    <w:multiLevelType w:val="hybridMultilevel"/>
    <w:tmpl w:val="FE0226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AC609D"/>
    <w:multiLevelType w:val="hybridMultilevel"/>
    <w:tmpl w:val="5B7877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FA7BF3"/>
    <w:multiLevelType w:val="hybridMultilevel"/>
    <w:tmpl w:val="DF6CC4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F80641"/>
    <w:multiLevelType w:val="hybridMultilevel"/>
    <w:tmpl w:val="3AC2AB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8820DA"/>
    <w:multiLevelType w:val="hybridMultilevel"/>
    <w:tmpl w:val="23ACF5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295C79"/>
    <w:multiLevelType w:val="hybridMultilevel"/>
    <w:tmpl w:val="8D1E4E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599314B"/>
    <w:multiLevelType w:val="hybridMultilevel"/>
    <w:tmpl w:val="A114E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AEA29AB"/>
    <w:multiLevelType w:val="hybridMultilevel"/>
    <w:tmpl w:val="9DAC80B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FD18D7"/>
    <w:multiLevelType w:val="hybridMultilevel"/>
    <w:tmpl w:val="3CB4201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0E64603"/>
    <w:multiLevelType w:val="hybridMultilevel"/>
    <w:tmpl w:val="8B361D0A"/>
    <w:lvl w:ilvl="0" w:tplc="451CB094">
      <w:start w:val="1"/>
      <w:numFmt w:val="lowerLetter"/>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17">
    <w:nsid w:val="22E562D0"/>
    <w:multiLevelType w:val="hybridMultilevel"/>
    <w:tmpl w:val="274289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D95284"/>
    <w:multiLevelType w:val="hybridMultilevel"/>
    <w:tmpl w:val="B8D431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58B0C79"/>
    <w:multiLevelType w:val="hybridMultilevel"/>
    <w:tmpl w:val="5E508C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4404B8"/>
    <w:multiLevelType w:val="hybridMultilevel"/>
    <w:tmpl w:val="4A0297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1269B2"/>
    <w:multiLevelType w:val="hybridMultilevel"/>
    <w:tmpl w:val="2FDEE1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33BA19B4"/>
    <w:multiLevelType w:val="hybridMultilevel"/>
    <w:tmpl w:val="82B27E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075215"/>
    <w:multiLevelType w:val="hybridMultilevel"/>
    <w:tmpl w:val="71BA47E0"/>
    <w:lvl w:ilvl="0" w:tplc="0409000F">
      <w:start w:val="1"/>
      <w:numFmt w:val="decimal"/>
      <w:lvlText w:val="%1."/>
      <w:lvlJc w:val="left"/>
      <w:pPr>
        <w:ind w:left="1174" w:hanging="360"/>
      </w:p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25">
    <w:nsid w:val="3C401A70"/>
    <w:multiLevelType w:val="hybridMultilevel"/>
    <w:tmpl w:val="D864F7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7F1482"/>
    <w:multiLevelType w:val="hybridMultilevel"/>
    <w:tmpl w:val="DFE86E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8E2283"/>
    <w:multiLevelType w:val="hybridMultilevel"/>
    <w:tmpl w:val="5CA82E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D98277F"/>
    <w:multiLevelType w:val="hybridMultilevel"/>
    <w:tmpl w:val="EBACC7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E6F7812"/>
    <w:multiLevelType w:val="hybridMultilevel"/>
    <w:tmpl w:val="36B2C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4275B1"/>
    <w:multiLevelType w:val="hybridMultilevel"/>
    <w:tmpl w:val="C76864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4F7962"/>
    <w:multiLevelType w:val="hybridMultilevel"/>
    <w:tmpl w:val="F7FE62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3A2DCF"/>
    <w:multiLevelType w:val="hybridMultilevel"/>
    <w:tmpl w:val="4F0602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5AC2319"/>
    <w:multiLevelType w:val="hybridMultilevel"/>
    <w:tmpl w:val="3D7C0B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BB7773"/>
    <w:multiLevelType w:val="hybridMultilevel"/>
    <w:tmpl w:val="781AE3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F81D09"/>
    <w:multiLevelType w:val="hybridMultilevel"/>
    <w:tmpl w:val="26DC28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DF87980"/>
    <w:multiLevelType w:val="hybridMultilevel"/>
    <w:tmpl w:val="01DA51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FD15AE9"/>
    <w:multiLevelType w:val="hybridMultilevel"/>
    <w:tmpl w:val="D6ECA6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15620A9"/>
    <w:multiLevelType w:val="hybridMultilevel"/>
    <w:tmpl w:val="716238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start w:val="1"/>
      <w:numFmt w:val="bullet"/>
      <w:pStyle w:val="Item"/>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1AA1EDB"/>
    <w:multiLevelType w:val="hybridMultilevel"/>
    <w:tmpl w:val="EEA822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26D5EDA"/>
    <w:multiLevelType w:val="hybridMultilevel"/>
    <w:tmpl w:val="3210DE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66F1E16"/>
    <w:multiLevelType w:val="hybridMultilevel"/>
    <w:tmpl w:val="8E9EAE22"/>
    <w:lvl w:ilvl="0" w:tplc="BB680F4E">
      <w:start w:val="1"/>
      <w:numFmt w:val="lowerRoman"/>
      <w:pStyle w:val="itemi"/>
      <w:lvlText w:val="%1."/>
      <w:lvlJc w:val="left"/>
      <w:pPr>
        <w:ind w:left="360" w:hanging="360"/>
      </w:pPr>
      <w:rPr>
        <w:rFonts w:ascii="Arial" w:hAnsi="Arial" w:hint="default"/>
        <w:color w:val="3EB1C8"/>
      </w:rPr>
    </w:lvl>
    <w:lvl w:ilvl="1" w:tplc="04100019" w:tentative="1">
      <w:start w:val="1"/>
      <w:numFmt w:val="lowerLetter"/>
      <w:lvlText w:val="%2."/>
      <w:lvlJc w:val="left"/>
      <w:pPr>
        <w:ind w:left="1760" w:hanging="360"/>
      </w:pPr>
    </w:lvl>
    <w:lvl w:ilvl="2" w:tplc="0410001B" w:tentative="1">
      <w:start w:val="1"/>
      <w:numFmt w:val="lowerRoman"/>
      <w:lvlText w:val="%3."/>
      <w:lvlJc w:val="right"/>
      <w:pPr>
        <w:ind w:left="2480" w:hanging="180"/>
      </w:pPr>
    </w:lvl>
    <w:lvl w:ilvl="3" w:tplc="0410000F" w:tentative="1">
      <w:start w:val="1"/>
      <w:numFmt w:val="decimal"/>
      <w:lvlText w:val="%4."/>
      <w:lvlJc w:val="left"/>
      <w:pPr>
        <w:ind w:left="3200" w:hanging="360"/>
      </w:pPr>
    </w:lvl>
    <w:lvl w:ilvl="4" w:tplc="04100019" w:tentative="1">
      <w:start w:val="1"/>
      <w:numFmt w:val="lowerLetter"/>
      <w:lvlText w:val="%5."/>
      <w:lvlJc w:val="left"/>
      <w:pPr>
        <w:ind w:left="3920" w:hanging="360"/>
      </w:pPr>
    </w:lvl>
    <w:lvl w:ilvl="5" w:tplc="0410001B" w:tentative="1">
      <w:start w:val="1"/>
      <w:numFmt w:val="lowerRoman"/>
      <w:lvlText w:val="%6."/>
      <w:lvlJc w:val="right"/>
      <w:pPr>
        <w:ind w:left="4640" w:hanging="180"/>
      </w:pPr>
    </w:lvl>
    <w:lvl w:ilvl="6" w:tplc="0410000F" w:tentative="1">
      <w:start w:val="1"/>
      <w:numFmt w:val="decimal"/>
      <w:lvlText w:val="%7."/>
      <w:lvlJc w:val="left"/>
      <w:pPr>
        <w:ind w:left="5360" w:hanging="360"/>
      </w:pPr>
    </w:lvl>
    <w:lvl w:ilvl="7" w:tplc="04100019" w:tentative="1">
      <w:start w:val="1"/>
      <w:numFmt w:val="lowerLetter"/>
      <w:lvlText w:val="%8."/>
      <w:lvlJc w:val="left"/>
      <w:pPr>
        <w:ind w:left="6080" w:hanging="360"/>
      </w:pPr>
    </w:lvl>
    <w:lvl w:ilvl="8" w:tplc="0410001B" w:tentative="1">
      <w:start w:val="1"/>
      <w:numFmt w:val="lowerRoman"/>
      <w:lvlText w:val="%9."/>
      <w:lvlJc w:val="right"/>
      <w:pPr>
        <w:ind w:left="6800" w:hanging="180"/>
      </w:pPr>
    </w:lvl>
  </w:abstractNum>
  <w:abstractNum w:abstractNumId="43">
    <w:nsid w:val="59B954FB"/>
    <w:multiLevelType w:val="singleLevel"/>
    <w:tmpl w:val="3AF8CBD2"/>
    <w:lvl w:ilvl="0">
      <w:start w:val="1"/>
      <w:numFmt w:val="bullet"/>
      <w:pStyle w:val="Item3"/>
      <w:lvlText w:val=""/>
      <w:lvlJc w:val="left"/>
      <w:pPr>
        <w:ind w:left="1097" w:hanging="360"/>
      </w:pPr>
      <w:rPr>
        <w:rFonts w:ascii="Symbol" w:hAnsi="Symbol" w:hint="default"/>
        <w:color w:val="3EB1C8"/>
        <w:sz w:val="18"/>
      </w:rPr>
    </w:lvl>
  </w:abstractNum>
  <w:abstractNum w:abstractNumId="44">
    <w:nsid w:val="5B941445"/>
    <w:multiLevelType w:val="hybridMultilevel"/>
    <w:tmpl w:val="AEDEE920"/>
    <w:lvl w:ilvl="0" w:tplc="234ED004">
      <w:start w:val="1"/>
      <w:numFmt w:val="decimal"/>
      <w:pStyle w:val="ItemNumbered"/>
      <w:lvlText w:val="%1."/>
      <w:lvlJc w:val="left"/>
      <w:pPr>
        <w:ind w:left="360" w:hanging="360"/>
      </w:pPr>
      <w:rPr>
        <w:rFonts w:hint="default"/>
        <w:color w:val="3EB1C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60BA0E87"/>
    <w:multiLevelType w:val="hybridMultilevel"/>
    <w:tmpl w:val="2D243B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3A3B62"/>
    <w:multiLevelType w:val="hybridMultilevel"/>
    <w:tmpl w:val="CE564A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2CC0055"/>
    <w:multiLevelType w:val="hybridMultilevel"/>
    <w:tmpl w:val="A59CDE76"/>
    <w:lvl w:ilvl="0" w:tplc="2F1EDB32">
      <w:start w:val="1"/>
      <w:numFmt w:val="decimal"/>
      <w:lvlText w:val="%1."/>
      <w:lvlJc w:val="left"/>
      <w:pPr>
        <w:ind w:left="1212" w:hanging="85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7AB587F"/>
    <w:multiLevelType w:val="hybridMultilevel"/>
    <w:tmpl w:val="A9B079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C92616A"/>
    <w:multiLevelType w:val="hybridMultilevel"/>
    <w:tmpl w:val="D6ECA6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D0B7DED"/>
    <w:multiLevelType w:val="hybridMultilevel"/>
    <w:tmpl w:val="689477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DF5238E"/>
    <w:multiLevelType w:val="hybridMultilevel"/>
    <w:tmpl w:val="000AFE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1D96521"/>
    <w:multiLevelType w:val="hybridMultilevel"/>
    <w:tmpl w:val="FFB2DF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5102913"/>
    <w:multiLevelType w:val="hybridMultilevel"/>
    <w:tmpl w:val="E8F231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B7802A1"/>
    <w:multiLevelType w:val="hybridMultilevel"/>
    <w:tmpl w:val="05B085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9546AA"/>
    <w:multiLevelType w:val="hybridMultilevel"/>
    <w:tmpl w:val="3B0ED6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3"/>
  </w:num>
  <w:num w:numId="3">
    <w:abstractNumId w:val="16"/>
  </w:num>
  <w:num w:numId="4">
    <w:abstractNumId w:val="39"/>
  </w:num>
  <w:num w:numId="5">
    <w:abstractNumId w:val="44"/>
  </w:num>
  <w:num w:numId="6">
    <w:abstractNumId w:val="42"/>
    <w:lvlOverride w:ilvl="0">
      <w:startOverride w:val="1"/>
    </w:lvlOverride>
  </w:num>
  <w:num w:numId="7">
    <w:abstractNumId w:val="22"/>
  </w:num>
  <w:num w:numId="8">
    <w:abstractNumId w:val="2"/>
  </w:num>
  <w:num w:numId="9">
    <w:abstractNumId w:val="24"/>
  </w:num>
  <w:num w:numId="10">
    <w:abstractNumId w:val="15"/>
  </w:num>
  <w:num w:numId="11">
    <w:abstractNumId w:val="49"/>
  </w:num>
  <w:num w:numId="12">
    <w:abstractNumId w:val="37"/>
  </w:num>
  <w:num w:numId="13">
    <w:abstractNumId w:val="47"/>
  </w:num>
  <w:num w:numId="14">
    <w:abstractNumId w:val="30"/>
  </w:num>
  <w:num w:numId="15">
    <w:abstractNumId w:val="54"/>
  </w:num>
  <w:num w:numId="16">
    <w:abstractNumId w:val="38"/>
  </w:num>
  <w:num w:numId="17">
    <w:abstractNumId w:val="8"/>
  </w:num>
  <w:num w:numId="18">
    <w:abstractNumId w:val="53"/>
  </w:num>
  <w:num w:numId="19">
    <w:abstractNumId w:val="9"/>
  </w:num>
  <w:num w:numId="20">
    <w:abstractNumId w:val="18"/>
  </w:num>
  <w:num w:numId="21">
    <w:abstractNumId w:val="26"/>
  </w:num>
  <w:num w:numId="22">
    <w:abstractNumId w:val="55"/>
  </w:num>
  <w:num w:numId="23">
    <w:abstractNumId w:val="7"/>
  </w:num>
  <w:num w:numId="24">
    <w:abstractNumId w:val="14"/>
  </w:num>
  <w:num w:numId="25">
    <w:abstractNumId w:val="36"/>
  </w:num>
  <w:num w:numId="26">
    <w:abstractNumId w:val="52"/>
  </w:num>
  <w:num w:numId="27">
    <w:abstractNumId w:val="21"/>
  </w:num>
  <w:num w:numId="28">
    <w:abstractNumId w:val="5"/>
  </w:num>
  <w:num w:numId="29">
    <w:abstractNumId w:val="34"/>
  </w:num>
  <w:num w:numId="30">
    <w:abstractNumId w:val="45"/>
  </w:num>
  <w:num w:numId="31">
    <w:abstractNumId w:val="23"/>
  </w:num>
  <w:num w:numId="32">
    <w:abstractNumId w:val="35"/>
  </w:num>
  <w:num w:numId="33">
    <w:abstractNumId w:val="11"/>
  </w:num>
  <w:num w:numId="34">
    <w:abstractNumId w:val="46"/>
  </w:num>
  <w:num w:numId="35">
    <w:abstractNumId w:val="51"/>
  </w:num>
  <w:num w:numId="36">
    <w:abstractNumId w:val="6"/>
  </w:num>
  <w:num w:numId="37">
    <w:abstractNumId w:val="25"/>
  </w:num>
  <w:num w:numId="38">
    <w:abstractNumId w:val="50"/>
  </w:num>
  <w:num w:numId="39">
    <w:abstractNumId w:val="4"/>
  </w:num>
  <w:num w:numId="40">
    <w:abstractNumId w:val="29"/>
  </w:num>
  <w:num w:numId="41">
    <w:abstractNumId w:val="20"/>
  </w:num>
  <w:num w:numId="42">
    <w:abstractNumId w:val="10"/>
  </w:num>
  <w:num w:numId="43">
    <w:abstractNumId w:val="12"/>
  </w:num>
  <w:num w:numId="44">
    <w:abstractNumId w:val="41"/>
  </w:num>
  <w:num w:numId="45">
    <w:abstractNumId w:val="13"/>
  </w:num>
  <w:num w:numId="46">
    <w:abstractNumId w:val="32"/>
  </w:num>
  <w:num w:numId="47">
    <w:abstractNumId w:val="19"/>
  </w:num>
  <w:num w:numId="48">
    <w:abstractNumId w:val="17"/>
  </w:num>
  <w:num w:numId="49">
    <w:abstractNumId w:val="28"/>
  </w:num>
  <w:num w:numId="50">
    <w:abstractNumId w:val="39"/>
  </w:num>
  <w:num w:numId="51">
    <w:abstractNumId w:val="40"/>
  </w:num>
  <w:num w:numId="52">
    <w:abstractNumId w:val="33"/>
  </w:num>
  <w:num w:numId="53">
    <w:abstractNumId w:val="48"/>
  </w:num>
  <w:num w:numId="54">
    <w:abstractNumId w:val="31"/>
  </w:num>
  <w:num w:numId="55">
    <w:abstractNumId w:val="27"/>
  </w:num>
  <w:num w:numId="56">
    <w:abstractNumId w:val="1"/>
  </w:num>
  <w:num w:numId="57">
    <w:abstractNumId w:val="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documentProtection w:edit="forms" w:enforcement="0"/>
  <w:defaultTabStop w:val="454"/>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1BE"/>
    <w:rsid w:val="00000F29"/>
    <w:rsid w:val="000013F4"/>
    <w:rsid w:val="000020D8"/>
    <w:rsid w:val="00005C27"/>
    <w:rsid w:val="0000736C"/>
    <w:rsid w:val="00007D6F"/>
    <w:rsid w:val="00011457"/>
    <w:rsid w:val="00011484"/>
    <w:rsid w:val="00012383"/>
    <w:rsid w:val="000128C9"/>
    <w:rsid w:val="00013277"/>
    <w:rsid w:val="00013506"/>
    <w:rsid w:val="00013EFF"/>
    <w:rsid w:val="00014559"/>
    <w:rsid w:val="00015094"/>
    <w:rsid w:val="0001659C"/>
    <w:rsid w:val="000201FA"/>
    <w:rsid w:val="000204C6"/>
    <w:rsid w:val="000217E0"/>
    <w:rsid w:val="00023374"/>
    <w:rsid w:val="00025653"/>
    <w:rsid w:val="0002586E"/>
    <w:rsid w:val="000268A5"/>
    <w:rsid w:val="00026B44"/>
    <w:rsid w:val="000301E2"/>
    <w:rsid w:val="000305D0"/>
    <w:rsid w:val="00030B8A"/>
    <w:rsid w:val="0003139F"/>
    <w:rsid w:val="00032E31"/>
    <w:rsid w:val="00033DFA"/>
    <w:rsid w:val="000344BB"/>
    <w:rsid w:val="000352CA"/>
    <w:rsid w:val="00041FE6"/>
    <w:rsid w:val="00045638"/>
    <w:rsid w:val="000534FD"/>
    <w:rsid w:val="000554B2"/>
    <w:rsid w:val="00057803"/>
    <w:rsid w:val="00065134"/>
    <w:rsid w:val="00066D5E"/>
    <w:rsid w:val="00067590"/>
    <w:rsid w:val="000739C3"/>
    <w:rsid w:val="00074585"/>
    <w:rsid w:val="00076409"/>
    <w:rsid w:val="000765AA"/>
    <w:rsid w:val="000779E4"/>
    <w:rsid w:val="00082162"/>
    <w:rsid w:val="0008478A"/>
    <w:rsid w:val="00085FA6"/>
    <w:rsid w:val="000862AC"/>
    <w:rsid w:val="00086A55"/>
    <w:rsid w:val="0008782E"/>
    <w:rsid w:val="00092DBD"/>
    <w:rsid w:val="00092FC3"/>
    <w:rsid w:val="000971DA"/>
    <w:rsid w:val="000A05CB"/>
    <w:rsid w:val="000A05FF"/>
    <w:rsid w:val="000A0EEB"/>
    <w:rsid w:val="000A0F56"/>
    <w:rsid w:val="000A1B5E"/>
    <w:rsid w:val="000A1F28"/>
    <w:rsid w:val="000A4B2A"/>
    <w:rsid w:val="000A60E2"/>
    <w:rsid w:val="000A6745"/>
    <w:rsid w:val="000A6F4C"/>
    <w:rsid w:val="000A7CBE"/>
    <w:rsid w:val="000B2FDA"/>
    <w:rsid w:val="000B3677"/>
    <w:rsid w:val="000B40F5"/>
    <w:rsid w:val="000B4BC0"/>
    <w:rsid w:val="000B5516"/>
    <w:rsid w:val="000B60FF"/>
    <w:rsid w:val="000B6E26"/>
    <w:rsid w:val="000C07B5"/>
    <w:rsid w:val="000C2DC6"/>
    <w:rsid w:val="000C2F58"/>
    <w:rsid w:val="000C459D"/>
    <w:rsid w:val="000C6342"/>
    <w:rsid w:val="000C787A"/>
    <w:rsid w:val="000D063A"/>
    <w:rsid w:val="000D33BB"/>
    <w:rsid w:val="000D4915"/>
    <w:rsid w:val="000E1E5B"/>
    <w:rsid w:val="000E3FC3"/>
    <w:rsid w:val="000E601C"/>
    <w:rsid w:val="000E7DD4"/>
    <w:rsid w:val="000F11E4"/>
    <w:rsid w:val="000F6095"/>
    <w:rsid w:val="000F6162"/>
    <w:rsid w:val="000F68A2"/>
    <w:rsid w:val="00101D24"/>
    <w:rsid w:val="0010394F"/>
    <w:rsid w:val="001050BC"/>
    <w:rsid w:val="0010792E"/>
    <w:rsid w:val="00107F74"/>
    <w:rsid w:val="0011225C"/>
    <w:rsid w:val="00112A63"/>
    <w:rsid w:val="00112FAC"/>
    <w:rsid w:val="00114BF3"/>
    <w:rsid w:val="00117348"/>
    <w:rsid w:val="00117B51"/>
    <w:rsid w:val="00117DD8"/>
    <w:rsid w:val="0012029F"/>
    <w:rsid w:val="00121365"/>
    <w:rsid w:val="0012267A"/>
    <w:rsid w:val="00124EAD"/>
    <w:rsid w:val="00124F59"/>
    <w:rsid w:val="00130778"/>
    <w:rsid w:val="00130B51"/>
    <w:rsid w:val="00133458"/>
    <w:rsid w:val="00133D9B"/>
    <w:rsid w:val="00135580"/>
    <w:rsid w:val="00135FD0"/>
    <w:rsid w:val="001374A7"/>
    <w:rsid w:val="001377F4"/>
    <w:rsid w:val="00137D31"/>
    <w:rsid w:val="00140040"/>
    <w:rsid w:val="00141216"/>
    <w:rsid w:val="0014185F"/>
    <w:rsid w:val="00142441"/>
    <w:rsid w:val="001424B6"/>
    <w:rsid w:val="00143E6A"/>
    <w:rsid w:val="00144FFA"/>
    <w:rsid w:val="00145170"/>
    <w:rsid w:val="0014595D"/>
    <w:rsid w:val="001463FA"/>
    <w:rsid w:val="001466D6"/>
    <w:rsid w:val="00150915"/>
    <w:rsid w:val="001512BF"/>
    <w:rsid w:val="00151502"/>
    <w:rsid w:val="0015213F"/>
    <w:rsid w:val="00153C6E"/>
    <w:rsid w:val="001556B1"/>
    <w:rsid w:val="001557D6"/>
    <w:rsid w:val="00157B31"/>
    <w:rsid w:val="00157BD9"/>
    <w:rsid w:val="00162376"/>
    <w:rsid w:val="00163355"/>
    <w:rsid w:val="0016358C"/>
    <w:rsid w:val="00165503"/>
    <w:rsid w:val="00170C69"/>
    <w:rsid w:val="001718B0"/>
    <w:rsid w:val="001728CC"/>
    <w:rsid w:val="00173174"/>
    <w:rsid w:val="0017466B"/>
    <w:rsid w:val="001758A8"/>
    <w:rsid w:val="001769B6"/>
    <w:rsid w:val="001812EF"/>
    <w:rsid w:val="00181710"/>
    <w:rsid w:val="00181A6C"/>
    <w:rsid w:val="00182B2E"/>
    <w:rsid w:val="00184B90"/>
    <w:rsid w:val="001861F2"/>
    <w:rsid w:val="00186997"/>
    <w:rsid w:val="00192351"/>
    <w:rsid w:val="001943F8"/>
    <w:rsid w:val="00195BDE"/>
    <w:rsid w:val="001979F7"/>
    <w:rsid w:val="00197ABB"/>
    <w:rsid w:val="001A02B8"/>
    <w:rsid w:val="001A0434"/>
    <w:rsid w:val="001A2467"/>
    <w:rsid w:val="001A51F1"/>
    <w:rsid w:val="001A5201"/>
    <w:rsid w:val="001A5855"/>
    <w:rsid w:val="001A73E8"/>
    <w:rsid w:val="001B04FA"/>
    <w:rsid w:val="001B6429"/>
    <w:rsid w:val="001B6D46"/>
    <w:rsid w:val="001B6E56"/>
    <w:rsid w:val="001B6EFB"/>
    <w:rsid w:val="001B7270"/>
    <w:rsid w:val="001B7C7E"/>
    <w:rsid w:val="001C1299"/>
    <w:rsid w:val="001C1C91"/>
    <w:rsid w:val="001C46E1"/>
    <w:rsid w:val="001C4F0C"/>
    <w:rsid w:val="001C59A9"/>
    <w:rsid w:val="001C6FEF"/>
    <w:rsid w:val="001D372B"/>
    <w:rsid w:val="001D57CE"/>
    <w:rsid w:val="001D72FD"/>
    <w:rsid w:val="001E30C2"/>
    <w:rsid w:val="001E36A6"/>
    <w:rsid w:val="001E3C3C"/>
    <w:rsid w:val="001E7943"/>
    <w:rsid w:val="001F1B1B"/>
    <w:rsid w:val="001F1FD0"/>
    <w:rsid w:val="001F2029"/>
    <w:rsid w:val="001F2FE1"/>
    <w:rsid w:val="001F3282"/>
    <w:rsid w:val="001F4FF3"/>
    <w:rsid w:val="0020096F"/>
    <w:rsid w:val="0020238B"/>
    <w:rsid w:val="00202645"/>
    <w:rsid w:val="00203576"/>
    <w:rsid w:val="00203A9F"/>
    <w:rsid w:val="00205374"/>
    <w:rsid w:val="00206E68"/>
    <w:rsid w:val="002071C7"/>
    <w:rsid w:val="002104EC"/>
    <w:rsid w:val="00210C06"/>
    <w:rsid w:val="0021239E"/>
    <w:rsid w:val="00212974"/>
    <w:rsid w:val="00213516"/>
    <w:rsid w:val="00213ACB"/>
    <w:rsid w:val="00217193"/>
    <w:rsid w:val="0021792A"/>
    <w:rsid w:val="0022127D"/>
    <w:rsid w:val="00221629"/>
    <w:rsid w:val="00223236"/>
    <w:rsid w:val="002235BF"/>
    <w:rsid w:val="0022400C"/>
    <w:rsid w:val="002244D4"/>
    <w:rsid w:val="00230579"/>
    <w:rsid w:val="00231135"/>
    <w:rsid w:val="002316F1"/>
    <w:rsid w:val="00232647"/>
    <w:rsid w:val="00233FC2"/>
    <w:rsid w:val="00236059"/>
    <w:rsid w:val="00244AED"/>
    <w:rsid w:val="00250EF2"/>
    <w:rsid w:val="00251698"/>
    <w:rsid w:val="00256197"/>
    <w:rsid w:val="00260A3A"/>
    <w:rsid w:val="0027035F"/>
    <w:rsid w:val="002724DE"/>
    <w:rsid w:val="00275E6D"/>
    <w:rsid w:val="002767C7"/>
    <w:rsid w:val="002776CA"/>
    <w:rsid w:val="00281003"/>
    <w:rsid w:val="00281CA9"/>
    <w:rsid w:val="0028687C"/>
    <w:rsid w:val="002872C6"/>
    <w:rsid w:val="002872E1"/>
    <w:rsid w:val="002903AC"/>
    <w:rsid w:val="002934B5"/>
    <w:rsid w:val="00293649"/>
    <w:rsid w:val="002936CA"/>
    <w:rsid w:val="00294DAC"/>
    <w:rsid w:val="0029782F"/>
    <w:rsid w:val="00297902"/>
    <w:rsid w:val="002979EA"/>
    <w:rsid w:val="002A0135"/>
    <w:rsid w:val="002A2369"/>
    <w:rsid w:val="002A25DA"/>
    <w:rsid w:val="002A7996"/>
    <w:rsid w:val="002B0B2C"/>
    <w:rsid w:val="002B31A8"/>
    <w:rsid w:val="002B43F1"/>
    <w:rsid w:val="002B490B"/>
    <w:rsid w:val="002B4D6E"/>
    <w:rsid w:val="002C0306"/>
    <w:rsid w:val="002C06C7"/>
    <w:rsid w:val="002C0751"/>
    <w:rsid w:val="002C11A5"/>
    <w:rsid w:val="002C5D9B"/>
    <w:rsid w:val="002C7017"/>
    <w:rsid w:val="002D05DC"/>
    <w:rsid w:val="002D1A83"/>
    <w:rsid w:val="002D2517"/>
    <w:rsid w:val="002D2EDF"/>
    <w:rsid w:val="002D33F9"/>
    <w:rsid w:val="002D417E"/>
    <w:rsid w:val="002D4257"/>
    <w:rsid w:val="002D47B4"/>
    <w:rsid w:val="002D514A"/>
    <w:rsid w:val="002D552D"/>
    <w:rsid w:val="002D55E9"/>
    <w:rsid w:val="002D5ABA"/>
    <w:rsid w:val="002E11C0"/>
    <w:rsid w:val="002E1C27"/>
    <w:rsid w:val="002E2620"/>
    <w:rsid w:val="002E27E1"/>
    <w:rsid w:val="002E2BB3"/>
    <w:rsid w:val="002E2E7C"/>
    <w:rsid w:val="002E4B7C"/>
    <w:rsid w:val="002E6B10"/>
    <w:rsid w:val="002E6F56"/>
    <w:rsid w:val="002F02B8"/>
    <w:rsid w:val="002F1C13"/>
    <w:rsid w:val="002F3065"/>
    <w:rsid w:val="002F5003"/>
    <w:rsid w:val="002F5560"/>
    <w:rsid w:val="002F596F"/>
    <w:rsid w:val="002F7C51"/>
    <w:rsid w:val="00300C47"/>
    <w:rsid w:val="00302388"/>
    <w:rsid w:val="00306875"/>
    <w:rsid w:val="00306E5A"/>
    <w:rsid w:val="0030725A"/>
    <w:rsid w:val="0031107F"/>
    <w:rsid w:val="003129A9"/>
    <w:rsid w:val="00312CC4"/>
    <w:rsid w:val="00314250"/>
    <w:rsid w:val="00314460"/>
    <w:rsid w:val="00314C7C"/>
    <w:rsid w:val="00314F8A"/>
    <w:rsid w:val="00317DA8"/>
    <w:rsid w:val="00317F73"/>
    <w:rsid w:val="00320B15"/>
    <w:rsid w:val="00327460"/>
    <w:rsid w:val="00327E4B"/>
    <w:rsid w:val="003331CB"/>
    <w:rsid w:val="003378C1"/>
    <w:rsid w:val="00340A3B"/>
    <w:rsid w:val="00341220"/>
    <w:rsid w:val="00341992"/>
    <w:rsid w:val="0034260E"/>
    <w:rsid w:val="0034587C"/>
    <w:rsid w:val="003479CE"/>
    <w:rsid w:val="003501F4"/>
    <w:rsid w:val="003513AB"/>
    <w:rsid w:val="003551E4"/>
    <w:rsid w:val="00356A85"/>
    <w:rsid w:val="00356C89"/>
    <w:rsid w:val="00360F8F"/>
    <w:rsid w:val="003612F1"/>
    <w:rsid w:val="003625B8"/>
    <w:rsid w:val="003630A0"/>
    <w:rsid w:val="00365677"/>
    <w:rsid w:val="00365AB5"/>
    <w:rsid w:val="00367C7B"/>
    <w:rsid w:val="00367EBE"/>
    <w:rsid w:val="00370187"/>
    <w:rsid w:val="003728C5"/>
    <w:rsid w:val="0037430A"/>
    <w:rsid w:val="003777C9"/>
    <w:rsid w:val="00382377"/>
    <w:rsid w:val="003826AB"/>
    <w:rsid w:val="00384734"/>
    <w:rsid w:val="003856F7"/>
    <w:rsid w:val="00387CB8"/>
    <w:rsid w:val="0039088D"/>
    <w:rsid w:val="00390E40"/>
    <w:rsid w:val="00392AFA"/>
    <w:rsid w:val="003971D4"/>
    <w:rsid w:val="00397E81"/>
    <w:rsid w:val="003A02B5"/>
    <w:rsid w:val="003A0C80"/>
    <w:rsid w:val="003A0E76"/>
    <w:rsid w:val="003A30FB"/>
    <w:rsid w:val="003A3187"/>
    <w:rsid w:val="003A5D22"/>
    <w:rsid w:val="003A622B"/>
    <w:rsid w:val="003A79FB"/>
    <w:rsid w:val="003B2CD9"/>
    <w:rsid w:val="003B318F"/>
    <w:rsid w:val="003B460B"/>
    <w:rsid w:val="003B5D0F"/>
    <w:rsid w:val="003B74CD"/>
    <w:rsid w:val="003C30A3"/>
    <w:rsid w:val="003C3DDC"/>
    <w:rsid w:val="003C43AC"/>
    <w:rsid w:val="003C4EB9"/>
    <w:rsid w:val="003C57F9"/>
    <w:rsid w:val="003C692F"/>
    <w:rsid w:val="003C7871"/>
    <w:rsid w:val="003D1AB8"/>
    <w:rsid w:val="003D5722"/>
    <w:rsid w:val="003D5BB1"/>
    <w:rsid w:val="003D6F72"/>
    <w:rsid w:val="003D7155"/>
    <w:rsid w:val="003D75B2"/>
    <w:rsid w:val="003D7621"/>
    <w:rsid w:val="003E1B6C"/>
    <w:rsid w:val="003E356E"/>
    <w:rsid w:val="003E42C5"/>
    <w:rsid w:val="003E49DC"/>
    <w:rsid w:val="003E6797"/>
    <w:rsid w:val="003E71CC"/>
    <w:rsid w:val="003F0EAF"/>
    <w:rsid w:val="003F1BE8"/>
    <w:rsid w:val="003F49BE"/>
    <w:rsid w:val="003F5155"/>
    <w:rsid w:val="003F5431"/>
    <w:rsid w:val="003F5627"/>
    <w:rsid w:val="003F7BB0"/>
    <w:rsid w:val="00400012"/>
    <w:rsid w:val="004019F9"/>
    <w:rsid w:val="004024E2"/>
    <w:rsid w:val="00403ECA"/>
    <w:rsid w:val="00404F1F"/>
    <w:rsid w:val="00406C15"/>
    <w:rsid w:val="00411BEA"/>
    <w:rsid w:val="0041285D"/>
    <w:rsid w:val="00413CF0"/>
    <w:rsid w:val="00415B59"/>
    <w:rsid w:val="00416A70"/>
    <w:rsid w:val="00417D1C"/>
    <w:rsid w:val="00420285"/>
    <w:rsid w:val="0042119F"/>
    <w:rsid w:val="004215A4"/>
    <w:rsid w:val="0042173E"/>
    <w:rsid w:val="00421A9A"/>
    <w:rsid w:val="004234BC"/>
    <w:rsid w:val="00423584"/>
    <w:rsid w:val="00424843"/>
    <w:rsid w:val="004249A3"/>
    <w:rsid w:val="0042506B"/>
    <w:rsid w:val="00426C64"/>
    <w:rsid w:val="00427B93"/>
    <w:rsid w:val="00430D28"/>
    <w:rsid w:val="004316BD"/>
    <w:rsid w:val="004325DA"/>
    <w:rsid w:val="00434BEE"/>
    <w:rsid w:val="004352CB"/>
    <w:rsid w:val="00440B07"/>
    <w:rsid w:val="00440C17"/>
    <w:rsid w:val="0044123A"/>
    <w:rsid w:val="0044204A"/>
    <w:rsid w:val="004435FD"/>
    <w:rsid w:val="0044684A"/>
    <w:rsid w:val="0045075C"/>
    <w:rsid w:val="00451374"/>
    <w:rsid w:val="004527E6"/>
    <w:rsid w:val="00454B7B"/>
    <w:rsid w:val="004617AF"/>
    <w:rsid w:val="00463200"/>
    <w:rsid w:val="004636AA"/>
    <w:rsid w:val="00464EC9"/>
    <w:rsid w:val="00466509"/>
    <w:rsid w:val="00467F44"/>
    <w:rsid w:val="0047012B"/>
    <w:rsid w:val="00470BAF"/>
    <w:rsid w:val="0047101F"/>
    <w:rsid w:val="00474DC0"/>
    <w:rsid w:val="00475ED2"/>
    <w:rsid w:val="00476DDB"/>
    <w:rsid w:val="0047718A"/>
    <w:rsid w:val="00480553"/>
    <w:rsid w:val="004807D5"/>
    <w:rsid w:val="00481964"/>
    <w:rsid w:val="00483712"/>
    <w:rsid w:val="0048407F"/>
    <w:rsid w:val="00486691"/>
    <w:rsid w:val="00490BDC"/>
    <w:rsid w:val="00490EFE"/>
    <w:rsid w:val="0049662D"/>
    <w:rsid w:val="00497F06"/>
    <w:rsid w:val="004A0D19"/>
    <w:rsid w:val="004A113B"/>
    <w:rsid w:val="004A3441"/>
    <w:rsid w:val="004A3965"/>
    <w:rsid w:val="004A3A0B"/>
    <w:rsid w:val="004A5874"/>
    <w:rsid w:val="004A74A0"/>
    <w:rsid w:val="004B20A6"/>
    <w:rsid w:val="004B2A51"/>
    <w:rsid w:val="004B3CC9"/>
    <w:rsid w:val="004B6CFF"/>
    <w:rsid w:val="004C04BF"/>
    <w:rsid w:val="004C06E6"/>
    <w:rsid w:val="004C15C0"/>
    <w:rsid w:val="004C16F0"/>
    <w:rsid w:val="004C29DE"/>
    <w:rsid w:val="004C3A86"/>
    <w:rsid w:val="004C47A9"/>
    <w:rsid w:val="004C5454"/>
    <w:rsid w:val="004C73B4"/>
    <w:rsid w:val="004C7F91"/>
    <w:rsid w:val="004D0386"/>
    <w:rsid w:val="004D0A56"/>
    <w:rsid w:val="004D1E19"/>
    <w:rsid w:val="004D3797"/>
    <w:rsid w:val="004D513D"/>
    <w:rsid w:val="004D6106"/>
    <w:rsid w:val="004D67B2"/>
    <w:rsid w:val="004E0911"/>
    <w:rsid w:val="004E25A5"/>
    <w:rsid w:val="004E3DB5"/>
    <w:rsid w:val="004E4424"/>
    <w:rsid w:val="004E7D50"/>
    <w:rsid w:val="004F0A78"/>
    <w:rsid w:val="004F1BA1"/>
    <w:rsid w:val="004F1DCC"/>
    <w:rsid w:val="004F1E01"/>
    <w:rsid w:val="004F31A7"/>
    <w:rsid w:val="004F37E9"/>
    <w:rsid w:val="004F55BA"/>
    <w:rsid w:val="004F57BA"/>
    <w:rsid w:val="004F6714"/>
    <w:rsid w:val="00500F1A"/>
    <w:rsid w:val="00505A89"/>
    <w:rsid w:val="00506781"/>
    <w:rsid w:val="00511495"/>
    <w:rsid w:val="00511F9A"/>
    <w:rsid w:val="00513F24"/>
    <w:rsid w:val="005145DF"/>
    <w:rsid w:val="00514DF4"/>
    <w:rsid w:val="00516C13"/>
    <w:rsid w:val="00516FD3"/>
    <w:rsid w:val="005203C1"/>
    <w:rsid w:val="00520F63"/>
    <w:rsid w:val="005219EE"/>
    <w:rsid w:val="00521A5A"/>
    <w:rsid w:val="005254B4"/>
    <w:rsid w:val="00526068"/>
    <w:rsid w:val="0053118C"/>
    <w:rsid w:val="00533A06"/>
    <w:rsid w:val="00533C7A"/>
    <w:rsid w:val="0053548D"/>
    <w:rsid w:val="00536426"/>
    <w:rsid w:val="00536859"/>
    <w:rsid w:val="00541C32"/>
    <w:rsid w:val="00541E0D"/>
    <w:rsid w:val="00541E4C"/>
    <w:rsid w:val="00543622"/>
    <w:rsid w:val="00543A24"/>
    <w:rsid w:val="00546D8A"/>
    <w:rsid w:val="00551FAE"/>
    <w:rsid w:val="0055273E"/>
    <w:rsid w:val="00553B9F"/>
    <w:rsid w:val="00554EE7"/>
    <w:rsid w:val="0055572F"/>
    <w:rsid w:val="005571BE"/>
    <w:rsid w:val="0056027F"/>
    <w:rsid w:val="005613B1"/>
    <w:rsid w:val="005631C1"/>
    <w:rsid w:val="00563E42"/>
    <w:rsid w:val="00563E57"/>
    <w:rsid w:val="0056613A"/>
    <w:rsid w:val="005673CF"/>
    <w:rsid w:val="005729A0"/>
    <w:rsid w:val="005751C9"/>
    <w:rsid w:val="00576ED1"/>
    <w:rsid w:val="0058018C"/>
    <w:rsid w:val="00580257"/>
    <w:rsid w:val="0058160F"/>
    <w:rsid w:val="005819CA"/>
    <w:rsid w:val="005829F4"/>
    <w:rsid w:val="00582F1D"/>
    <w:rsid w:val="00586924"/>
    <w:rsid w:val="00586AAA"/>
    <w:rsid w:val="00586F1C"/>
    <w:rsid w:val="00587527"/>
    <w:rsid w:val="005877B5"/>
    <w:rsid w:val="00587AEC"/>
    <w:rsid w:val="00587D69"/>
    <w:rsid w:val="00590252"/>
    <w:rsid w:val="00591E9B"/>
    <w:rsid w:val="005932C2"/>
    <w:rsid w:val="0059544D"/>
    <w:rsid w:val="005956F1"/>
    <w:rsid w:val="00595793"/>
    <w:rsid w:val="0059659D"/>
    <w:rsid w:val="00597BF0"/>
    <w:rsid w:val="005A0AB8"/>
    <w:rsid w:val="005A10DC"/>
    <w:rsid w:val="005A23CC"/>
    <w:rsid w:val="005A2954"/>
    <w:rsid w:val="005A3D27"/>
    <w:rsid w:val="005A3FA1"/>
    <w:rsid w:val="005A5D20"/>
    <w:rsid w:val="005A6520"/>
    <w:rsid w:val="005A6E79"/>
    <w:rsid w:val="005A718C"/>
    <w:rsid w:val="005B334C"/>
    <w:rsid w:val="005B52DE"/>
    <w:rsid w:val="005B5D7C"/>
    <w:rsid w:val="005B5E32"/>
    <w:rsid w:val="005B7EA2"/>
    <w:rsid w:val="005C0689"/>
    <w:rsid w:val="005C2DDD"/>
    <w:rsid w:val="005C5A78"/>
    <w:rsid w:val="005C693C"/>
    <w:rsid w:val="005D0BC9"/>
    <w:rsid w:val="005D118A"/>
    <w:rsid w:val="005E002A"/>
    <w:rsid w:val="005E25AC"/>
    <w:rsid w:val="005E31E6"/>
    <w:rsid w:val="005E3556"/>
    <w:rsid w:val="005E407D"/>
    <w:rsid w:val="005E4CB4"/>
    <w:rsid w:val="005E5D26"/>
    <w:rsid w:val="005E6C8D"/>
    <w:rsid w:val="005F00A3"/>
    <w:rsid w:val="005F1621"/>
    <w:rsid w:val="005F1FEA"/>
    <w:rsid w:val="005F20FD"/>
    <w:rsid w:val="005F3055"/>
    <w:rsid w:val="005F3643"/>
    <w:rsid w:val="005F5A5C"/>
    <w:rsid w:val="005F6B34"/>
    <w:rsid w:val="00601B9E"/>
    <w:rsid w:val="00604FC4"/>
    <w:rsid w:val="006051C4"/>
    <w:rsid w:val="00605485"/>
    <w:rsid w:val="006108F4"/>
    <w:rsid w:val="00610BA2"/>
    <w:rsid w:val="00611890"/>
    <w:rsid w:val="00612E5A"/>
    <w:rsid w:val="0061473E"/>
    <w:rsid w:val="0061475B"/>
    <w:rsid w:val="00615692"/>
    <w:rsid w:val="006164AF"/>
    <w:rsid w:val="0061777F"/>
    <w:rsid w:val="0062132A"/>
    <w:rsid w:val="0062524B"/>
    <w:rsid w:val="00627097"/>
    <w:rsid w:val="00630F96"/>
    <w:rsid w:val="00631130"/>
    <w:rsid w:val="006331C6"/>
    <w:rsid w:val="006337D5"/>
    <w:rsid w:val="00633941"/>
    <w:rsid w:val="00633CB2"/>
    <w:rsid w:val="006361ED"/>
    <w:rsid w:val="0063724B"/>
    <w:rsid w:val="0064113A"/>
    <w:rsid w:val="006414BD"/>
    <w:rsid w:val="006424C3"/>
    <w:rsid w:val="0064319C"/>
    <w:rsid w:val="0064556D"/>
    <w:rsid w:val="0064560E"/>
    <w:rsid w:val="006459C5"/>
    <w:rsid w:val="0064680C"/>
    <w:rsid w:val="0065147F"/>
    <w:rsid w:val="00655162"/>
    <w:rsid w:val="006567BE"/>
    <w:rsid w:val="00656CB0"/>
    <w:rsid w:val="006629F8"/>
    <w:rsid w:val="00666166"/>
    <w:rsid w:val="00666A16"/>
    <w:rsid w:val="0067139A"/>
    <w:rsid w:val="00672654"/>
    <w:rsid w:val="006729F6"/>
    <w:rsid w:val="00672AD5"/>
    <w:rsid w:val="006768FF"/>
    <w:rsid w:val="0067769B"/>
    <w:rsid w:val="00677B24"/>
    <w:rsid w:val="00680164"/>
    <w:rsid w:val="00681188"/>
    <w:rsid w:val="0068287F"/>
    <w:rsid w:val="00683243"/>
    <w:rsid w:val="00684336"/>
    <w:rsid w:val="006855C0"/>
    <w:rsid w:val="00687A97"/>
    <w:rsid w:val="00691D28"/>
    <w:rsid w:val="00691E6C"/>
    <w:rsid w:val="00693100"/>
    <w:rsid w:val="00694C5A"/>
    <w:rsid w:val="00695D96"/>
    <w:rsid w:val="00696207"/>
    <w:rsid w:val="00697B1C"/>
    <w:rsid w:val="006A0181"/>
    <w:rsid w:val="006A19F0"/>
    <w:rsid w:val="006A42DD"/>
    <w:rsid w:val="006A4955"/>
    <w:rsid w:val="006A4B41"/>
    <w:rsid w:val="006A5426"/>
    <w:rsid w:val="006A6069"/>
    <w:rsid w:val="006B08CF"/>
    <w:rsid w:val="006B0BE3"/>
    <w:rsid w:val="006B26C8"/>
    <w:rsid w:val="006B282B"/>
    <w:rsid w:val="006B3C94"/>
    <w:rsid w:val="006B4EA8"/>
    <w:rsid w:val="006B758B"/>
    <w:rsid w:val="006C1EBC"/>
    <w:rsid w:val="006C1EC3"/>
    <w:rsid w:val="006C3D1E"/>
    <w:rsid w:val="006C4236"/>
    <w:rsid w:val="006C4D3F"/>
    <w:rsid w:val="006C5093"/>
    <w:rsid w:val="006C5737"/>
    <w:rsid w:val="006C702E"/>
    <w:rsid w:val="006D08C6"/>
    <w:rsid w:val="006D1DE2"/>
    <w:rsid w:val="006D2075"/>
    <w:rsid w:val="006D4F22"/>
    <w:rsid w:val="006E0371"/>
    <w:rsid w:val="006E1341"/>
    <w:rsid w:val="006E1D13"/>
    <w:rsid w:val="006E4278"/>
    <w:rsid w:val="006E779A"/>
    <w:rsid w:val="006F056F"/>
    <w:rsid w:val="006F418F"/>
    <w:rsid w:val="006F43BF"/>
    <w:rsid w:val="006F4C73"/>
    <w:rsid w:val="006F6B5E"/>
    <w:rsid w:val="006F70A3"/>
    <w:rsid w:val="006F7566"/>
    <w:rsid w:val="0070035E"/>
    <w:rsid w:val="007029BB"/>
    <w:rsid w:val="00703A52"/>
    <w:rsid w:val="00705385"/>
    <w:rsid w:val="00705625"/>
    <w:rsid w:val="00705BA3"/>
    <w:rsid w:val="00707F6B"/>
    <w:rsid w:val="0071073D"/>
    <w:rsid w:val="007118FA"/>
    <w:rsid w:val="007213A2"/>
    <w:rsid w:val="00721935"/>
    <w:rsid w:val="0072193A"/>
    <w:rsid w:val="007248A8"/>
    <w:rsid w:val="0072645E"/>
    <w:rsid w:val="00726D41"/>
    <w:rsid w:val="00727C8D"/>
    <w:rsid w:val="0073038D"/>
    <w:rsid w:val="007310DE"/>
    <w:rsid w:val="0073169C"/>
    <w:rsid w:val="007330F7"/>
    <w:rsid w:val="00733CDB"/>
    <w:rsid w:val="00734230"/>
    <w:rsid w:val="007357FE"/>
    <w:rsid w:val="00736F57"/>
    <w:rsid w:val="007377B3"/>
    <w:rsid w:val="00737F54"/>
    <w:rsid w:val="00741330"/>
    <w:rsid w:val="00742209"/>
    <w:rsid w:val="0074237C"/>
    <w:rsid w:val="00742A54"/>
    <w:rsid w:val="00743D38"/>
    <w:rsid w:val="00743E49"/>
    <w:rsid w:val="00743FF0"/>
    <w:rsid w:val="00744304"/>
    <w:rsid w:val="00745EA9"/>
    <w:rsid w:val="00746BDC"/>
    <w:rsid w:val="007501F9"/>
    <w:rsid w:val="00750867"/>
    <w:rsid w:val="007526AC"/>
    <w:rsid w:val="00752C28"/>
    <w:rsid w:val="007559BA"/>
    <w:rsid w:val="00756556"/>
    <w:rsid w:val="00756B71"/>
    <w:rsid w:val="0075733E"/>
    <w:rsid w:val="00757682"/>
    <w:rsid w:val="007576DF"/>
    <w:rsid w:val="00761DBE"/>
    <w:rsid w:val="00763412"/>
    <w:rsid w:val="00763A8F"/>
    <w:rsid w:val="007664A6"/>
    <w:rsid w:val="00766BC9"/>
    <w:rsid w:val="0076786C"/>
    <w:rsid w:val="00767C03"/>
    <w:rsid w:val="00767C54"/>
    <w:rsid w:val="0077200C"/>
    <w:rsid w:val="00775B09"/>
    <w:rsid w:val="00776D26"/>
    <w:rsid w:val="00776D8C"/>
    <w:rsid w:val="00776E7D"/>
    <w:rsid w:val="00781282"/>
    <w:rsid w:val="00783205"/>
    <w:rsid w:val="0078326E"/>
    <w:rsid w:val="007837C5"/>
    <w:rsid w:val="007838AC"/>
    <w:rsid w:val="00784AAC"/>
    <w:rsid w:val="007866B4"/>
    <w:rsid w:val="00786A9F"/>
    <w:rsid w:val="007872FA"/>
    <w:rsid w:val="0079026D"/>
    <w:rsid w:val="007903FA"/>
    <w:rsid w:val="00793625"/>
    <w:rsid w:val="007964FF"/>
    <w:rsid w:val="00796E08"/>
    <w:rsid w:val="007A2209"/>
    <w:rsid w:val="007A235C"/>
    <w:rsid w:val="007A24A1"/>
    <w:rsid w:val="007A4616"/>
    <w:rsid w:val="007A47FE"/>
    <w:rsid w:val="007A6C9D"/>
    <w:rsid w:val="007A6E37"/>
    <w:rsid w:val="007A70C9"/>
    <w:rsid w:val="007B477F"/>
    <w:rsid w:val="007B47F4"/>
    <w:rsid w:val="007B54A7"/>
    <w:rsid w:val="007C1476"/>
    <w:rsid w:val="007C3387"/>
    <w:rsid w:val="007C3958"/>
    <w:rsid w:val="007C43F1"/>
    <w:rsid w:val="007C454A"/>
    <w:rsid w:val="007C58DB"/>
    <w:rsid w:val="007C5A9A"/>
    <w:rsid w:val="007C697D"/>
    <w:rsid w:val="007C72D9"/>
    <w:rsid w:val="007D38B8"/>
    <w:rsid w:val="007D3A4E"/>
    <w:rsid w:val="007D4CF8"/>
    <w:rsid w:val="007D5754"/>
    <w:rsid w:val="007D7609"/>
    <w:rsid w:val="007E4146"/>
    <w:rsid w:val="007E5669"/>
    <w:rsid w:val="007E6054"/>
    <w:rsid w:val="007E69C7"/>
    <w:rsid w:val="007F0486"/>
    <w:rsid w:val="007F108E"/>
    <w:rsid w:val="007F2145"/>
    <w:rsid w:val="007F22FD"/>
    <w:rsid w:val="007F36FD"/>
    <w:rsid w:val="00802B79"/>
    <w:rsid w:val="00803F18"/>
    <w:rsid w:val="008078BD"/>
    <w:rsid w:val="00807D9A"/>
    <w:rsid w:val="00810AF8"/>
    <w:rsid w:val="008157A7"/>
    <w:rsid w:val="0081715B"/>
    <w:rsid w:val="00820168"/>
    <w:rsid w:val="00821FEF"/>
    <w:rsid w:val="008221DC"/>
    <w:rsid w:val="00823E1A"/>
    <w:rsid w:val="0082497F"/>
    <w:rsid w:val="00824A70"/>
    <w:rsid w:val="0082578D"/>
    <w:rsid w:val="00825A32"/>
    <w:rsid w:val="00825CB5"/>
    <w:rsid w:val="008307BF"/>
    <w:rsid w:val="00831D1A"/>
    <w:rsid w:val="00831E36"/>
    <w:rsid w:val="00831FF4"/>
    <w:rsid w:val="00832835"/>
    <w:rsid w:val="00834A57"/>
    <w:rsid w:val="00834CFA"/>
    <w:rsid w:val="00835B8B"/>
    <w:rsid w:val="00836652"/>
    <w:rsid w:val="00837E66"/>
    <w:rsid w:val="00840465"/>
    <w:rsid w:val="008422CB"/>
    <w:rsid w:val="00843BF0"/>
    <w:rsid w:val="008442C5"/>
    <w:rsid w:val="00844300"/>
    <w:rsid w:val="008445D9"/>
    <w:rsid w:val="00844E96"/>
    <w:rsid w:val="008456B3"/>
    <w:rsid w:val="008464B8"/>
    <w:rsid w:val="00846F49"/>
    <w:rsid w:val="008507F1"/>
    <w:rsid w:val="00850C51"/>
    <w:rsid w:val="0085380C"/>
    <w:rsid w:val="00853C7B"/>
    <w:rsid w:val="008551EC"/>
    <w:rsid w:val="00855831"/>
    <w:rsid w:val="00855B7D"/>
    <w:rsid w:val="00856E0D"/>
    <w:rsid w:val="008574F4"/>
    <w:rsid w:val="008600F4"/>
    <w:rsid w:val="008616D4"/>
    <w:rsid w:val="008621C9"/>
    <w:rsid w:val="00862AC0"/>
    <w:rsid w:val="00863351"/>
    <w:rsid w:val="008637BE"/>
    <w:rsid w:val="0086482E"/>
    <w:rsid w:val="00866000"/>
    <w:rsid w:val="00871D29"/>
    <w:rsid w:val="008735EB"/>
    <w:rsid w:val="00880055"/>
    <w:rsid w:val="00881903"/>
    <w:rsid w:val="008825AD"/>
    <w:rsid w:val="00883351"/>
    <w:rsid w:val="0088549B"/>
    <w:rsid w:val="00890803"/>
    <w:rsid w:val="00891699"/>
    <w:rsid w:val="0089249A"/>
    <w:rsid w:val="00892B6F"/>
    <w:rsid w:val="00894AE6"/>
    <w:rsid w:val="00897AF7"/>
    <w:rsid w:val="008A2D5D"/>
    <w:rsid w:val="008A43EF"/>
    <w:rsid w:val="008A617B"/>
    <w:rsid w:val="008A7A76"/>
    <w:rsid w:val="008B0404"/>
    <w:rsid w:val="008B18A2"/>
    <w:rsid w:val="008B2FE3"/>
    <w:rsid w:val="008B3376"/>
    <w:rsid w:val="008B33F9"/>
    <w:rsid w:val="008B4C2C"/>
    <w:rsid w:val="008B4D46"/>
    <w:rsid w:val="008B5D16"/>
    <w:rsid w:val="008B6738"/>
    <w:rsid w:val="008B7720"/>
    <w:rsid w:val="008C0B49"/>
    <w:rsid w:val="008C1309"/>
    <w:rsid w:val="008C2DE1"/>
    <w:rsid w:val="008C42B6"/>
    <w:rsid w:val="008C49FD"/>
    <w:rsid w:val="008C698B"/>
    <w:rsid w:val="008D0B2A"/>
    <w:rsid w:val="008D3B64"/>
    <w:rsid w:val="008D5F53"/>
    <w:rsid w:val="008D6B98"/>
    <w:rsid w:val="008D7670"/>
    <w:rsid w:val="008D7FF4"/>
    <w:rsid w:val="008E2D1B"/>
    <w:rsid w:val="008E5C0F"/>
    <w:rsid w:val="008E6518"/>
    <w:rsid w:val="008E6FBD"/>
    <w:rsid w:val="008F13CE"/>
    <w:rsid w:val="008F2263"/>
    <w:rsid w:val="008F2ABE"/>
    <w:rsid w:val="008F5CD9"/>
    <w:rsid w:val="00900324"/>
    <w:rsid w:val="00902BF9"/>
    <w:rsid w:val="00903652"/>
    <w:rsid w:val="009050B8"/>
    <w:rsid w:val="00905393"/>
    <w:rsid w:val="00906AA6"/>
    <w:rsid w:val="00907AE7"/>
    <w:rsid w:val="00913341"/>
    <w:rsid w:val="00913AC4"/>
    <w:rsid w:val="00917F6E"/>
    <w:rsid w:val="00920163"/>
    <w:rsid w:val="0092046C"/>
    <w:rsid w:val="0092048A"/>
    <w:rsid w:val="00921E5C"/>
    <w:rsid w:val="009230CF"/>
    <w:rsid w:val="00924E36"/>
    <w:rsid w:val="00925603"/>
    <w:rsid w:val="0092619C"/>
    <w:rsid w:val="00926579"/>
    <w:rsid w:val="00926892"/>
    <w:rsid w:val="009275A6"/>
    <w:rsid w:val="00931629"/>
    <w:rsid w:val="00932779"/>
    <w:rsid w:val="00932EDE"/>
    <w:rsid w:val="00937AAD"/>
    <w:rsid w:val="009412AD"/>
    <w:rsid w:val="00944A5F"/>
    <w:rsid w:val="009455E1"/>
    <w:rsid w:val="00945F36"/>
    <w:rsid w:val="0095018F"/>
    <w:rsid w:val="00952B26"/>
    <w:rsid w:val="00954231"/>
    <w:rsid w:val="00954462"/>
    <w:rsid w:val="00955451"/>
    <w:rsid w:val="00956467"/>
    <w:rsid w:val="00960BBF"/>
    <w:rsid w:val="0096220E"/>
    <w:rsid w:val="00962C0B"/>
    <w:rsid w:val="00962D9D"/>
    <w:rsid w:val="00962FCB"/>
    <w:rsid w:val="0096438C"/>
    <w:rsid w:val="00964477"/>
    <w:rsid w:val="00971492"/>
    <w:rsid w:val="00971A89"/>
    <w:rsid w:val="00971FF1"/>
    <w:rsid w:val="00975CEC"/>
    <w:rsid w:val="009779BB"/>
    <w:rsid w:val="009811D2"/>
    <w:rsid w:val="009848C2"/>
    <w:rsid w:val="00985B80"/>
    <w:rsid w:val="00987A6C"/>
    <w:rsid w:val="009913A1"/>
    <w:rsid w:val="009929B2"/>
    <w:rsid w:val="009933B4"/>
    <w:rsid w:val="00994A1E"/>
    <w:rsid w:val="00997B37"/>
    <w:rsid w:val="009A12DD"/>
    <w:rsid w:val="009A1403"/>
    <w:rsid w:val="009A51FA"/>
    <w:rsid w:val="009A5A8E"/>
    <w:rsid w:val="009B37A6"/>
    <w:rsid w:val="009B3FEB"/>
    <w:rsid w:val="009B43FF"/>
    <w:rsid w:val="009B50E5"/>
    <w:rsid w:val="009B54A6"/>
    <w:rsid w:val="009B6C2B"/>
    <w:rsid w:val="009C1180"/>
    <w:rsid w:val="009C23B9"/>
    <w:rsid w:val="009C3AD0"/>
    <w:rsid w:val="009C42E2"/>
    <w:rsid w:val="009C49D0"/>
    <w:rsid w:val="009C4DCE"/>
    <w:rsid w:val="009C52F8"/>
    <w:rsid w:val="009C5E85"/>
    <w:rsid w:val="009C7087"/>
    <w:rsid w:val="009D038C"/>
    <w:rsid w:val="009D10FF"/>
    <w:rsid w:val="009D1155"/>
    <w:rsid w:val="009D143B"/>
    <w:rsid w:val="009D1EC4"/>
    <w:rsid w:val="009D53DE"/>
    <w:rsid w:val="009D5470"/>
    <w:rsid w:val="009D771A"/>
    <w:rsid w:val="009D794B"/>
    <w:rsid w:val="009E17F7"/>
    <w:rsid w:val="009E4C09"/>
    <w:rsid w:val="009E4C3D"/>
    <w:rsid w:val="009F0E39"/>
    <w:rsid w:val="009F19A2"/>
    <w:rsid w:val="009F4528"/>
    <w:rsid w:val="009F5007"/>
    <w:rsid w:val="009F564F"/>
    <w:rsid w:val="009F5A19"/>
    <w:rsid w:val="009F6916"/>
    <w:rsid w:val="00A01CED"/>
    <w:rsid w:val="00A0209C"/>
    <w:rsid w:val="00A03473"/>
    <w:rsid w:val="00A06993"/>
    <w:rsid w:val="00A10236"/>
    <w:rsid w:val="00A11E93"/>
    <w:rsid w:val="00A15388"/>
    <w:rsid w:val="00A153D0"/>
    <w:rsid w:val="00A167FF"/>
    <w:rsid w:val="00A17319"/>
    <w:rsid w:val="00A17EFC"/>
    <w:rsid w:val="00A206F0"/>
    <w:rsid w:val="00A21C0D"/>
    <w:rsid w:val="00A2226F"/>
    <w:rsid w:val="00A224F9"/>
    <w:rsid w:val="00A22EBC"/>
    <w:rsid w:val="00A23AD0"/>
    <w:rsid w:val="00A24F93"/>
    <w:rsid w:val="00A25813"/>
    <w:rsid w:val="00A279EB"/>
    <w:rsid w:val="00A30A7B"/>
    <w:rsid w:val="00A321F7"/>
    <w:rsid w:val="00A328CF"/>
    <w:rsid w:val="00A365E5"/>
    <w:rsid w:val="00A376A6"/>
    <w:rsid w:val="00A454CD"/>
    <w:rsid w:val="00A45EFF"/>
    <w:rsid w:val="00A45FA0"/>
    <w:rsid w:val="00A476DA"/>
    <w:rsid w:val="00A54FDA"/>
    <w:rsid w:val="00A55431"/>
    <w:rsid w:val="00A60F6E"/>
    <w:rsid w:val="00A6169D"/>
    <w:rsid w:val="00A6170B"/>
    <w:rsid w:val="00A61A29"/>
    <w:rsid w:val="00A627CE"/>
    <w:rsid w:val="00A63657"/>
    <w:rsid w:val="00A65A8B"/>
    <w:rsid w:val="00A65B23"/>
    <w:rsid w:val="00A65BC4"/>
    <w:rsid w:val="00A67FC4"/>
    <w:rsid w:val="00A71472"/>
    <w:rsid w:val="00A71B81"/>
    <w:rsid w:val="00A72FD6"/>
    <w:rsid w:val="00A735B8"/>
    <w:rsid w:val="00A8164F"/>
    <w:rsid w:val="00A8430B"/>
    <w:rsid w:val="00A84893"/>
    <w:rsid w:val="00A871C3"/>
    <w:rsid w:val="00A91430"/>
    <w:rsid w:val="00A9331F"/>
    <w:rsid w:val="00A93A86"/>
    <w:rsid w:val="00A94D0C"/>
    <w:rsid w:val="00A95D31"/>
    <w:rsid w:val="00A97951"/>
    <w:rsid w:val="00AA2063"/>
    <w:rsid w:val="00AA34D6"/>
    <w:rsid w:val="00AA35C5"/>
    <w:rsid w:val="00AA4A6D"/>
    <w:rsid w:val="00AA664E"/>
    <w:rsid w:val="00AB117E"/>
    <w:rsid w:val="00AB2365"/>
    <w:rsid w:val="00AC1D3B"/>
    <w:rsid w:val="00AC2B5D"/>
    <w:rsid w:val="00AC2F46"/>
    <w:rsid w:val="00AC5CEB"/>
    <w:rsid w:val="00AD0A72"/>
    <w:rsid w:val="00AD23C3"/>
    <w:rsid w:val="00AD3B4B"/>
    <w:rsid w:val="00AD41EB"/>
    <w:rsid w:val="00AE0095"/>
    <w:rsid w:val="00AE2C85"/>
    <w:rsid w:val="00AE58C7"/>
    <w:rsid w:val="00AE5D93"/>
    <w:rsid w:val="00AE6E0B"/>
    <w:rsid w:val="00AF4790"/>
    <w:rsid w:val="00AF4C49"/>
    <w:rsid w:val="00AF5701"/>
    <w:rsid w:val="00AF6E58"/>
    <w:rsid w:val="00AF775B"/>
    <w:rsid w:val="00AF7CC5"/>
    <w:rsid w:val="00B000B9"/>
    <w:rsid w:val="00B00D85"/>
    <w:rsid w:val="00B067B6"/>
    <w:rsid w:val="00B12855"/>
    <w:rsid w:val="00B13B32"/>
    <w:rsid w:val="00B13E97"/>
    <w:rsid w:val="00B1517A"/>
    <w:rsid w:val="00B215AE"/>
    <w:rsid w:val="00B217A5"/>
    <w:rsid w:val="00B218A5"/>
    <w:rsid w:val="00B22378"/>
    <w:rsid w:val="00B23521"/>
    <w:rsid w:val="00B23562"/>
    <w:rsid w:val="00B23E2A"/>
    <w:rsid w:val="00B2745A"/>
    <w:rsid w:val="00B27BCE"/>
    <w:rsid w:val="00B27C8C"/>
    <w:rsid w:val="00B331BD"/>
    <w:rsid w:val="00B35F43"/>
    <w:rsid w:val="00B376F1"/>
    <w:rsid w:val="00B37760"/>
    <w:rsid w:val="00B3780B"/>
    <w:rsid w:val="00B37B6A"/>
    <w:rsid w:val="00B40B8C"/>
    <w:rsid w:val="00B418A4"/>
    <w:rsid w:val="00B42A78"/>
    <w:rsid w:val="00B442E0"/>
    <w:rsid w:val="00B508A8"/>
    <w:rsid w:val="00B50E5D"/>
    <w:rsid w:val="00B52C5B"/>
    <w:rsid w:val="00B601C0"/>
    <w:rsid w:val="00B66B56"/>
    <w:rsid w:val="00B66DDE"/>
    <w:rsid w:val="00B706A3"/>
    <w:rsid w:val="00B70B80"/>
    <w:rsid w:val="00B71347"/>
    <w:rsid w:val="00B715FA"/>
    <w:rsid w:val="00B720B8"/>
    <w:rsid w:val="00B72E54"/>
    <w:rsid w:val="00B73C50"/>
    <w:rsid w:val="00B74F1B"/>
    <w:rsid w:val="00B769D6"/>
    <w:rsid w:val="00B81E70"/>
    <w:rsid w:val="00B8263E"/>
    <w:rsid w:val="00B83634"/>
    <w:rsid w:val="00B83E9A"/>
    <w:rsid w:val="00B84D64"/>
    <w:rsid w:val="00B85210"/>
    <w:rsid w:val="00B854C9"/>
    <w:rsid w:val="00B92D99"/>
    <w:rsid w:val="00B93DBC"/>
    <w:rsid w:val="00B94D83"/>
    <w:rsid w:val="00B94D98"/>
    <w:rsid w:val="00B9513E"/>
    <w:rsid w:val="00BA0C27"/>
    <w:rsid w:val="00BA24ED"/>
    <w:rsid w:val="00BA39B8"/>
    <w:rsid w:val="00BA5771"/>
    <w:rsid w:val="00BA5F5F"/>
    <w:rsid w:val="00BA71AB"/>
    <w:rsid w:val="00BA7B75"/>
    <w:rsid w:val="00BB06CA"/>
    <w:rsid w:val="00BB0FE7"/>
    <w:rsid w:val="00BB1BF7"/>
    <w:rsid w:val="00BB4348"/>
    <w:rsid w:val="00BB46F1"/>
    <w:rsid w:val="00BC0686"/>
    <w:rsid w:val="00BC28F6"/>
    <w:rsid w:val="00BC2C02"/>
    <w:rsid w:val="00BC476C"/>
    <w:rsid w:val="00BC5C95"/>
    <w:rsid w:val="00BC6D96"/>
    <w:rsid w:val="00BC7075"/>
    <w:rsid w:val="00BC746B"/>
    <w:rsid w:val="00BD152E"/>
    <w:rsid w:val="00BD198F"/>
    <w:rsid w:val="00BD437A"/>
    <w:rsid w:val="00BD4EC2"/>
    <w:rsid w:val="00BD56E6"/>
    <w:rsid w:val="00BD7059"/>
    <w:rsid w:val="00BE0954"/>
    <w:rsid w:val="00BE1547"/>
    <w:rsid w:val="00BE2911"/>
    <w:rsid w:val="00BE49B0"/>
    <w:rsid w:val="00BE54C3"/>
    <w:rsid w:val="00BE7197"/>
    <w:rsid w:val="00BE7EAD"/>
    <w:rsid w:val="00BF10A4"/>
    <w:rsid w:val="00BF3163"/>
    <w:rsid w:val="00BF341E"/>
    <w:rsid w:val="00BF3F39"/>
    <w:rsid w:val="00BF5693"/>
    <w:rsid w:val="00BF65D9"/>
    <w:rsid w:val="00C00971"/>
    <w:rsid w:val="00C00B97"/>
    <w:rsid w:val="00C00F22"/>
    <w:rsid w:val="00C01E91"/>
    <w:rsid w:val="00C038A1"/>
    <w:rsid w:val="00C050A1"/>
    <w:rsid w:val="00C05D1C"/>
    <w:rsid w:val="00C11A42"/>
    <w:rsid w:val="00C11F86"/>
    <w:rsid w:val="00C129CF"/>
    <w:rsid w:val="00C13230"/>
    <w:rsid w:val="00C138C2"/>
    <w:rsid w:val="00C17D4D"/>
    <w:rsid w:val="00C17EA8"/>
    <w:rsid w:val="00C20976"/>
    <w:rsid w:val="00C210A1"/>
    <w:rsid w:val="00C22F3F"/>
    <w:rsid w:val="00C23751"/>
    <w:rsid w:val="00C23E61"/>
    <w:rsid w:val="00C24CFB"/>
    <w:rsid w:val="00C252E5"/>
    <w:rsid w:val="00C25EAD"/>
    <w:rsid w:val="00C26C0B"/>
    <w:rsid w:val="00C277BB"/>
    <w:rsid w:val="00C3003F"/>
    <w:rsid w:val="00C31ACF"/>
    <w:rsid w:val="00C32063"/>
    <w:rsid w:val="00C32106"/>
    <w:rsid w:val="00C327EB"/>
    <w:rsid w:val="00C32DB0"/>
    <w:rsid w:val="00C33FC8"/>
    <w:rsid w:val="00C45B55"/>
    <w:rsid w:val="00C45C18"/>
    <w:rsid w:val="00C4628B"/>
    <w:rsid w:val="00C477B5"/>
    <w:rsid w:val="00C47D3E"/>
    <w:rsid w:val="00C501B4"/>
    <w:rsid w:val="00C512BF"/>
    <w:rsid w:val="00C53408"/>
    <w:rsid w:val="00C53BF1"/>
    <w:rsid w:val="00C55233"/>
    <w:rsid w:val="00C561F3"/>
    <w:rsid w:val="00C57293"/>
    <w:rsid w:val="00C60210"/>
    <w:rsid w:val="00C606E3"/>
    <w:rsid w:val="00C60B4F"/>
    <w:rsid w:val="00C7390E"/>
    <w:rsid w:val="00C75238"/>
    <w:rsid w:val="00C759E5"/>
    <w:rsid w:val="00C76B93"/>
    <w:rsid w:val="00C76FB8"/>
    <w:rsid w:val="00C80348"/>
    <w:rsid w:val="00C81ADF"/>
    <w:rsid w:val="00C82D92"/>
    <w:rsid w:val="00C8548F"/>
    <w:rsid w:val="00C86533"/>
    <w:rsid w:val="00C86D97"/>
    <w:rsid w:val="00C86E48"/>
    <w:rsid w:val="00C87A1B"/>
    <w:rsid w:val="00C87B3C"/>
    <w:rsid w:val="00C9059A"/>
    <w:rsid w:val="00C90A3B"/>
    <w:rsid w:val="00C9104B"/>
    <w:rsid w:val="00C92104"/>
    <w:rsid w:val="00C92983"/>
    <w:rsid w:val="00C93905"/>
    <w:rsid w:val="00C93DE1"/>
    <w:rsid w:val="00C95CD9"/>
    <w:rsid w:val="00C961E2"/>
    <w:rsid w:val="00C9695A"/>
    <w:rsid w:val="00CA091B"/>
    <w:rsid w:val="00CA27A8"/>
    <w:rsid w:val="00CA280C"/>
    <w:rsid w:val="00CA2AEE"/>
    <w:rsid w:val="00CA34BC"/>
    <w:rsid w:val="00CA3806"/>
    <w:rsid w:val="00CA4A9F"/>
    <w:rsid w:val="00CA4C09"/>
    <w:rsid w:val="00CA4ED1"/>
    <w:rsid w:val="00CA5CA1"/>
    <w:rsid w:val="00CB0197"/>
    <w:rsid w:val="00CB07D2"/>
    <w:rsid w:val="00CB0AA2"/>
    <w:rsid w:val="00CB421D"/>
    <w:rsid w:val="00CB444C"/>
    <w:rsid w:val="00CB46F7"/>
    <w:rsid w:val="00CB5803"/>
    <w:rsid w:val="00CC3A88"/>
    <w:rsid w:val="00CC4A05"/>
    <w:rsid w:val="00CC506C"/>
    <w:rsid w:val="00CC6BA3"/>
    <w:rsid w:val="00CC7A20"/>
    <w:rsid w:val="00CD0010"/>
    <w:rsid w:val="00CD088D"/>
    <w:rsid w:val="00CD0F15"/>
    <w:rsid w:val="00CD19FD"/>
    <w:rsid w:val="00CD2E6E"/>
    <w:rsid w:val="00CD51AC"/>
    <w:rsid w:val="00CD7051"/>
    <w:rsid w:val="00CD734E"/>
    <w:rsid w:val="00CD796E"/>
    <w:rsid w:val="00CD7BF6"/>
    <w:rsid w:val="00CE37C5"/>
    <w:rsid w:val="00CE3F36"/>
    <w:rsid w:val="00CE4CFA"/>
    <w:rsid w:val="00CE5A87"/>
    <w:rsid w:val="00CE614C"/>
    <w:rsid w:val="00CF09BF"/>
    <w:rsid w:val="00CF0FDD"/>
    <w:rsid w:val="00CF17F0"/>
    <w:rsid w:val="00CF28FC"/>
    <w:rsid w:val="00CF2FCB"/>
    <w:rsid w:val="00CF6F63"/>
    <w:rsid w:val="00D015C5"/>
    <w:rsid w:val="00D0342B"/>
    <w:rsid w:val="00D03F44"/>
    <w:rsid w:val="00D076CD"/>
    <w:rsid w:val="00D100AD"/>
    <w:rsid w:val="00D1131B"/>
    <w:rsid w:val="00D11D0D"/>
    <w:rsid w:val="00D12F43"/>
    <w:rsid w:val="00D16408"/>
    <w:rsid w:val="00D1729E"/>
    <w:rsid w:val="00D174DB"/>
    <w:rsid w:val="00D22221"/>
    <w:rsid w:val="00D25992"/>
    <w:rsid w:val="00D27E85"/>
    <w:rsid w:val="00D325B4"/>
    <w:rsid w:val="00D35353"/>
    <w:rsid w:val="00D36338"/>
    <w:rsid w:val="00D36432"/>
    <w:rsid w:val="00D41B60"/>
    <w:rsid w:val="00D41DB5"/>
    <w:rsid w:val="00D460CE"/>
    <w:rsid w:val="00D54B4A"/>
    <w:rsid w:val="00D62762"/>
    <w:rsid w:val="00D62B8E"/>
    <w:rsid w:val="00D664CC"/>
    <w:rsid w:val="00D67EEC"/>
    <w:rsid w:val="00D705C6"/>
    <w:rsid w:val="00D7274D"/>
    <w:rsid w:val="00D740EA"/>
    <w:rsid w:val="00D74BC4"/>
    <w:rsid w:val="00D752B8"/>
    <w:rsid w:val="00D75DE3"/>
    <w:rsid w:val="00D80634"/>
    <w:rsid w:val="00D80934"/>
    <w:rsid w:val="00D81732"/>
    <w:rsid w:val="00D83825"/>
    <w:rsid w:val="00D8683D"/>
    <w:rsid w:val="00D86EE4"/>
    <w:rsid w:val="00D87EEF"/>
    <w:rsid w:val="00D914B0"/>
    <w:rsid w:val="00D93C30"/>
    <w:rsid w:val="00DA12ED"/>
    <w:rsid w:val="00DA151A"/>
    <w:rsid w:val="00DA4182"/>
    <w:rsid w:val="00DA4A66"/>
    <w:rsid w:val="00DA6966"/>
    <w:rsid w:val="00DB0AD1"/>
    <w:rsid w:val="00DB360B"/>
    <w:rsid w:val="00DB44D1"/>
    <w:rsid w:val="00DB58D5"/>
    <w:rsid w:val="00DB6E98"/>
    <w:rsid w:val="00DB7550"/>
    <w:rsid w:val="00DC06AF"/>
    <w:rsid w:val="00DC0BAD"/>
    <w:rsid w:val="00DC2C69"/>
    <w:rsid w:val="00DC468A"/>
    <w:rsid w:val="00DC476F"/>
    <w:rsid w:val="00DD1EB2"/>
    <w:rsid w:val="00DD23D1"/>
    <w:rsid w:val="00DD24F8"/>
    <w:rsid w:val="00DD252E"/>
    <w:rsid w:val="00DD2853"/>
    <w:rsid w:val="00DD4276"/>
    <w:rsid w:val="00DD667A"/>
    <w:rsid w:val="00DD77FB"/>
    <w:rsid w:val="00DD7B8D"/>
    <w:rsid w:val="00DE15B4"/>
    <w:rsid w:val="00DE34EF"/>
    <w:rsid w:val="00DF07F8"/>
    <w:rsid w:val="00DF0E28"/>
    <w:rsid w:val="00DF0FEE"/>
    <w:rsid w:val="00DF10C3"/>
    <w:rsid w:val="00DF2AD2"/>
    <w:rsid w:val="00DF441A"/>
    <w:rsid w:val="00DF6365"/>
    <w:rsid w:val="00DF7C02"/>
    <w:rsid w:val="00E002F7"/>
    <w:rsid w:val="00E012CD"/>
    <w:rsid w:val="00E0211C"/>
    <w:rsid w:val="00E02FDB"/>
    <w:rsid w:val="00E03460"/>
    <w:rsid w:val="00E04590"/>
    <w:rsid w:val="00E05F18"/>
    <w:rsid w:val="00E068C9"/>
    <w:rsid w:val="00E06B8C"/>
    <w:rsid w:val="00E10000"/>
    <w:rsid w:val="00E103A2"/>
    <w:rsid w:val="00E10DB3"/>
    <w:rsid w:val="00E11F76"/>
    <w:rsid w:val="00E12A91"/>
    <w:rsid w:val="00E13FDC"/>
    <w:rsid w:val="00E160EA"/>
    <w:rsid w:val="00E17E5F"/>
    <w:rsid w:val="00E2287F"/>
    <w:rsid w:val="00E23745"/>
    <w:rsid w:val="00E245DB"/>
    <w:rsid w:val="00E24CC0"/>
    <w:rsid w:val="00E2580C"/>
    <w:rsid w:val="00E259FA"/>
    <w:rsid w:val="00E302C8"/>
    <w:rsid w:val="00E30586"/>
    <w:rsid w:val="00E309A0"/>
    <w:rsid w:val="00E3145C"/>
    <w:rsid w:val="00E320AC"/>
    <w:rsid w:val="00E37843"/>
    <w:rsid w:val="00E42394"/>
    <w:rsid w:val="00E436BC"/>
    <w:rsid w:val="00E4715A"/>
    <w:rsid w:val="00E518F9"/>
    <w:rsid w:val="00E5244E"/>
    <w:rsid w:val="00E54556"/>
    <w:rsid w:val="00E57616"/>
    <w:rsid w:val="00E57893"/>
    <w:rsid w:val="00E57BD7"/>
    <w:rsid w:val="00E60201"/>
    <w:rsid w:val="00E60C38"/>
    <w:rsid w:val="00E61A75"/>
    <w:rsid w:val="00E64D2D"/>
    <w:rsid w:val="00E65BF7"/>
    <w:rsid w:val="00E65C7F"/>
    <w:rsid w:val="00E6654E"/>
    <w:rsid w:val="00E66925"/>
    <w:rsid w:val="00E6746C"/>
    <w:rsid w:val="00E7032B"/>
    <w:rsid w:val="00E716A6"/>
    <w:rsid w:val="00E740D6"/>
    <w:rsid w:val="00E75B52"/>
    <w:rsid w:val="00E7756D"/>
    <w:rsid w:val="00E80D6C"/>
    <w:rsid w:val="00E82160"/>
    <w:rsid w:val="00E82ED0"/>
    <w:rsid w:val="00E8478C"/>
    <w:rsid w:val="00E86DBA"/>
    <w:rsid w:val="00E87E43"/>
    <w:rsid w:val="00E91726"/>
    <w:rsid w:val="00E9472F"/>
    <w:rsid w:val="00E969A6"/>
    <w:rsid w:val="00E9710B"/>
    <w:rsid w:val="00E972FC"/>
    <w:rsid w:val="00EA176B"/>
    <w:rsid w:val="00EA1EF3"/>
    <w:rsid w:val="00EA5F2E"/>
    <w:rsid w:val="00EA66C2"/>
    <w:rsid w:val="00EA71C5"/>
    <w:rsid w:val="00EB4EDF"/>
    <w:rsid w:val="00EB5295"/>
    <w:rsid w:val="00EB582B"/>
    <w:rsid w:val="00EB5A14"/>
    <w:rsid w:val="00EC111B"/>
    <w:rsid w:val="00EC3AF4"/>
    <w:rsid w:val="00EC4335"/>
    <w:rsid w:val="00EC4555"/>
    <w:rsid w:val="00ED37A8"/>
    <w:rsid w:val="00ED3D9A"/>
    <w:rsid w:val="00ED3DEB"/>
    <w:rsid w:val="00ED4172"/>
    <w:rsid w:val="00ED442B"/>
    <w:rsid w:val="00ED4996"/>
    <w:rsid w:val="00ED611F"/>
    <w:rsid w:val="00ED6312"/>
    <w:rsid w:val="00ED69DD"/>
    <w:rsid w:val="00EE0E7E"/>
    <w:rsid w:val="00EE16FD"/>
    <w:rsid w:val="00EE25FF"/>
    <w:rsid w:val="00EE285D"/>
    <w:rsid w:val="00EE2986"/>
    <w:rsid w:val="00EF4430"/>
    <w:rsid w:val="00EF4CD3"/>
    <w:rsid w:val="00EF5858"/>
    <w:rsid w:val="00EF606E"/>
    <w:rsid w:val="00EF6C00"/>
    <w:rsid w:val="00EF738E"/>
    <w:rsid w:val="00EF7424"/>
    <w:rsid w:val="00EF74E0"/>
    <w:rsid w:val="00F0227C"/>
    <w:rsid w:val="00F02596"/>
    <w:rsid w:val="00F03AA5"/>
    <w:rsid w:val="00F047B6"/>
    <w:rsid w:val="00F05532"/>
    <w:rsid w:val="00F05592"/>
    <w:rsid w:val="00F063BF"/>
    <w:rsid w:val="00F116FF"/>
    <w:rsid w:val="00F15AA1"/>
    <w:rsid w:val="00F165E6"/>
    <w:rsid w:val="00F20A72"/>
    <w:rsid w:val="00F2151D"/>
    <w:rsid w:val="00F21643"/>
    <w:rsid w:val="00F21BE7"/>
    <w:rsid w:val="00F240B7"/>
    <w:rsid w:val="00F25F54"/>
    <w:rsid w:val="00F32550"/>
    <w:rsid w:val="00F325AC"/>
    <w:rsid w:val="00F34553"/>
    <w:rsid w:val="00F35ED3"/>
    <w:rsid w:val="00F36758"/>
    <w:rsid w:val="00F40AF0"/>
    <w:rsid w:val="00F41094"/>
    <w:rsid w:val="00F41FE7"/>
    <w:rsid w:val="00F43387"/>
    <w:rsid w:val="00F44891"/>
    <w:rsid w:val="00F45EA2"/>
    <w:rsid w:val="00F5037E"/>
    <w:rsid w:val="00F52C50"/>
    <w:rsid w:val="00F5301A"/>
    <w:rsid w:val="00F54224"/>
    <w:rsid w:val="00F56A8F"/>
    <w:rsid w:val="00F573B9"/>
    <w:rsid w:val="00F60FF3"/>
    <w:rsid w:val="00F630DB"/>
    <w:rsid w:val="00F654EF"/>
    <w:rsid w:val="00F65ADE"/>
    <w:rsid w:val="00F70EA3"/>
    <w:rsid w:val="00F73A3D"/>
    <w:rsid w:val="00F73EAE"/>
    <w:rsid w:val="00F74D3A"/>
    <w:rsid w:val="00F75F67"/>
    <w:rsid w:val="00F8126A"/>
    <w:rsid w:val="00F8173E"/>
    <w:rsid w:val="00F81E90"/>
    <w:rsid w:val="00F830DE"/>
    <w:rsid w:val="00F84773"/>
    <w:rsid w:val="00F872D6"/>
    <w:rsid w:val="00F905F6"/>
    <w:rsid w:val="00F909FA"/>
    <w:rsid w:val="00F91FA4"/>
    <w:rsid w:val="00F931F1"/>
    <w:rsid w:val="00F94199"/>
    <w:rsid w:val="00F94B82"/>
    <w:rsid w:val="00F95095"/>
    <w:rsid w:val="00F97C93"/>
    <w:rsid w:val="00FA1540"/>
    <w:rsid w:val="00FA39AF"/>
    <w:rsid w:val="00FA6A67"/>
    <w:rsid w:val="00FB1A6A"/>
    <w:rsid w:val="00FB20C8"/>
    <w:rsid w:val="00FB2F6E"/>
    <w:rsid w:val="00FB3DC7"/>
    <w:rsid w:val="00FB62A8"/>
    <w:rsid w:val="00FC27AF"/>
    <w:rsid w:val="00FC4EDC"/>
    <w:rsid w:val="00FD16DF"/>
    <w:rsid w:val="00FD2042"/>
    <w:rsid w:val="00FD53C3"/>
    <w:rsid w:val="00FE1F6D"/>
    <w:rsid w:val="00FE3FD9"/>
    <w:rsid w:val="00FE47EA"/>
    <w:rsid w:val="00FE5471"/>
    <w:rsid w:val="00FE5694"/>
    <w:rsid w:val="00FF1A41"/>
    <w:rsid w:val="00FF2309"/>
    <w:rsid w:val="00FF5166"/>
    <w:rsid w:val="00FF6198"/>
    <w:rsid w:val="00FF7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BC88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15B59"/>
    <w:pPr>
      <w:jc w:val="both"/>
    </w:pPr>
    <w:rPr>
      <w:rFonts w:ascii="Arial" w:hAnsi="Arial"/>
      <w:sz w:val="18"/>
      <w:szCs w:val="24"/>
    </w:rPr>
  </w:style>
  <w:style w:type="paragraph" w:styleId="Heading1">
    <w:name w:val="heading 1"/>
    <w:aliases w:val="shman,Part,H1,H11,ACSN1,tit.1,Titolo 0,Titolo 1 Carattere Carattere Carattere Carattere Carattere Carattere Carattere Carattere,1 Titolo 1,Sofia Headlines,Tit_std1,Stile Titolo 1 + Interlinea 15 righe,Paragrafo,Paragrafo1,heading 1,Capitolo"/>
    <w:basedOn w:val="Normal"/>
    <w:next w:val="Paragraph"/>
    <w:link w:val="Heading1Char"/>
    <w:qFormat/>
    <w:rsid w:val="00FA1540"/>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aliases w:val="(CTRL + 2),Titolo 2 (3E),TIT2,heading 2,paragrafo,Titolo 2 Carattere1 Carattere,Titolo 2 Carattere Carattere Carattere,Titolo 2 Carattere1 Carattere Carattere Carattere Carattere,Titolo 2 Carattere Char Char,Reset numbering,Titolo 2 Carattere"/>
    <w:basedOn w:val="Normal"/>
    <w:next w:val="Paragraph"/>
    <w:link w:val="Heading2Char"/>
    <w:qFormat/>
    <w:rsid w:val="006A4955"/>
    <w:pPr>
      <w:keepNext/>
      <w:keepLines/>
      <w:numPr>
        <w:ilvl w:val="1"/>
        <w:numId w:val="1"/>
      </w:numPr>
      <w:tabs>
        <w:tab w:val="left" w:pos="851"/>
        <w:tab w:val="left" w:pos="964"/>
      </w:tabs>
      <w:spacing w:before="240" w:after="120"/>
      <w:outlineLvl w:val="1"/>
    </w:pPr>
    <w:rPr>
      <w:b/>
      <w:caps/>
      <w:color w:val="3EB1C8"/>
      <w:sz w:val="24"/>
    </w:rPr>
  </w:style>
  <w:style w:type="paragraph" w:styleId="Heading3">
    <w:name w:val="heading 3"/>
    <w:aliases w:val="Section,ACSN3,Titolo 3 Carattere Carattere,Section Carattere,Titolo 3 Carattere Carattere Carattere Carattere Carattere,H3,RFF-Titre 3,MLM-Titre 4,3Rapport,MLM-Titre 3,Heading,3,Titolo sotpa,-PZ3,xxxx,heading 3,Char1,sottoparagraf"/>
    <w:basedOn w:val="Normal"/>
    <w:next w:val="Paragraph"/>
    <w:link w:val="Heading3Char"/>
    <w:qFormat/>
    <w:rsid w:val="00415B59"/>
    <w:pPr>
      <w:keepNext/>
      <w:keepLines/>
      <w:numPr>
        <w:ilvl w:val="2"/>
        <w:numId w:val="1"/>
      </w:numPr>
      <w:tabs>
        <w:tab w:val="left" w:pos="851"/>
      </w:tabs>
      <w:spacing w:before="240"/>
      <w:ind w:left="851" w:hanging="851"/>
      <w:outlineLvl w:val="2"/>
    </w:pPr>
    <w:rPr>
      <w:b/>
      <w:noProof/>
      <w:color w:val="3EB1C8"/>
      <w:sz w:val="22"/>
      <w:szCs w:val="20"/>
    </w:rPr>
  </w:style>
  <w:style w:type="paragraph" w:styleId="Heading4">
    <w:name w:val="heading 4"/>
    <w:aliases w:val="Map Title,ACSN4,Titolo 4-SPA,2585-T4,-PZ4,A-Titolo 4,heading 4"/>
    <w:basedOn w:val="Normal"/>
    <w:next w:val="Paragraph"/>
    <w:link w:val="Heading4Char"/>
    <w:qFormat/>
    <w:rsid w:val="006A4955"/>
    <w:pPr>
      <w:keepNext/>
      <w:keepLines/>
      <w:numPr>
        <w:ilvl w:val="3"/>
        <w:numId w:val="1"/>
      </w:numPr>
      <w:tabs>
        <w:tab w:val="left" w:pos="907"/>
      </w:tabs>
      <w:spacing w:before="240" w:after="120"/>
      <w:outlineLvl w:val="3"/>
    </w:pPr>
    <w:rPr>
      <w:color w:val="3EB1C8"/>
      <w:szCs w:val="20"/>
      <w:u w:val="single"/>
    </w:rPr>
  </w:style>
  <w:style w:type="paragraph" w:styleId="Heading5">
    <w:name w:val="heading 5"/>
    <w:aliases w:val="ACSN5"/>
    <w:basedOn w:val="Normal"/>
    <w:next w:val="Paragraph"/>
    <w:link w:val="Heading5Char"/>
    <w:qFormat/>
    <w:rsid w:val="006A4955"/>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6A4955"/>
    <w:pPr>
      <w:spacing w:before="240" w:after="120"/>
      <w:outlineLvl w:val="5"/>
    </w:pPr>
    <w:rPr>
      <w:i/>
      <w:color w:val="3EB1C8"/>
      <w:szCs w:val="20"/>
    </w:rPr>
  </w:style>
  <w:style w:type="paragraph" w:styleId="Heading7">
    <w:name w:val="heading 7"/>
    <w:basedOn w:val="Normal"/>
    <w:next w:val="Normal"/>
    <w:link w:val="Heading7Char"/>
    <w:qFormat/>
    <w:rsid w:val="006A4955"/>
    <w:pPr>
      <w:spacing w:before="240" w:after="60"/>
      <w:outlineLvl w:val="6"/>
    </w:pPr>
  </w:style>
  <w:style w:type="paragraph" w:styleId="Heading8">
    <w:name w:val="heading 8"/>
    <w:basedOn w:val="Normal"/>
    <w:next w:val="Normal"/>
    <w:link w:val="Heading8Char"/>
    <w:qFormat/>
    <w:rsid w:val="006A4955"/>
    <w:pPr>
      <w:spacing w:before="240" w:after="60"/>
      <w:outlineLvl w:val="7"/>
    </w:pPr>
    <w:rPr>
      <w:i/>
    </w:rPr>
  </w:style>
  <w:style w:type="paragraph" w:styleId="Heading9">
    <w:name w:val="heading 9"/>
    <w:basedOn w:val="Normal"/>
    <w:next w:val="Normal"/>
    <w:link w:val="Heading9Char"/>
    <w:qFormat/>
    <w:rsid w:val="006A4955"/>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qFormat/>
    <w:rsid w:val="006A4955"/>
    <w:pPr>
      <w:tabs>
        <w:tab w:val="left" w:pos="851"/>
      </w:tabs>
      <w:spacing w:before="120" w:after="120"/>
    </w:pPr>
  </w:style>
  <w:style w:type="character" w:customStyle="1" w:styleId="ParagraphChar">
    <w:name w:val="Paragraph Char"/>
    <w:link w:val="Paragraph"/>
    <w:rsid w:val="006A4955"/>
    <w:rPr>
      <w:rFonts w:ascii="Arial" w:hAnsi="Arial"/>
      <w:sz w:val="18"/>
      <w:szCs w:val="24"/>
    </w:rPr>
  </w:style>
  <w:style w:type="character" w:customStyle="1" w:styleId="Heading1Char">
    <w:name w:val="Heading 1 Char"/>
    <w:aliases w:val="shman Char,Part Char,H1 Char,H11 Char,ACSN1 Char,tit.1 Char,Titolo 0 Char,Titolo 1 Carattere Carattere Carattere Carattere Carattere Carattere Carattere Carattere Char,1 Titolo 1 Char,Sofia Headlines Char,Tit_std1 Char,Paragrafo Char"/>
    <w:link w:val="Heading1"/>
    <w:rsid w:val="00FA1540"/>
    <w:rPr>
      <w:rFonts w:ascii="Arial" w:hAnsi="Arial"/>
      <w:b/>
      <w:caps/>
      <w:color w:val="3EB1C8"/>
      <w:sz w:val="28"/>
      <w:szCs w:val="28"/>
    </w:rPr>
  </w:style>
  <w:style w:type="character" w:customStyle="1" w:styleId="Heading2Char">
    <w:name w:val="Heading 2 Char"/>
    <w:aliases w:val="(CTRL + 2) Char,Titolo 2 (3E) Char,TIT2 Char,heading 2 Char,paragrafo Char,Titolo 2 Carattere1 Carattere Char,Titolo 2 Carattere Carattere Carattere Char,Titolo 2 Carattere1 Carattere Carattere Carattere Carattere Char"/>
    <w:link w:val="Heading2"/>
    <w:rsid w:val="006A4955"/>
    <w:rPr>
      <w:rFonts w:ascii="Arial" w:hAnsi="Arial"/>
      <w:b/>
      <w:caps/>
      <w:color w:val="3EB1C8"/>
      <w:sz w:val="24"/>
      <w:szCs w:val="24"/>
    </w:rPr>
  </w:style>
  <w:style w:type="character" w:customStyle="1" w:styleId="Heading3Char">
    <w:name w:val="Heading 3 Char"/>
    <w:aliases w:val="Section Char,ACSN3 Char,Titolo 3 Carattere Carattere Char,Section Carattere Char,Titolo 3 Carattere Carattere Carattere Carattere Carattere Char,H3 Char,RFF-Titre 3 Char,MLM-Titre 4 Char,3Rapport Char,MLM-Titre 3 Char,Heading Char,3 Char"/>
    <w:link w:val="Heading3"/>
    <w:rsid w:val="00415B59"/>
    <w:rPr>
      <w:rFonts w:ascii="Arial" w:hAnsi="Arial"/>
      <w:b/>
      <w:noProof/>
      <w:color w:val="3EB1C8"/>
      <w:sz w:val="22"/>
    </w:rPr>
  </w:style>
  <w:style w:type="character" w:customStyle="1" w:styleId="Heading4Char">
    <w:name w:val="Heading 4 Char"/>
    <w:aliases w:val="Map Title Char,ACSN4 Char,Titolo 4-SPA Char,2585-T4 Char,-PZ4 Char,A-Titolo 4 Char,heading 4 Char"/>
    <w:link w:val="Heading4"/>
    <w:rsid w:val="006A4955"/>
    <w:rPr>
      <w:rFonts w:ascii="Arial" w:hAnsi="Arial"/>
      <w:color w:val="3EB1C8"/>
      <w:sz w:val="18"/>
      <w:u w:val="single"/>
    </w:rPr>
  </w:style>
  <w:style w:type="character" w:customStyle="1" w:styleId="Heading5Char">
    <w:name w:val="Heading 5 Char"/>
    <w:aliases w:val="ACSN5 Char"/>
    <w:link w:val="Heading5"/>
    <w:rsid w:val="006A4955"/>
    <w:rPr>
      <w:i/>
      <w:color w:val="3EB1C8"/>
      <w:sz w:val="18"/>
    </w:rPr>
  </w:style>
  <w:style w:type="character" w:customStyle="1" w:styleId="Heading6Char">
    <w:name w:val="Heading 6 Char"/>
    <w:link w:val="Heading6"/>
    <w:rsid w:val="006A4955"/>
    <w:rPr>
      <w:rFonts w:ascii="Arial" w:hAnsi="Arial"/>
      <w:i/>
      <w:color w:val="3EB1C8"/>
      <w:sz w:val="18"/>
    </w:rPr>
  </w:style>
  <w:style w:type="character" w:customStyle="1" w:styleId="Heading7Char">
    <w:name w:val="Heading 7 Char"/>
    <w:link w:val="Heading7"/>
    <w:rsid w:val="006A4955"/>
    <w:rPr>
      <w:rFonts w:ascii="Arial" w:hAnsi="Arial"/>
      <w:sz w:val="18"/>
      <w:szCs w:val="24"/>
    </w:rPr>
  </w:style>
  <w:style w:type="character" w:customStyle="1" w:styleId="Heading8Char">
    <w:name w:val="Heading 8 Char"/>
    <w:link w:val="Heading8"/>
    <w:rsid w:val="006A4955"/>
    <w:rPr>
      <w:rFonts w:ascii="Arial" w:hAnsi="Arial"/>
      <w:i/>
      <w:sz w:val="18"/>
      <w:szCs w:val="24"/>
    </w:rPr>
  </w:style>
  <w:style w:type="character" w:customStyle="1" w:styleId="Heading9Char">
    <w:name w:val="Heading 9 Char"/>
    <w:link w:val="Heading9"/>
    <w:rsid w:val="006A4955"/>
    <w:rPr>
      <w:rFonts w:ascii="Arial" w:hAnsi="Arial"/>
      <w:b/>
      <w:i/>
      <w:sz w:val="18"/>
      <w:szCs w:val="24"/>
    </w:rPr>
  </w:style>
  <w:style w:type="paragraph" w:styleId="BalloonText">
    <w:name w:val="Balloon Text"/>
    <w:basedOn w:val="Normal"/>
    <w:link w:val="BalloonTextChar"/>
    <w:semiHidden/>
    <w:rsid w:val="006A4955"/>
    <w:rPr>
      <w:rFonts w:ascii="Tahoma" w:hAnsi="Tahoma" w:cs="Tahoma"/>
      <w:sz w:val="16"/>
      <w:szCs w:val="16"/>
    </w:rPr>
  </w:style>
  <w:style w:type="character" w:customStyle="1" w:styleId="BalloonTextChar">
    <w:name w:val="Balloon Text Char"/>
    <w:link w:val="BalloonText"/>
    <w:semiHidden/>
    <w:rsid w:val="006A4955"/>
    <w:rPr>
      <w:rFonts w:ascii="Tahoma" w:hAnsi="Tahoma" w:cs="Tahoma"/>
      <w:sz w:val="16"/>
      <w:szCs w:val="16"/>
    </w:rPr>
  </w:style>
  <w:style w:type="paragraph" w:styleId="Caption">
    <w:name w:val="caption"/>
    <w:aliases w:val="table,Didascalia_Figura,Didascalia_Figure,IN,Map,Didascalia Carattere Carattere Carattere,Didascalia Carattere Carattere,Didascalia Carattere Carattere Carattere Carattere Carattere Carattere,Didascalia1,Map Carattere"/>
    <w:basedOn w:val="Normal"/>
    <w:next w:val="Normal"/>
    <w:link w:val="CaptionChar"/>
    <w:qFormat/>
    <w:rsid w:val="006A4955"/>
    <w:pPr>
      <w:tabs>
        <w:tab w:val="left" w:pos="170"/>
        <w:tab w:val="left" w:pos="1418"/>
      </w:tabs>
      <w:spacing w:before="240" w:after="120"/>
      <w:ind w:firstLine="284"/>
      <w:jc w:val="center"/>
    </w:pPr>
    <w:rPr>
      <w:b/>
      <w:bCs/>
      <w:color w:val="3EB1C8"/>
      <w:szCs w:val="20"/>
    </w:rPr>
  </w:style>
  <w:style w:type="character" w:customStyle="1" w:styleId="CaptionChar">
    <w:name w:val="Caption Char"/>
    <w:aliases w:val="table Char,Didascalia_Figura Char,Didascalia_Figure Char,IN Char,Map Char,Didascalia Carattere Carattere Carattere Char,Didascalia Carattere Carattere Char,Didascalia Carattere Carattere Carattere Carattere Carattere Carattere Char"/>
    <w:basedOn w:val="DefaultParagraphFont"/>
    <w:link w:val="Caption"/>
    <w:rsid w:val="006A4955"/>
    <w:rPr>
      <w:rFonts w:ascii="Arial" w:hAnsi="Arial"/>
      <w:b/>
      <w:bCs/>
      <w:color w:val="3EB1C8"/>
      <w:sz w:val="18"/>
    </w:rPr>
  </w:style>
  <w:style w:type="character" w:styleId="CommentReference">
    <w:name w:val="annotation reference"/>
    <w:semiHidden/>
    <w:rsid w:val="006A4955"/>
    <w:rPr>
      <w:sz w:val="16"/>
      <w:szCs w:val="16"/>
    </w:rPr>
  </w:style>
  <w:style w:type="paragraph" w:styleId="CommentText">
    <w:name w:val="annotation text"/>
    <w:basedOn w:val="Normal"/>
    <w:link w:val="CommentTextChar"/>
    <w:semiHidden/>
    <w:rsid w:val="006A4955"/>
    <w:rPr>
      <w:szCs w:val="20"/>
    </w:rPr>
  </w:style>
  <w:style w:type="character" w:customStyle="1" w:styleId="CommentTextChar">
    <w:name w:val="Comment Text Char"/>
    <w:link w:val="CommentText"/>
    <w:semiHidden/>
    <w:rsid w:val="006A4955"/>
    <w:rPr>
      <w:rFonts w:ascii="Arial" w:hAnsi="Arial"/>
      <w:sz w:val="18"/>
    </w:rPr>
  </w:style>
  <w:style w:type="paragraph" w:styleId="CommentSubject">
    <w:name w:val="annotation subject"/>
    <w:basedOn w:val="CommentText"/>
    <w:next w:val="CommentText"/>
    <w:link w:val="CommentSubjectChar"/>
    <w:semiHidden/>
    <w:rsid w:val="006A4955"/>
    <w:rPr>
      <w:b/>
      <w:bCs/>
    </w:rPr>
  </w:style>
  <w:style w:type="character" w:customStyle="1" w:styleId="CommentSubjectChar">
    <w:name w:val="Comment Subject Char"/>
    <w:link w:val="CommentSubject"/>
    <w:semiHidden/>
    <w:rsid w:val="006A4955"/>
    <w:rPr>
      <w:rFonts w:ascii="Arial" w:hAnsi="Arial"/>
      <w:b/>
      <w:bCs/>
      <w:sz w:val="18"/>
    </w:rPr>
  </w:style>
  <w:style w:type="paragraph" w:customStyle="1" w:styleId="COVERAPPENDIX">
    <w:name w:val="COVER APPENDIX"/>
    <w:basedOn w:val="Normal"/>
    <w:next w:val="Normal"/>
    <w:rsid w:val="001A73E8"/>
    <w:pPr>
      <w:jc w:val="center"/>
    </w:pPr>
    <w:rPr>
      <w:b/>
      <w:caps/>
      <w:color w:val="0070C0"/>
      <w:sz w:val="28"/>
      <w:szCs w:val="22"/>
    </w:rPr>
  </w:style>
  <w:style w:type="paragraph" w:customStyle="1" w:styleId="CoverMainHeading">
    <w:name w:val="Cover Main Heading"/>
    <w:basedOn w:val="Normal"/>
    <w:rsid w:val="006A4955"/>
    <w:pPr>
      <w:jc w:val="left"/>
    </w:pPr>
    <w:rPr>
      <w:b/>
      <w:color w:val="3EB1C8"/>
      <w:sz w:val="40"/>
      <w:szCs w:val="20"/>
    </w:rPr>
  </w:style>
  <w:style w:type="paragraph" w:styleId="Footer">
    <w:name w:val="footer"/>
    <w:basedOn w:val="Normal"/>
    <w:link w:val="FooterChar"/>
    <w:rsid w:val="006A4955"/>
    <w:pPr>
      <w:pBdr>
        <w:top w:val="double" w:sz="4" w:space="1" w:color="3EB1C8"/>
      </w:pBdr>
      <w:tabs>
        <w:tab w:val="right" w:pos="9072"/>
      </w:tabs>
      <w:jc w:val="left"/>
    </w:pPr>
  </w:style>
  <w:style w:type="character" w:customStyle="1" w:styleId="FooterChar">
    <w:name w:val="Footer Char"/>
    <w:basedOn w:val="DefaultParagraphFont"/>
    <w:link w:val="Footer"/>
    <w:rsid w:val="006A4955"/>
    <w:rPr>
      <w:rFonts w:ascii="Arial" w:hAnsi="Arial"/>
      <w:sz w:val="18"/>
      <w:szCs w:val="24"/>
    </w:rPr>
  </w:style>
  <w:style w:type="paragraph" w:customStyle="1" w:styleId="CoverPageFooter">
    <w:name w:val="Cover Page Footer"/>
    <w:basedOn w:val="Footer"/>
    <w:rsid w:val="006A4955"/>
    <w:pPr>
      <w:tabs>
        <w:tab w:val="clear" w:pos="9072"/>
      </w:tabs>
      <w:jc w:val="center"/>
    </w:pPr>
    <w:rPr>
      <w:szCs w:val="20"/>
    </w:rPr>
  </w:style>
  <w:style w:type="paragraph" w:customStyle="1" w:styleId="CoverPageHeader">
    <w:name w:val="Cover Page Header"/>
    <w:basedOn w:val="Normal"/>
    <w:rsid w:val="006A4955"/>
    <w:rPr>
      <w:b/>
      <w:color w:val="3EB1C8"/>
      <w:sz w:val="28"/>
      <w:szCs w:val="20"/>
    </w:rPr>
  </w:style>
  <w:style w:type="paragraph" w:customStyle="1" w:styleId="CoverProjectName">
    <w:name w:val="Cover Project Name"/>
    <w:basedOn w:val="Normal"/>
    <w:rsid w:val="006A4955"/>
    <w:pPr>
      <w:jc w:val="left"/>
    </w:pPr>
    <w:rPr>
      <w:b/>
      <w:color w:val="3EB1C8"/>
      <w:sz w:val="32"/>
      <w:szCs w:val="20"/>
    </w:rPr>
  </w:style>
  <w:style w:type="paragraph" w:customStyle="1" w:styleId="CoverReportTitle">
    <w:name w:val="Cover Report Title"/>
    <w:basedOn w:val="Normal"/>
    <w:rsid w:val="006A4955"/>
    <w:pPr>
      <w:jc w:val="left"/>
    </w:pPr>
    <w:rPr>
      <w:sz w:val="36"/>
      <w:szCs w:val="20"/>
    </w:rPr>
  </w:style>
  <w:style w:type="paragraph" w:customStyle="1" w:styleId="CoverSignsRevisions">
    <w:name w:val="Cover Signs/Revisions"/>
    <w:basedOn w:val="Normal"/>
    <w:rsid w:val="006A4955"/>
    <w:rPr>
      <w:szCs w:val="20"/>
    </w:rPr>
  </w:style>
  <w:style w:type="paragraph" w:customStyle="1" w:styleId="CoverTableHeaders">
    <w:name w:val="Cover Table Headers"/>
    <w:basedOn w:val="Normal"/>
    <w:rsid w:val="006A4955"/>
    <w:pPr>
      <w:spacing w:line="240" w:lineRule="atLeast"/>
    </w:pPr>
    <w:rPr>
      <w:szCs w:val="20"/>
      <w:lang w:val="en-GB"/>
    </w:rPr>
  </w:style>
  <w:style w:type="character" w:styleId="EndnoteReference">
    <w:name w:val="endnote reference"/>
    <w:semiHidden/>
    <w:rsid w:val="006A4955"/>
    <w:rPr>
      <w:vertAlign w:val="superscript"/>
    </w:rPr>
  </w:style>
  <w:style w:type="paragraph" w:styleId="EndnoteText">
    <w:name w:val="endnote text"/>
    <w:basedOn w:val="Normal"/>
    <w:link w:val="EndnoteTextChar"/>
    <w:semiHidden/>
    <w:rsid w:val="006A4955"/>
    <w:rPr>
      <w:szCs w:val="20"/>
    </w:rPr>
  </w:style>
  <w:style w:type="character" w:customStyle="1" w:styleId="EndnoteTextChar">
    <w:name w:val="Endnote Text Char"/>
    <w:link w:val="EndnoteText"/>
    <w:semiHidden/>
    <w:rsid w:val="006A4955"/>
    <w:rPr>
      <w:rFonts w:ascii="Arial" w:hAnsi="Arial"/>
      <w:sz w:val="18"/>
    </w:rPr>
  </w:style>
  <w:style w:type="paragraph" w:customStyle="1" w:styleId="Equation">
    <w:name w:val="Equation"/>
    <w:basedOn w:val="Normal"/>
    <w:next w:val="Normal"/>
    <w:rsid w:val="006A4955"/>
    <w:pPr>
      <w:tabs>
        <w:tab w:val="center" w:pos="4933"/>
        <w:tab w:val="right" w:pos="9072"/>
      </w:tabs>
      <w:ind w:left="851"/>
    </w:pPr>
    <w:rPr>
      <w:lang w:val="en-GB"/>
    </w:rPr>
  </w:style>
  <w:style w:type="paragraph" w:customStyle="1" w:styleId="EquationDescription">
    <w:name w:val="Equation Description"/>
    <w:basedOn w:val="Paragraph"/>
    <w:next w:val="Paragraph"/>
    <w:rsid w:val="006A4955"/>
    <w:pPr>
      <w:tabs>
        <w:tab w:val="clear" w:pos="851"/>
        <w:tab w:val="left" w:pos="1418"/>
        <w:tab w:val="left" w:pos="1985"/>
      </w:tabs>
    </w:pPr>
    <w:rPr>
      <w:lang w:val="en-GB"/>
    </w:rPr>
  </w:style>
  <w:style w:type="paragraph" w:customStyle="1" w:styleId="Figure">
    <w:name w:val="Figure"/>
    <w:basedOn w:val="Paragraph"/>
    <w:qFormat/>
    <w:rsid w:val="006A4955"/>
    <w:pPr>
      <w:keepNext/>
      <w:spacing w:before="360"/>
      <w:jc w:val="center"/>
    </w:pPr>
    <w:rPr>
      <w:noProof/>
    </w:rPr>
  </w:style>
  <w:style w:type="paragraph" w:customStyle="1" w:styleId="FigureandTable">
    <w:name w:val="Figure and Table"/>
    <w:basedOn w:val="Normal"/>
    <w:rsid w:val="006A4955"/>
    <w:pPr>
      <w:jc w:val="center"/>
    </w:pPr>
  </w:style>
  <w:style w:type="character" w:styleId="FollowedHyperlink">
    <w:name w:val="FollowedHyperlink"/>
    <w:uiPriority w:val="99"/>
    <w:rsid w:val="006A4955"/>
    <w:rPr>
      <w:color w:val="800080"/>
      <w:u w:val="single"/>
    </w:rPr>
  </w:style>
  <w:style w:type="paragraph" w:customStyle="1" w:styleId="Footer1stpage">
    <w:name w:val="Footer 1st page"/>
    <w:basedOn w:val="Normal"/>
    <w:next w:val="Normal"/>
    <w:rsid w:val="006A4955"/>
    <w:pPr>
      <w:jc w:val="center"/>
    </w:pPr>
    <w:rPr>
      <w:rFonts w:ascii="Calibri" w:hAnsi="Calibri"/>
      <w:sz w:val="16"/>
      <w:szCs w:val="16"/>
    </w:rPr>
  </w:style>
  <w:style w:type="paragraph" w:customStyle="1" w:styleId="FooterReference">
    <w:name w:val="Footer Reference"/>
    <w:basedOn w:val="Footer1stpage"/>
    <w:next w:val="Paragraph"/>
    <w:rsid w:val="006A4955"/>
    <w:pPr>
      <w:pBdr>
        <w:top w:val="single" w:sz="2" w:space="1" w:color="auto"/>
      </w:pBdr>
      <w:tabs>
        <w:tab w:val="right" w:pos="9072"/>
      </w:tabs>
      <w:jc w:val="both"/>
    </w:pPr>
  </w:style>
  <w:style w:type="paragraph" w:customStyle="1" w:styleId="FooterAppendix">
    <w:name w:val="Footer Appendix"/>
    <w:basedOn w:val="FooterReference"/>
    <w:next w:val="Paragraph"/>
    <w:rsid w:val="006A4955"/>
  </w:style>
  <w:style w:type="character" w:styleId="FootnoteReference">
    <w:name w:val="footnote reference"/>
    <w:qFormat/>
    <w:rsid w:val="006A4955"/>
    <w:rPr>
      <w:rFonts w:ascii="Arial" w:hAnsi="Arial"/>
      <w:color w:val="3EB1C8"/>
      <w:sz w:val="20"/>
      <w:szCs w:val="20"/>
      <w:vertAlign w:val="superscript"/>
    </w:rPr>
  </w:style>
  <w:style w:type="paragraph" w:styleId="FootnoteText">
    <w:name w:val="footnote text"/>
    <w:basedOn w:val="Normal"/>
    <w:link w:val="FootnoteTextChar"/>
    <w:qFormat/>
    <w:rsid w:val="006A4955"/>
    <w:pPr>
      <w:tabs>
        <w:tab w:val="left" w:pos="284"/>
      </w:tabs>
      <w:spacing w:after="60"/>
      <w:ind w:left="284" w:hanging="284"/>
    </w:pPr>
    <w:rPr>
      <w:sz w:val="16"/>
      <w:szCs w:val="20"/>
    </w:rPr>
  </w:style>
  <w:style w:type="character" w:customStyle="1" w:styleId="FootnoteTextChar">
    <w:name w:val="Footnote Text Char"/>
    <w:link w:val="FootnoteText"/>
    <w:rsid w:val="006A4955"/>
    <w:rPr>
      <w:rFonts w:ascii="Arial" w:hAnsi="Arial"/>
      <w:sz w:val="16"/>
    </w:rPr>
  </w:style>
  <w:style w:type="paragraph" w:styleId="Header">
    <w:name w:val="header"/>
    <w:basedOn w:val="Normal"/>
    <w:link w:val="HeaderChar"/>
    <w:uiPriority w:val="99"/>
    <w:rsid w:val="006A4955"/>
    <w:pPr>
      <w:ind w:right="113"/>
    </w:pPr>
    <w:rPr>
      <w:b/>
    </w:rPr>
  </w:style>
  <w:style w:type="character" w:customStyle="1" w:styleId="HeaderChar">
    <w:name w:val="Header Char"/>
    <w:link w:val="Header"/>
    <w:uiPriority w:val="99"/>
    <w:rsid w:val="006A4955"/>
    <w:rPr>
      <w:rFonts w:ascii="Arial" w:hAnsi="Arial"/>
      <w:b/>
      <w:sz w:val="18"/>
      <w:szCs w:val="24"/>
    </w:rPr>
  </w:style>
  <w:style w:type="paragraph" w:customStyle="1" w:styleId="HeadingIndex">
    <w:name w:val="Heading Index"/>
    <w:basedOn w:val="Normal"/>
    <w:next w:val="Normal"/>
    <w:rsid w:val="006A4955"/>
    <w:pPr>
      <w:tabs>
        <w:tab w:val="right" w:pos="9072"/>
      </w:tabs>
      <w:spacing w:before="240" w:after="120"/>
    </w:pPr>
    <w:rPr>
      <w:b/>
      <w:color w:val="3EB1C8"/>
      <w:szCs w:val="22"/>
      <w:u w:val="words"/>
    </w:rPr>
  </w:style>
  <w:style w:type="character" w:styleId="Hyperlink">
    <w:name w:val="Hyperlink"/>
    <w:uiPriority w:val="99"/>
    <w:rsid w:val="006A4955"/>
    <w:rPr>
      <w:color w:val="auto"/>
      <w:u w:val="single"/>
    </w:rPr>
  </w:style>
  <w:style w:type="paragraph" w:customStyle="1" w:styleId="IndexTitle">
    <w:name w:val="Index Title"/>
    <w:basedOn w:val="Normal"/>
    <w:next w:val="Paragraph"/>
    <w:rsid w:val="006A4955"/>
    <w:pPr>
      <w:spacing w:after="240"/>
      <w:jc w:val="center"/>
    </w:pPr>
    <w:rPr>
      <w:b/>
      <w:caps/>
      <w:color w:val="3EB1C8"/>
      <w:sz w:val="24"/>
      <w:szCs w:val="22"/>
    </w:rPr>
  </w:style>
  <w:style w:type="paragraph" w:customStyle="1" w:styleId="Item1">
    <w:name w:val="Item 1"/>
    <w:basedOn w:val="Normal"/>
    <w:next w:val="Normal"/>
    <w:link w:val="Item1Char"/>
    <w:rsid w:val="006A4955"/>
    <w:pPr>
      <w:numPr>
        <w:numId w:val="4"/>
      </w:numPr>
      <w:spacing w:before="80" w:after="80"/>
    </w:pPr>
    <w:rPr>
      <w:szCs w:val="22"/>
    </w:rPr>
  </w:style>
  <w:style w:type="character" w:customStyle="1" w:styleId="Item1Char">
    <w:name w:val="Item 1 Char"/>
    <w:link w:val="Item1"/>
    <w:locked/>
    <w:rsid w:val="001A51F1"/>
    <w:rPr>
      <w:rFonts w:ascii="Arial" w:hAnsi="Arial"/>
      <w:sz w:val="18"/>
      <w:szCs w:val="22"/>
    </w:rPr>
  </w:style>
  <w:style w:type="paragraph" w:customStyle="1" w:styleId="Item3">
    <w:name w:val="Item 3"/>
    <w:basedOn w:val="Normal"/>
    <w:rsid w:val="006A4955"/>
    <w:pPr>
      <w:numPr>
        <w:numId w:val="2"/>
      </w:numPr>
      <w:spacing w:before="60" w:after="60"/>
    </w:pPr>
    <w:rPr>
      <w:kern w:val="28"/>
      <w:szCs w:val="20"/>
    </w:rPr>
  </w:style>
  <w:style w:type="paragraph" w:customStyle="1" w:styleId="Itema">
    <w:name w:val="Item a."/>
    <w:basedOn w:val="Normal"/>
    <w:rsid w:val="005F3643"/>
    <w:pPr>
      <w:numPr>
        <w:numId w:val="57"/>
      </w:numPr>
      <w:tabs>
        <w:tab w:val="left" w:pos="454"/>
      </w:tabs>
      <w:spacing w:before="80" w:after="80"/>
      <w:ind w:left="357" w:hanging="357"/>
    </w:pPr>
  </w:style>
  <w:style w:type="paragraph" w:customStyle="1" w:styleId="ItemNumbered">
    <w:name w:val="Item Numbered"/>
    <w:basedOn w:val="Paragraph"/>
    <w:rsid w:val="006A4955"/>
    <w:pPr>
      <w:numPr>
        <w:numId w:val="5"/>
      </w:numPr>
      <w:tabs>
        <w:tab w:val="decimal" w:pos="454"/>
        <w:tab w:val="decimal" w:pos="851"/>
      </w:tabs>
      <w:spacing w:before="80" w:after="80"/>
    </w:pPr>
  </w:style>
  <w:style w:type="paragraph" w:customStyle="1" w:styleId="Item2">
    <w:name w:val="Item2"/>
    <w:basedOn w:val="Paragraph"/>
    <w:rsid w:val="00230579"/>
    <w:pPr>
      <w:numPr>
        <w:numId w:val="7"/>
      </w:numPr>
      <w:tabs>
        <w:tab w:val="left" w:pos="737"/>
      </w:tabs>
      <w:spacing w:before="60" w:after="60"/>
    </w:pPr>
  </w:style>
  <w:style w:type="paragraph" w:styleId="ListParagraph">
    <w:name w:val="List Paragraph"/>
    <w:basedOn w:val="Normal"/>
    <w:uiPriority w:val="34"/>
    <w:qFormat/>
    <w:rsid w:val="006A4955"/>
    <w:pPr>
      <w:ind w:left="720"/>
      <w:contextualSpacing/>
    </w:pPr>
  </w:style>
  <w:style w:type="paragraph" w:customStyle="1" w:styleId="Page">
    <w:name w:val="Page"/>
    <w:basedOn w:val="Normal"/>
    <w:rsid w:val="006A4955"/>
    <w:pPr>
      <w:tabs>
        <w:tab w:val="right" w:pos="9072"/>
      </w:tabs>
      <w:jc w:val="right"/>
    </w:pPr>
  </w:style>
  <w:style w:type="character" w:styleId="PageNumber">
    <w:name w:val="page number"/>
    <w:basedOn w:val="ParagraphChar"/>
    <w:rsid w:val="006A4955"/>
    <w:rPr>
      <w:rFonts w:ascii="Arial" w:hAnsi="Arial"/>
      <w:b/>
      <w:color w:val="3EB1C8"/>
      <w:sz w:val="18"/>
      <w:szCs w:val="24"/>
    </w:rPr>
  </w:style>
  <w:style w:type="character" w:styleId="PlaceholderText">
    <w:name w:val="Placeholder Text"/>
    <w:uiPriority w:val="99"/>
    <w:semiHidden/>
    <w:rsid w:val="006A4955"/>
    <w:rPr>
      <w:color w:val="808080"/>
    </w:rPr>
  </w:style>
  <w:style w:type="paragraph" w:customStyle="1" w:styleId="Reference">
    <w:name w:val="Reference"/>
    <w:basedOn w:val="Paragraph"/>
    <w:rsid w:val="006A4955"/>
  </w:style>
  <w:style w:type="paragraph" w:customStyle="1" w:styleId="ReportTitle">
    <w:name w:val="Report Title"/>
    <w:basedOn w:val="Normal"/>
    <w:next w:val="Paragraph"/>
    <w:rsid w:val="00BF3163"/>
    <w:pPr>
      <w:keepNext/>
      <w:keepLines/>
      <w:pageBreakBefore/>
      <w:spacing w:after="600"/>
      <w:jc w:val="center"/>
    </w:pPr>
    <w:rPr>
      <w:b/>
      <w:caps/>
      <w:color w:val="0070C0"/>
      <w:sz w:val="24"/>
      <w:szCs w:val="20"/>
    </w:rPr>
  </w:style>
  <w:style w:type="paragraph" w:customStyle="1" w:styleId="StyleHeading1list">
    <w:name w:val="Style Heading 1 list"/>
    <w:basedOn w:val="Heading1"/>
    <w:next w:val="Normal"/>
    <w:rsid w:val="006A4955"/>
    <w:pPr>
      <w:pageBreakBefore w:val="0"/>
      <w:numPr>
        <w:numId w:val="0"/>
      </w:numPr>
      <w:jc w:val="center"/>
    </w:pPr>
    <w:rPr>
      <w:bCs/>
      <w:sz w:val="24"/>
    </w:rPr>
  </w:style>
  <w:style w:type="table" w:styleId="TableGrid">
    <w:name w:val="Table Grid"/>
    <w:basedOn w:val="TableNormal"/>
    <w:rsid w:val="006A495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6A4955"/>
    <w:pPr>
      <w:tabs>
        <w:tab w:val="left" w:pos="1701"/>
        <w:tab w:val="right" w:pos="9072"/>
      </w:tabs>
      <w:spacing w:after="60"/>
      <w:ind w:left="1191" w:right="454" w:hanging="1191"/>
    </w:pPr>
  </w:style>
  <w:style w:type="paragraph" w:styleId="TOC1">
    <w:name w:val="toc 1"/>
    <w:basedOn w:val="Normal"/>
    <w:next w:val="Normal"/>
    <w:uiPriority w:val="39"/>
    <w:rsid w:val="003A02B5"/>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3A02B5"/>
    <w:pPr>
      <w:tabs>
        <w:tab w:val="left" w:pos="1134"/>
        <w:tab w:val="right" w:pos="9072"/>
      </w:tabs>
      <w:spacing w:after="60"/>
      <w:ind w:left="1134" w:right="284" w:hanging="709"/>
      <w:jc w:val="left"/>
    </w:pPr>
    <w:rPr>
      <w:caps/>
      <w:szCs w:val="20"/>
    </w:rPr>
  </w:style>
  <w:style w:type="paragraph" w:styleId="TOC3">
    <w:name w:val="toc 3"/>
    <w:basedOn w:val="Normal"/>
    <w:next w:val="Normal"/>
    <w:uiPriority w:val="39"/>
    <w:rsid w:val="003A02B5"/>
    <w:pPr>
      <w:tabs>
        <w:tab w:val="left" w:pos="1985"/>
        <w:tab w:val="right" w:pos="9072"/>
      </w:tabs>
      <w:spacing w:after="60"/>
      <w:ind w:left="1985" w:right="284" w:hanging="851"/>
      <w:jc w:val="left"/>
    </w:pPr>
    <w:rPr>
      <w:szCs w:val="20"/>
    </w:rPr>
  </w:style>
  <w:style w:type="paragraph" w:styleId="TOC4">
    <w:name w:val="toc 4"/>
    <w:basedOn w:val="Normal"/>
    <w:next w:val="Normal"/>
    <w:uiPriority w:val="39"/>
    <w:rsid w:val="006A4955"/>
    <w:pPr>
      <w:tabs>
        <w:tab w:val="left" w:pos="851"/>
        <w:tab w:val="left" w:pos="1701"/>
        <w:tab w:val="right" w:pos="9072"/>
      </w:tabs>
      <w:spacing w:after="60"/>
      <w:ind w:left="1702" w:hanging="851"/>
      <w:jc w:val="left"/>
    </w:pPr>
    <w:rPr>
      <w:szCs w:val="20"/>
    </w:rPr>
  </w:style>
  <w:style w:type="paragraph" w:styleId="TOC5">
    <w:name w:val="toc 5"/>
    <w:basedOn w:val="Normal"/>
    <w:next w:val="Normal"/>
    <w:uiPriority w:val="39"/>
    <w:rsid w:val="006A4955"/>
    <w:pPr>
      <w:ind w:left="600"/>
      <w:jc w:val="left"/>
    </w:pPr>
    <w:rPr>
      <w:szCs w:val="20"/>
    </w:rPr>
  </w:style>
  <w:style w:type="paragraph" w:styleId="TOC6">
    <w:name w:val="toc 6"/>
    <w:basedOn w:val="Normal"/>
    <w:next w:val="Normal"/>
    <w:uiPriority w:val="39"/>
    <w:rsid w:val="006A4955"/>
    <w:pPr>
      <w:ind w:left="800"/>
      <w:jc w:val="left"/>
    </w:pPr>
    <w:rPr>
      <w:szCs w:val="20"/>
    </w:rPr>
  </w:style>
  <w:style w:type="paragraph" w:styleId="TOC7">
    <w:name w:val="toc 7"/>
    <w:basedOn w:val="Normal"/>
    <w:next w:val="Normal"/>
    <w:autoRedefine/>
    <w:uiPriority w:val="39"/>
    <w:unhideWhenUsed/>
    <w:rsid w:val="006A4955"/>
    <w:pPr>
      <w:ind w:left="1000"/>
      <w:jc w:val="left"/>
    </w:pPr>
    <w:rPr>
      <w:szCs w:val="20"/>
    </w:rPr>
  </w:style>
  <w:style w:type="paragraph" w:styleId="TOC8">
    <w:name w:val="toc 8"/>
    <w:basedOn w:val="Normal"/>
    <w:next w:val="Normal"/>
    <w:autoRedefine/>
    <w:uiPriority w:val="39"/>
    <w:unhideWhenUsed/>
    <w:rsid w:val="006A4955"/>
    <w:pPr>
      <w:ind w:left="1200"/>
      <w:jc w:val="left"/>
    </w:pPr>
    <w:rPr>
      <w:szCs w:val="20"/>
    </w:rPr>
  </w:style>
  <w:style w:type="paragraph" w:styleId="TOC9">
    <w:name w:val="toc 9"/>
    <w:basedOn w:val="Normal"/>
    <w:next w:val="Normal"/>
    <w:autoRedefine/>
    <w:uiPriority w:val="39"/>
    <w:unhideWhenUsed/>
    <w:rsid w:val="006A4955"/>
    <w:pPr>
      <w:ind w:left="1400"/>
      <w:jc w:val="left"/>
    </w:pPr>
    <w:rPr>
      <w:szCs w:val="20"/>
    </w:rPr>
  </w:style>
  <w:style w:type="paragraph" w:customStyle="1" w:styleId="TableNotes">
    <w:name w:val="Table Notes"/>
    <w:basedOn w:val="Paragraph"/>
    <w:next w:val="PlainText"/>
    <w:link w:val="TableNotesChar"/>
    <w:qFormat/>
    <w:rsid w:val="006A4955"/>
    <w:rPr>
      <w:rFonts w:cs="Arial"/>
      <w:color w:val="3EB1C8"/>
      <w:sz w:val="16"/>
      <w:szCs w:val="18"/>
    </w:rPr>
  </w:style>
  <w:style w:type="paragraph" w:styleId="PlainText">
    <w:name w:val="Plain Text"/>
    <w:basedOn w:val="Normal"/>
    <w:link w:val="PlainTextChar"/>
    <w:uiPriority w:val="99"/>
    <w:semiHidden/>
    <w:unhideWhenUsed/>
    <w:rsid w:val="006A4955"/>
    <w:rPr>
      <w:rFonts w:ascii="Consolas" w:hAnsi="Consolas" w:cs="Consolas"/>
      <w:sz w:val="21"/>
      <w:szCs w:val="21"/>
    </w:rPr>
  </w:style>
  <w:style w:type="character" w:customStyle="1" w:styleId="PlainTextChar">
    <w:name w:val="Plain Text Char"/>
    <w:basedOn w:val="DefaultParagraphFont"/>
    <w:link w:val="PlainText"/>
    <w:uiPriority w:val="99"/>
    <w:semiHidden/>
    <w:rsid w:val="006A4955"/>
    <w:rPr>
      <w:rFonts w:ascii="Consolas" w:hAnsi="Consolas" w:cs="Consolas"/>
      <w:sz w:val="21"/>
      <w:szCs w:val="21"/>
    </w:rPr>
  </w:style>
  <w:style w:type="character" w:customStyle="1" w:styleId="TableNotesChar">
    <w:name w:val="Table Notes Char"/>
    <w:link w:val="TableNotes"/>
    <w:rsid w:val="006A4955"/>
    <w:rPr>
      <w:rFonts w:ascii="Arial" w:hAnsi="Arial" w:cs="Arial"/>
      <w:color w:val="3EB1C8"/>
      <w:sz w:val="16"/>
      <w:szCs w:val="18"/>
    </w:rPr>
  </w:style>
  <w:style w:type="paragraph" w:customStyle="1" w:styleId="FigureParagraph">
    <w:name w:val="Figure Paragraph"/>
    <w:basedOn w:val="Paragraph"/>
    <w:link w:val="FigureParagraphChar"/>
    <w:qFormat/>
    <w:rsid w:val="006A4955"/>
    <w:pPr>
      <w:spacing w:before="240" w:after="0"/>
      <w:jc w:val="center"/>
    </w:pPr>
    <w:rPr>
      <w:lang w:val="en-GB"/>
    </w:rPr>
  </w:style>
  <w:style w:type="character" w:customStyle="1" w:styleId="FigureParagraphChar">
    <w:name w:val="Figure Paragraph Char"/>
    <w:link w:val="FigureParagraph"/>
    <w:rsid w:val="006A4955"/>
    <w:rPr>
      <w:rFonts w:ascii="Arial" w:hAnsi="Arial"/>
      <w:sz w:val="18"/>
      <w:szCs w:val="24"/>
      <w:lang w:val="en-GB"/>
    </w:rPr>
  </w:style>
  <w:style w:type="paragraph" w:customStyle="1" w:styleId="Captionfigure">
    <w:name w:val="Caption figure"/>
    <w:basedOn w:val="Caption"/>
    <w:qFormat/>
    <w:rsid w:val="006A4955"/>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6A4955"/>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6A4955"/>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6A4955"/>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6A4955"/>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6A4955"/>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6A4955"/>
    <w:pPr>
      <w:pBdr>
        <w:bottom w:val="single" w:sz="4" w:space="1" w:color="4F81BD" w:themeColor="accent1"/>
      </w:pBdr>
      <w:jc w:val="right"/>
    </w:pPr>
    <w:rPr>
      <w:rFonts w:eastAsiaTheme="minorHAnsi"/>
      <w:b/>
      <w:color w:val="1F497D" w:themeColor="text2"/>
      <w:szCs w:val="20"/>
      <w:lang w:val="en-US" w:eastAsia="ja-JP"/>
    </w:rPr>
  </w:style>
  <w:style w:type="paragraph" w:customStyle="1" w:styleId="itemi">
    <w:name w:val="item i"/>
    <w:basedOn w:val="Item3"/>
    <w:qFormat/>
    <w:rsid w:val="006A4955"/>
    <w:pPr>
      <w:numPr>
        <w:numId w:val="6"/>
      </w:numPr>
    </w:pPr>
  </w:style>
  <w:style w:type="table" w:styleId="MediumShading1-Accent1">
    <w:name w:val="Medium Shading 1 Accent 1"/>
    <w:basedOn w:val="TableNormal"/>
    <w:uiPriority w:val="63"/>
    <w:rsid w:val="006A495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6A495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6A4955"/>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6A495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6A495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6A4955"/>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6A495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6A495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6A495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6A495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6A4955"/>
    <w:pPr>
      <w:tabs>
        <w:tab w:val="left" w:pos="1270"/>
        <w:tab w:val="right" w:pos="8957"/>
      </w:tabs>
      <w:jc w:val="left"/>
    </w:pPr>
    <w:rPr>
      <w:lang w:val="en-US"/>
    </w:rPr>
  </w:style>
  <w:style w:type="character" w:customStyle="1" w:styleId="HeaderdownChar">
    <w:name w:val="Header down Char"/>
    <w:basedOn w:val="HeaderChar"/>
    <w:link w:val="Headerdown"/>
    <w:rsid w:val="006A4955"/>
    <w:rPr>
      <w:rFonts w:ascii="Arial" w:hAnsi="Arial"/>
      <w:b/>
      <w:sz w:val="18"/>
      <w:szCs w:val="24"/>
      <w:lang w:val="en-US"/>
    </w:rPr>
  </w:style>
  <w:style w:type="table" w:styleId="LightList">
    <w:name w:val="Light List"/>
    <w:basedOn w:val="TableNormal"/>
    <w:uiPriority w:val="61"/>
    <w:rsid w:val="006A495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aptionRef">
    <w:name w:val="Caption Ref."/>
    <w:basedOn w:val="Caption"/>
    <w:link w:val="CaptionRefChar"/>
    <w:qFormat/>
    <w:rsid w:val="006A4955"/>
    <w:pPr>
      <w:tabs>
        <w:tab w:val="clear" w:pos="170"/>
        <w:tab w:val="clear" w:pos="1418"/>
        <w:tab w:val="left" w:pos="567"/>
      </w:tabs>
      <w:ind w:left="567" w:hanging="567"/>
      <w:jc w:val="left"/>
    </w:pPr>
    <w:rPr>
      <w:b w:val="0"/>
    </w:rPr>
  </w:style>
  <w:style w:type="character" w:customStyle="1" w:styleId="CaptionRefChar">
    <w:name w:val="Caption Ref. Char"/>
    <w:basedOn w:val="CaptionChar"/>
    <w:link w:val="CaptionRef"/>
    <w:rsid w:val="006A4955"/>
    <w:rPr>
      <w:rFonts w:ascii="Arial" w:hAnsi="Arial"/>
      <w:b w:val="0"/>
      <w:bCs/>
      <w:color w:val="3EB1C8"/>
      <w:sz w:val="18"/>
    </w:rPr>
  </w:style>
  <w:style w:type="table" w:styleId="LightList-Accent3">
    <w:name w:val="Light List Accent 3"/>
    <w:basedOn w:val="TableNormal"/>
    <w:uiPriority w:val="61"/>
    <w:rsid w:val="006A495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6A495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6A4955"/>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xl67">
    <w:name w:val="xl67"/>
    <w:basedOn w:val="Normal"/>
    <w:rsid w:val="00475ED2"/>
    <w:pPr>
      <w:spacing w:before="100" w:beforeAutospacing="1" w:after="100" w:afterAutospacing="1"/>
      <w:jc w:val="left"/>
      <w:textAlignment w:val="center"/>
    </w:pPr>
    <w:rPr>
      <w:rFonts w:cs="Arial"/>
      <w:sz w:val="16"/>
      <w:szCs w:val="16"/>
    </w:rPr>
  </w:style>
  <w:style w:type="paragraph" w:styleId="BodyText">
    <w:name w:val="Body Text"/>
    <w:basedOn w:val="Normal"/>
    <w:link w:val="BodyTextChar"/>
    <w:uiPriority w:val="1"/>
    <w:qFormat/>
    <w:rsid w:val="006D4F22"/>
    <w:pPr>
      <w:widowControl w:val="0"/>
      <w:autoSpaceDE w:val="0"/>
      <w:autoSpaceDN w:val="0"/>
      <w:jc w:val="left"/>
    </w:pPr>
    <w:rPr>
      <w:rFonts w:eastAsia="Arial" w:cs="Arial"/>
      <w:sz w:val="20"/>
      <w:szCs w:val="20"/>
      <w:lang w:bidi="it-IT"/>
    </w:rPr>
  </w:style>
  <w:style w:type="character" w:customStyle="1" w:styleId="BodyTextChar">
    <w:name w:val="Body Text Char"/>
    <w:basedOn w:val="DefaultParagraphFont"/>
    <w:link w:val="BodyText"/>
    <w:uiPriority w:val="1"/>
    <w:rsid w:val="006D4F22"/>
    <w:rPr>
      <w:rFonts w:ascii="Arial" w:eastAsia="Arial" w:hAnsi="Arial" w:cs="Arial"/>
      <w:lang w:bidi="it-IT"/>
    </w:rPr>
  </w:style>
  <w:style w:type="paragraph" w:customStyle="1" w:styleId="Default">
    <w:name w:val="Default"/>
    <w:rsid w:val="00A65B23"/>
    <w:pPr>
      <w:autoSpaceDE w:val="0"/>
      <w:autoSpaceDN w:val="0"/>
      <w:adjustRightInd w:val="0"/>
    </w:pPr>
    <w:rPr>
      <w:rFonts w:cs="Calibri"/>
      <w:color w:val="000000"/>
      <w:sz w:val="24"/>
      <w:szCs w:val="24"/>
    </w:rPr>
  </w:style>
  <w:style w:type="paragraph" w:customStyle="1" w:styleId="ItemN">
    <w:name w:val="Item N"/>
    <w:basedOn w:val="Paragraph"/>
    <w:rsid w:val="00D1729E"/>
  </w:style>
  <w:style w:type="paragraph" w:customStyle="1" w:styleId="Item">
    <w:name w:val="Item"/>
    <w:basedOn w:val="Item1"/>
    <w:rsid w:val="006E0371"/>
    <w:pPr>
      <w:numPr>
        <w:ilvl w:val="1"/>
      </w:numPr>
      <w:ind w:left="740"/>
    </w:pPr>
    <w:rPr>
      <w:rFonts w:cs="Arial"/>
      <w:szCs w:val="18"/>
    </w:rPr>
  </w:style>
  <w:style w:type="paragraph" w:customStyle="1" w:styleId="Item20">
    <w:name w:val="Item 2"/>
    <w:basedOn w:val="Item"/>
    <w:rsid w:val="006E0371"/>
  </w:style>
  <w:style w:type="paragraph" w:customStyle="1" w:styleId="msonormal0">
    <w:name w:val="msonormal"/>
    <w:basedOn w:val="Normal"/>
    <w:rsid w:val="000534FD"/>
    <w:pPr>
      <w:spacing w:before="100" w:beforeAutospacing="1" w:after="100" w:afterAutospacing="1"/>
      <w:jc w:val="left"/>
    </w:pPr>
    <w:rPr>
      <w:rFonts w:ascii="Times New Roman" w:hAnsi="Times New Roman"/>
      <w:sz w:val="24"/>
    </w:rPr>
  </w:style>
  <w:style w:type="paragraph" w:customStyle="1" w:styleId="font5">
    <w:name w:val="font5"/>
    <w:basedOn w:val="Normal"/>
    <w:rsid w:val="000534FD"/>
    <w:pPr>
      <w:spacing w:before="100" w:beforeAutospacing="1" w:after="100" w:afterAutospacing="1"/>
      <w:jc w:val="left"/>
    </w:pPr>
    <w:rPr>
      <w:rFonts w:cs="Arial"/>
      <w:color w:val="000000"/>
      <w:sz w:val="16"/>
      <w:szCs w:val="16"/>
    </w:rPr>
  </w:style>
  <w:style w:type="paragraph" w:customStyle="1" w:styleId="font6">
    <w:name w:val="font6"/>
    <w:basedOn w:val="Normal"/>
    <w:rsid w:val="000534FD"/>
    <w:pPr>
      <w:spacing w:before="100" w:beforeAutospacing="1" w:after="100" w:afterAutospacing="1"/>
      <w:jc w:val="left"/>
    </w:pPr>
    <w:rPr>
      <w:rFonts w:ascii="Calibri" w:hAnsi="Calibri" w:cs="Calibri"/>
      <w:color w:val="000000"/>
      <w:sz w:val="16"/>
      <w:szCs w:val="16"/>
    </w:rPr>
  </w:style>
  <w:style w:type="paragraph" w:customStyle="1" w:styleId="xl65">
    <w:name w:val="xl65"/>
    <w:basedOn w:val="Normal"/>
    <w:rsid w:val="000534FD"/>
    <w:pPr>
      <w:spacing w:before="100" w:beforeAutospacing="1" w:after="100" w:afterAutospacing="1"/>
      <w:jc w:val="center"/>
    </w:pPr>
    <w:rPr>
      <w:rFonts w:ascii="Times New Roman" w:hAnsi="Times New Roman"/>
      <w:sz w:val="24"/>
    </w:rPr>
  </w:style>
  <w:style w:type="paragraph" w:customStyle="1" w:styleId="xl66">
    <w:name w:val="xl66"/>
    <w:basedOn w:val="Normal"/>
    <w:rsid w:val="000534FD"/>
    <w:pPr>
      <w:spacing w:before="100" w:beforeAutospacing="1" w:after="100" w:afterAutospacing="1"/>
      <w:jc w:val="left"/>
    </w:pPr>
    <w:rPr>
      <w:rFonts w:cs="Arial"/>
      <w:sz w:val="24"/>
    </w:rPr>
  </w:style>
  <w:style w:type="paragraph" w:customStyle="1" w:styleId="xl68">
    <w:name w:val="xl68"/>
    <w:basedOn w:val="Normal"/>
    <w:rsid w:val="000534FD"/>
    <w:pPr>
      <w:spacing w:before="100" w:beforeAutospacing="1" w:after="100" w:afterAutospacing="1"/>
      <w:jc w:val="left"/>
    </w:pPr>
    <w:rPr>
      <w:rFonts w:ascii="Times New Roman" w:hAnsi="Times New Roman"/>
      <w:sz w:val="16"/>
      <w:szCs w:val="16"/>
    </w:rPr>
  </w:style>
  <w:style w:type="paragraph" w:customStyle="1" w:styleId="xl69">
    <w:name w:val="xl69"/>
    <w:basedOn w:val="Normal"/>
    <w:rsid w:val="000534FD"/>
    <w:pPr>
      <w:spacing w:before="100" w:beforeAutospacing="1" w:after="100" w:afterAutospacing="1"/>
      <w:jc w:val="left"/>
      <w:textAlignment w:val="center"/>
    </w:pPr>
    <w:rPr>
      <w:rFonts w:cs="Arial"/>
      <w:sz w:val="16"/>
      <w:szCs w:val="16"/>
    </w:rPr>
  </w:style>
  <w:style w:type="paragraph" w:customStyle="1" w:styleId="xl70">
    <w:name w:val="xl70"/>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71">
    <w:name w:val="xl71"/>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72">
    <w:name w:val="xl72"/>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4"/>
      <w:szCs w:val="14"/>
    </w:rPr>
  </w:style>
  <w:style w:type="paragraph" w:customStyle="1" w:styleId="xl73">
    <w:name w:val="xl73"/>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rPr>
  </w:style>
  <w:style w:type="paragraph" w:customStyle="1" w:styleId="xl74">
    <w:name w:val="xl74"/>
    <w:basedOn w:val="Normal"/>
    <w:rsid w:val="000534FD"/>
    <w:pPr>
      <w:pBdr>
        <w:top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b/>
      <w:bCs/>
      <w:sz w:val="24"/>
    </w:rPr>
  </w:style>
  <w:style w:type="paragraph" w:customStyle="1" w:styleId="xl75">
    <w:name w:val="xl75"/>
    <w:basedOn w:val="Normal"/>
    <w:rsid w:val="000534FD"/>
    <w:pPr>
      <w:spacing w:before="100" w:beforeAutospacing="1" w:after="100" w:afterAutospacing="1"/>
      <w:jc w:val="center"/>
      <w:textAlignment w:val="center"/>
    </w:pPr>
    <w:rPr>
      <w:rFonts w:cs="Arial"/>
      <w:sz w:val="16"/>
      <w:szCs w:val="16"/>
    </w:rPr>
  </w:style>
  <w:style w:type="paragraph" w:customStyle="1" w:styleId="xl76">
    <w:name w:val="xl76"/>
    <w:basedOn w:val="Normal"/>
    <w:rsid w:val="000534FD"/>
    <w:pPr>
      <w:spacing w:before="100" w:beforeAutospacing="1" w:after="100" w:afterAutospacing="1"/>
      <w:jc w:val="center"/>
    </w:pPr>
    <w:rPr>
      <w:rFonts w:ascii="Times New Roman" w:hAnsi="Times New Roman"/>
      <w:b/>
      <w:bCs/>
      <w:sz w:val="24"/>
    </w:rPr>
  </w:style>
  <w:style w:type="paragraph" w:customStyle="1" w:styleId="xl77">
    <w:name w:val="xl7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
    <w:rsid w:val="000534F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80">
    <w:name w:val="xl80"/>
    <w:basedOn w:val="Normal"/>
    <w:rsid w:val="000534FD"/>
    <w:pPr>
      <w:pBdr>
        <w:top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1">
    <w:name w:val="xl81"/>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82">
    <w:name w:val="xl82"/>
    <w:basedOn w:val="Normal"/>
    <w:rsid w:val="000534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 w:val="16"/>
      <w:szCs w:val="16"/>
    </w:rPr>
  </w:style>
  <w:style w:type="paragraph" w:customStyle="1" w:styleId="xl83">
    <w:name w:val="xl83"/>
    <w:basedOn w:val="Normal"/>
    <w:rsid w:val="000534FD"/>
    <w:pPr>
      <w:pBdr>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4">
    <w:name w:val="xl84"/>
    <w:basedOn w:val="Normal"/>
    <w:rsid w:val="000534FD"/>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85">
    <w:name w:val="xl85"/>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6">
    <w:name w:val="xl86"/>
    <w:basedOn w:val="Normal"/>
    <w:rsid w:val="000534F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87">
    <w:name w:val="xl8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88">
    <w:name w:val="xl88"/>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89">
    <w:name w:val="xl89"/>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90">
    <w:name w:val="xl90"/>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1">
    <w:name w:val="xl91"/>
    <w:basedOn w:val="Normal"/>
    <w:rsid w:val="000534FD"/>
    <w:pPr>
      <w:pBdr>
        <w:left w:val="single" w:sz="8" w:space="0" w:color="auto"/>
      </w:pBdr>
      <w:spacing w:before="100" w:beforeAutospacing="1" w:after="100" w:afterAutospacing="1"/>
      <w:jc w:val="left"/>
      <w:textAlignment w:val="center"/>
    </w:pPr>
    <w:rPr>
      <w:rFonts w:cs="Arial"/>
      <w:b/>
      <w:bCs/>
      <w:sz w:val="16"/>
      <w:szCs w:val="16"/>
    </w:rPr>
  </w:style>
  <w:style w:type="paragraph" w:customStyle="1" w:styleId="xl92">
    <w:name w:val="xl92"/>
    <w:basedOn w:val="Normal"/>
    <w:rsid w:val="000534FD"/>
    <w:pPr>
      <w:spacing w:before="100" w:beforeAutospacing="1" w:after="100" w:afterAutospacing="1"/>
      <w:jc w:val="center"/>
      <w:textAlignment w:val="center"/>
    </w:pPr>
    <w:rPr>
      <w:rFonts w:cs="Arial"/>
      <w:b/>
      <w:bCs/>
      <w:sz w:val="14"/>
      <w:szCs w:val="14"/>
    </w:rPr>
  </w:style>
  <w:style w:type="paragraph" w:customStyle="1" w:styleId="xl93">
    <w:name w:val="xl93"/>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94">
    <w:name w:val="xl94"/>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5">
    <w:name w:val="xl95"/>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96">
    <w:name w:val="xl96"/>
    <w:basedOn w:val="Normal"/>
    <w:rsid w:val="000534FD"/>
    <w:pPr>
      <w:spacing w:before="100" w:beforeAutospacing="1" w:after="100" w:afterAutospacing="1"/>
      <w:jc w:val="center"/>
      <w:textAlignment w:val="center"/>
    </w:pPr>
    <w:rPr>
      <w:rFonts w:cs="Arial"/>
      <w:b/>
      <w:bCs/>
      <w:sz w:val="16"/>
      <w:szCs w:val="16"/>
    </w:rPr>
  </w:style>
  <w:style w:type="paragraph" w:customStyle="1" w:styleId="xl97">
    <w:name w:val="xl97"/>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98">
    <w:name w:val="xl98"/>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9">
    <w:name w:val="xl99"/>
    <w:basedOn w:val="Normal"/>
    <w:rsid w:val="000534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rPr>
      <w:rFonts w:cs="Arial"/>
      <w:b/>
      <w:bCs/>
      <w:sz w:val="16"/>
      <w:szCs w:val="16"/>
    </w:rPr>
  </w:style>
  <w:style w:type="paragraph" w:customStyle="1" w:styleId="xl100">
    <w:name w:val="xl100"/>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01">
    <w:name w:val="xl101"/>
    <w:basedOn w:val="Normal"/>
    <w:rsid w:val="000534FD"/>
    <w:pPr>
      <w:pBdr>
        <w:left w:val="single" w:sz="8" w:space="0" w:color="auto"/>
      </w:pBdr>
      <w:spacing w:before="100" w:beforeAutospacing="1" w:after="100" w:afterAutospacing="1"/>
      <w:jc w:val="left"/>
    </w:pPr>
    <w:rPr>
      <w:rFonts w:cs="Arial"/>
      <w:sz w:val="16"/>
      <w:szCs w:val="16"/>
    </w:rPr>
  </w:style>
  <w:style w:type="paragraph" w:customStyle="1" w:styleId="xl102">
    <w:name w:val="xl102"/>
    <w:basedOn w:val="Normal"/>
    <w:rsid w:val="000534FD"/>
    <w:pPr>
      <w:spacing w:before="100" w:beforeAutospacing="1" w:after="100" w:afterAutospacing="1"/>
      <w:jc w:val="center"/>
    </w:pPr>
    <w:rPr>
      <w:rFonts w:cs="Arial"/>
      <w:sz w:val="24"/>
    </w:rPr>
  </w:style>
  <w:style w:type="paragraph" w:customStyle="1" w:styleId="xl103">
    <w:name w:val="xl103"/>
    <w:basedOn w:val="Normal"/>
    <w:rsid w:val="000534FD"/>
    <w:pPr>
      <w:pBdr>
        <w:left w:val="single" w:sz="8" w:space="0" w:color="auto"/>
      </w:pBdr>
      <w:spacing w:before="100" w:beforeAutospacing="1" w:after="100" w:afterAutospacing="1"/>
      <w:jc w:val="left"/>
      <w:textAlignment w:val="center"/>
    </w:pPr>
    <w:rPr>
      <w:rFonts w:cs="Arial"/>
      <w:sz w:val="16"/>
      <w:szCs w:val="16"/>
    </w:rPr>
  </w:style>
  <w:style w:type="paragraph" w:customStyle="1" w:styleId="xl104">
    <w:name w:val="xl104"/>
    <w:basedOn w:val="Normal"/>
    <w:rsid w:val="000534FD"/>
    <w:pPr>
      <w:pBdr>
        <w:left w:val="single" w:sz="8" w:space="0" w:color="auto"/>
      </w:pBdr>
      <w:spacing w:before="100" w:beforeAutospacing="1" w:after="100" w:afterAutospacing="1"/>
      <w:jc w:val="left"/>
      <w:textAlignment w:val="center"/>
    </w:pPr>
    <w:rPr>
      <w:rFonts w:cs="Arial"/>
      <w:sz w:val="16"/>
      <w:szCs w:val="16"/>
    </w:rPr>
  </w:style>
  <w:style w:type="paragraph" w:customStyle="1" w:styleId="xl105">
    <w:name w:val="xl105"/>
    <w:basedOn w:val="Normal"/>
    <w:rsid w:val="000534FD"/>
    <w:pPr>
      <w:spacing w:before="100" w:beforeAutospacing="1" w:after="100" w:afterAutospacing="1"/>
      <w:jc w:val="center"/>
      <w:textAlignment w:val="center"/>
    </w:pPr>
    <w:rPr>
      <w:rFonts w:cs="Arial"/>
      <w:sz w:val="14"/>
      <w:szCs w:val="14"/>
    </w:rPr>
  </w:style>
  <w:style w:type="paragraph" w:customStyle="1" w:styleId="xl106">
    <w:name w:val="xl106"/>
    <w:basedOn w:val="Normal"/>
    <w:rsid w:val="000534FD"/>
    <w:pPr>
      <w:spacing w:before="100" w:beforeAutospacing="1" w:after="100" w:afterAutospacing="1"/>
      <w:jc w:val="center"/>
      <w:textAlignment w:val="center"/>
    </w:pPr>
    <w:rPr>
      <w:rFonts w:cs="Arial"/>
      <w:sz w:val="16"/>
      <w:szCs w:val="16"/>
    </w:rPr>
  </w:style>
  <w:style w:type="paragraph" w:customStyle="1" w:styleId="xl107">
    <w:name w:val="xl107"/>
    <w:basedOn w:val="Normal"/>
    <w:rsid w:val="000534FD"/>
    <w:pPr>
      <w:pBdr>
        <w:top w:val="single" w:sz="4" w:space="0" w:color="auto"/>
        <w:left w:val="single" w:sz="8"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108">
    <w:name w:val="xl108"/>
    <w:basedOn w:val="Normal"/>
    <w:rsid w:val="000534FD"/>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09">
    <w:name w:val="xl109"/>
    <w:basedOn w:val="Normal"/>
    <w:rsid w:val="000534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110">
    <w:name w:val="xl110"/>
    <w:basedOn w:val="Normal"/>
    <w:rsid w:val="000534FD"/>
    <w:pPr>
      <w:pBdr>
        <w:bottom w:val="single" w:sz="8"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111">
    <w:name w:val="xl111"/>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2">
    <w:name w:val="xl112"/>
    <w:basedOn w:val="Normal"/>
    <w:rsid w:val="000534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3">
    <w:name w:val="xl113"/>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114">
    <w:name w:val="xl114"/>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115">
    <w:name w:val="xl115"/>
    <w:basedOn w:val="Normal"/>
    <w:rsid w:val="000534FD"/>
    <w:pPr>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6">
    <w:name w:val="xl116"/>
    <w:basedOn w:val="Normal"/>
    <w:rsid w:val="000534FD"/>
    <w:pPr>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7">
    <w:name w:val="xl11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6"/>
      <w:szCs w:val="16"/>
    </w:rPr>
  </w:style>
  <w:style w:type="paragraph" w:customStyle="1" w:styleId="xl118">
    <w:name w:val="xl118"/>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sz w:val="16"/>
      <w:szCs w:val="16"/>
    </w:rPr>
  </w:style>
  <w:style w:type="paragraph" w:customStyle="1" w:styleId="xl119">
    <w:name w:val="xl119"/>
    <w:basedOn w:val="Normal"/>
    <w:rsid w:val="000534FD"/>
    <w:pPr>
      <w:spacing w:before="100" w:beforeAutospacing="1" w:after="100" w:afterAutospacing="1"/>
      <w:jc w:val="left"/>
      <w:textAlignment w:val="center"/>
    </w:pPr>
    <w:rPr>
      <w:rFonts w:cs="Arial"/>
      <w:b/>
      <w:bCs/>
      <w:sz w:val="16"/>
      <w:szCs w:val="16"/>
    </w:rPr>
  </w:style>
  <w:style w:type="paragraph" w:customStyle="1" w:styleId="xl120">
    <w:name w:val="xl120"/>
    <w:basedOn w:val="Normal"/>
    <w:rsid w:val="000534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cs="Arial"/>
      <w:b/>
      <w:bCs/>
      <w:sz w:val="16"/>
      <w:szCs w:val="16"/>
    </w:rPr>
  </w:style>
  <w:style w:type="paragraph" w:customStyle="1" w:styleId="xl121">
    <w:name w:val="xl121"/>
    <w:basedOn w:val="Normal"/>
    <w:rsid w:val="000534FD"/>
    <w:pPr>
      <w:pBdr>
        <w:top w:val="single" w:sz="12" w:space="0" w:color="FF0000"/>
      </w:pBdr>
      <w:spacing w:before="100" w:beforeAutospacing="1" w:after="100" w:afterAutospacing="1"/>
      <w:textAlignment w:val="center"/>
    </w:pPr>
    <w:rPr>
      <w:rFonts w:cs="Arial"/>
      <w:b/>
      <w:bCs/>
      <w:sz w:val="16"/>
      <w:szCs w:val="16"/>
    </w:rPr>
  </w:style>
  <w:style w:type="paragraph" w:styleId="NormalIndent">
    <w:name w:val="Normal Indent"/>
    <w:aliases w:val="Rientro normale Carattere,Rientro normale Carattere1 Carattere,Rientro normale Carattere Carattere Carattere,Rientro normale Carattere1 Carattere Carattere Carattere,Rientro normale Carattere Carattere Carattere Carattere Carattere"/>
    <w:basedOn w:val="Normal"/>
    <w:link w:val="NormalIndentChar"/>
    <w:rsid w:val="00ED69DD"/>
    <w:pPr>
      <w:keepLines/>
      <w:spacing w:after="120"/>
      <w:ind w:left="851"/>
    </w:pPr>
    <w:rPr>
      <w:sz w:val="20"/>
      <w:szCs w:val="20"/>
      <w:lang w:bidi="he-IL"/>
    </w:rPr>
  </w:style>
  <w:style w:type="character" w:customStyle="1" w:styleId="NormalIndentChar">
    <w:name w:val="Normal Indent Char"/>
    <w:aliases w:val="Rientro normale Carattere Char,Rientro normale Carattere1 Carattere Char,Rientro normale Carattere Carattere Carattere Char,Rientro normale Carattere1 Carattere Carattere Carattere Char"/>
    <w:link w:val="NormalIndent"/>
    <w:rsid w:val="00ED69DD"/>
    <w:rPr>
      <w:rFonts w:ascii="Arial" w:hAnsi="Arial"/>
      <w:lang w:bidi="he-IL"/>
    </w:rPr>
  </w:style>
  <w:style w:type="paragraph" w:styleId="BodyTextIndent2">
    <w:name w:val="Body Text Indent 2"/>
    <w:basedOn w:val="Normal"/>
    <w:link w:val="BodyTextIndent2Char"/>
    <w:uiPriority w:val="99"/>
    <w:semiHidden/>
    <w:unhideWhenUsed/>
    <w:rsid w:val="00802B79"/>
    <w:pPr>
      <w:spacing w:after="120" w:line="480" w:lineRule="auto"/>
      <w:ind w:left="283"/>
    </w:pPr>
  </w:style>
  <w:style w:type="character" w:customStyle="1" w:styleId="BodyTextIndent2Char">
    <w:name w:val="Body Text Indent 2 Char"/>
    <w:basedOn w:val="DefaultParagraphFont"/>
    <w:link w:val="BodyTextIndent2"/>
    <w:uiPriority w:val="99"/>
    <w:semiHidden/>
    <w:rsid w:val="00802B79"/>
    <w:rPr>
      <w:rFonts w:ascii="Arial" w:hAnsi="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415B59"/>
    <w:pPr>
      <w:jc w:val="both"/>
    </w:pPr>
    <w:rPr>
      <w:rFonts w:ascii="Arial" w:hAnsi="Arial"/>
      <w:sz w:val="18"/>
      <w:szCs w:val="24"/>
    </w:rPr>
  </w:style>
  <w:style w:type="paragraph" w:styleId="Heading1">
    <w:name w:val="heading 1"/>
    <w:aliases w:val="shman,Part,H1,H11,ACSN1,tit.1,Titolo 0,Titolo 1 Carattere Carattere Carattere Carattere Carattere Carattere Carattere Carattere,1 Titolo 1,Sofia Headlines,Tit_std1,Stile Titolo 1 + Interlinea 15 righe,Paragrafo,Paragrafo1,heading 1,Capitolo"/>
    <w:basedOn w:val="Normal"/>
    <w:next w:val="Paragraph"/>
    <w:link w:val="Heading1Char"/>
    <w:qFormat/>
    <w:rsid w:val="00FA1540"/>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aliases w:val="(CTRL + 2),Titolo 2 (3E),TIT2,heading 2,paragrafo,Titolo 2 Carattere1 Carattere,Titolo 2 Carattere Carattere Carattere,Titolo 2 Carattere1 Carattere Carattere Carattere Carattere,Titolo 2 Carattere Char Char,Reset numbering,Titolo 2 Carattere"/>
    <w:basedOn w:val="Normal"/>
    <w:next w:val="Paragraph"/>
    <w:link w:val="Heading2Char"/>
    <w:qFormat/>
    <w:rsid w:val="006A4955"/>
    <w:pPr>
      <w:keepNext/>
      <w:keepLines/>
      <w:numPr>
        <w:ilvl w:val="1"/>
        <w:numId w:val="1"/>
      </w:numPr>
      <w:tabs>
        <w:tab w:val="left" w:pos="851"/>
        <w:tab w:val="left" w:pos="964"/>
      </w:tabs>
      <w:spacing w:before="240" w:after="120"/>
      <w:outlineLvl w:val="1"/>
    </w:pPr>
    <w:rPr>
      <w:b/>
      <w:caps/>
      <w:color w:val="3EB1C8"/>
      <w:sz w:val="24"/>
    </w:rPr>
  </w:style>
  <w:style w:type="paragraph" w:styleId="Heading3">
    <w:name w:val="heading 3"/>
    <w:aliases w:val="Section,ACSN3,Titolo 3 Carattere Carattere,Section Carattere,Titolo 3 Carattere Carattere Carattere Carattere Carattere,H3,RFF-Titre 3,MLM-Titre 4,3Rapport,MLM-Titre 3,Heading,3,Titolo sotpa,-PZ3,xxxx,heading 3,Char1,sottoparagraf"/>
    <w:basedOn w:val="Normal"/>
    <w:next w:val="Paragraph"/>
    <w:link w:val="Heading3Char"/>
    <w:qFormat/>
    <w:rsid w:val="00415B59"/>
    <w:pPr>
      <w:keepNext/>
      <w:keepLines/>
      <w:numPr>
        <w:ilvl w:val="2"/>
        <w:numId w:val="1"/>
      </w:numPr>
      <w:tabs>
        <w:tab w:val="left" w:pos="851"/>
      </w:tabs>
      <w:spacing w:before="240"/>
      <w:ind w:left="851" w:hanging="851"/>
      <w:outlineLvl w:val="2"/>
    </w:pPr>
    <w:rPr>
      <w:b/>
      <w:noProof/>
      <w:color w:val="3EB1C8"/>
      <w:sz w:val="22"/>
      <w:szCs w:val="20"/>
    </w:rPr>
  </w:style>
  <w:style w:type="paragraph" w:styleId="Heading4">
    <w:name w:val="heading 4"/>
    <w:aliases w:val="Map Title,ACSN4,Titolo 4-SPA,2585-T4,-PZ4,A-Titolo 4,heading 4"/>
    <w:basedOn w:val="Normal"/>
    <w:next w:val="Paragraph"/>
    <w:link w:val="Heading4Char"/>
    <w:qFormat/>
    <w:rsid w:val="006A4955"/>
    <w:pPr>
      <w:keepNext/>
      <w:keepLines/>
      <w:numPr>
        <w:ilvl w:val="3"/>
        <w:numId w:val="1"/>
      </w:numPr>
      <w:tabs>
        <w:tab w:val="left" w:pos="907"/>
      </w:tabs>
      <w:spacing w:before="240" w:after="120"/>
      <w:outlineLvl w:val="3"/>
    </w:pPr>
    <w:rPr>
      <w:color w:val="3EB1C8"/>
      <w:szCs w:val="20"/>
      <w:u w:val="single"/>
    </w:rPr>
  </w:style>
  <w:style w:type="paragraph" w:styleId="Heading5">
    <w:name w:val="heading 5"/>
    <w:aliases w:val="ACSN5"/>
    <w:basedOn w:val="Normal"/>
    <w:next w:val="Paragraph"/>
    <w:link w:val="Heading5Char"/>
    <w:qFormat/>
    <w:rsid w:val="006A4955"/>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6A4955"/>
    <w:pPr>
      <w:spacing w:before="240" w:after="120"/>
      <w:outlineLvl w:val="5"/>
    </w:pPr>
    <w:rPr>
      <w:i/>
      <w:color w:val="3EB1C8"/>
      <w:szCs w:val="20"/>
    </w:rPr>
  </w:style>
  <w:style w:type="paragraph" w:styleId="Heading7">
    <w:name w:val="heading 7"/>
    <w:basedOn w:val="Normal"/>
    <w:next w:val="Normal"/>
    <w:link w:val="Heading7Char"/>
    <w:qFormat/>
    <w:rsid w:val="006A4955"/>
    <w:pPr>
      <w:spacing w:before="240" w:after="60"/>
      <w:outlineLvl w:val="6"/>
    </w:pPr>
  </w:style>
  <w:style w:type="paragraph" w:styleId="Heading8">
    <w:name w:val="heading 8"/>
    <w:basedOn w:val="Normal"/>
    <w:next w:val="Normal"/>
    <w:link w:val="Heading8Char"/>
    <w:qFormat/>
    <w:rsid w:val="006A4955"/>
    <w:pPr>
      <w:spacing w:before="240" w:after="60"/>
      <w:outlineLvl w:val="7"/>
    </w:pPr>
    <w:rPr>
      <w:i/>
    </w:rPr>
  </w:style>
  <w:style w:type="paragraph" w:styleId="Heading9">
    <w:name w:val="heading 9"/>
    <w:basedOn w:val="Normal"/>
    <w:next w:val="Normal"/>
    <w:link w:val="Heading9Char"/>
    <w:qFormat/>
    <w:rsid w:val="006A4955"/>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link w:val="ParagraphChar"/>
    <w:qFormat/>
    <w:rsid w:val="006A4955"/>
    <w:pPr>
      <w:tabs>
        <w:tab w:val="left" w:pos="851"/>
      </w:tabs>
      <w:spacing w:before="120" w:after="120"/>
    </w:pPr>
  </w:style>
  <w:style w:type="character" w:customStyle="1" w:styleId="ParagraphChar">
    <w:name w:val="Paragraph Char"/>
    <w:link w:val="Paragraph"/>
    <w:rsid w:val="006A4955"/>
    <w:rPr>
      <w:rFonts w:ascii="Arial" w:hAnsi="Arial"/>
      <w:sz w:val="18"/>
      <w:szCs w:val="24"/>
    </w:rPr>
  </w:style>
  <w:style w:type="character" w:customStyle="1" w:styleId="Heading1Char">
    <w:name w:val="Heading 1 Char"/>
    <w:aliases w:val="shman Char,Part Char,H1 Char,H11 Char,ACSN1 Char,tit.1 Char,Titolo 0 Char,Titolo 1 Carattere Carattere Carattere Carattere Carattere Carattere Carattere Carattere Char,1 Titolo 1 Char,Sofia Headlines Char,Tit_std1 Char,Paragrafo Char"/>
    <w:link w:val="Heading1"/>
    <w:rsid w:val="00FA1540"/>
    <w:rPr>
      <w:rFonts w:ascii="Arial" w:hAnsi="Arial"/>
      <w:b/>
      <w:caps/>
      <w:color w:val="3EB1C8"/>
      <w:sz w:val="28"/>
      <w:szCs w:val="28"/>
    </w:rPr>
  </w:style>
  <w:style w:type="character" w:customStyle="1" w:styleId="Heading2Char">
    <w:name w:val="Heading 2 Char"/>
    <w:aliases w:val="(CTRL + 2) Char,Titolo 2 (3E) Char,TIT2 Char,heading 2 Char,paragrafo Char,Titolo 2 Carattere1 Carattere Char,Titolo 2 Carattere Carattere Carattere Char,Titolo 2 Carattere1 Carattere Carattere Carattere Carattere Char"/>
    <w:link w:val="Heading2"/>
    <w:rsid w:val="006A4955"/>
    <w:rPr>
      <w:rFonts w:ascii="Arial" w:hAnsi="Arial"/>
      <w:b/>
      <w:caps/>
      <w:color w:val="3EB1C8"/>
      <w:sz w:val="24"/>
      <w:szCs w:val="24"/>
    </w:rPr>
  </w:style>
  <w:style w:type="character" w:customStyle="1" w:styleId="Heading3Char">
    <w:name w:val="Heading 3 Char"/>
    <w:aliases w:val="Section Char,ACSN3 Char,Titolo 3 Carattere Carattere Char,Section Carattere Char,Titolo 3 Carattere Carattere Carattere Carattere Carattere Char,H3 Char,RFF-Titre 3 Char,MLM-Titre 4 Char,3Rapport Char,MLM-Titre 3 Char,Heading Char,3 Char"/>
    <w:link w:val="Heading3"/>
    <w:rsid w:val="00415B59"/>
    <w:rPr>
      <w:rFonts w:ascii="Arial" w:hAnsi="Arial"/>
      <w:b/>
      <w:noProof/>
      <w:color w:val="3EB1C8"/>
      <w:sz w:val="22"/>
    </w:rPr>
  </w:style>
  <w:style w:type="character" w:customStyle="1" w:styleId="Heading4Char">
    <w:name w:val="Heading 4 Char"/>
    <w:aliases w:val="Map Title Char,ACSN4 Char,Titolo 4-SPA Char,2585-T4 Char,-PZ4 Char,A-Titolo 4 Char,heading 4 Char"/>
    <w:link w:val="Heading4"/>
    <w:rsid w:val="006A4955"/>
    <w:rPr>
      <w:rFonts w:ascii="Arial" w:hAnsi="Arial"/>
      <w:color w:val="3EB1C8"/>
      <w:sz w:val="18"/>
      <w:u w:val="single"/>
    </w:rPr>
  </w:style>
  <w:style w:type="character" w:customStyle="1" w:styleId="Heading5Char">
    <w:name w:val="Heading 5 Char"/>
    <w:aliases w:val="ACSN5 Char"/>
    <w:link w:val="Heading5"/>
    <w:rsid w:val="006A4955"/>
    <w:rPr>
      <w:i/>
      <w:color w:val="3EB1C8"/>
      <w:sz w:val="18"/>
    </w:rPr>
  </w:style>
  <w:style w:type="character" w:customStyle="1" w:styleId="Heading6Char">
    <w:name w:val="Heading 6 Char"/>
    <w:link w:val="Heading6"/>
    <w:rsid w:val="006A4955"/>
    <w:rPr>
      <w:rFonts w:ascii="Arial" w:hAnsi="Arial"/>
      <w:i/>
      <w:color w:val="3EB1C8"/>
      <w:sz w:val="18"/>
    </w:rPr>
  </w:style>
  <w:style w:type="character" w:customStyle="1" w:styleId="Heading7Char">
    <w:name w:val="Heading 7 Char"/>
    <w:link w:val="Heading7"/>
    <w:rsid w:val="006A4955"/>
    <w:rPr>
      <w:rFonts w:ascii="Arial" w:hAnsi="Arial"/>
      <w:sz w:val="18"/>
      <w:szCs w:val="24"/>
    </w:rPr>
  </w:style>
  <w:style w:type="character" w:customStyle="1" w:styleId="Heading8Char">
    <w:name w:val="Heading 8 Char"/>
    <w:link w:val="Heading8"/>
    <w:rsid w:val="006A4955"/>
    <w:rPr>
      <w:rFonts w:ascii="Arial" w:hAnsi="Arial"/>
      <w:i/>
      <w:sz w:val="18"/>
      <w:szCs w:val="24"/>
    </w:rPr>
  </w:style>
  <w:style w:type="character" w:customStyle="1" w:styleId="Heading9Char">
    <w:name w:val="Heading 9 Char"/>
    <w:link w:val="Heading9"/>
    <w:rsid w:val="006A4955"/>
    <w:rPr>
      <w:rFonts w:ascii="Arial" w:hAnsi="Arial"/>
      <w:b/>
      <w:i/>
      <w:sz w:val="18"/>
      <w:szCs w:val="24"/>
    </w:rPr>
  </w:style>
  <w:style w:type="paragraph" w:styleId="BalloonText">
    <w:name w:val="Balloon Text"/>
    <w:basedOn w:val="Normal"/>
    <w:link w:val="BalloonTextChar"/>
    <w:semiHidden/>
    <w:rsid w:val="006A4955"/>
    <w:rPr>
      <w:rFonts w:ascii="Tahoma" w:hAnsi="Tahoma" w:cs="Tahoma"/>
      <w:sz w:val="16"/>
      <w:szCs w:val="16"/>
    </w:rPr>
  </w:style>
  <w:style w:type="character" w:customStyle="1" w:styleId="BalloonTextChar">
    <w:name w:val="Balloon Text Char"/>
    <w:link w:val="BalloonText"/>
    <w:semiHidden/>
    <w:rsid w:val="006A4955"/>
    <w:rPr>
      <w:rFonts w:ascii="Tahoma" w:hAnsi="Tahoma" w:cs="Tahoma"/>
      <w:sz w:val="16"/>
      <w:szCs w:val="16"/>
    </w:rPr>
  </w:style>
  <w:style w:type="paragraph" w:styleId="Caption">
    <w:name w:val="caption"/>
    <w:aliases w:val="table,Didascalia_Figura,Didascalia_Figure,IN,Map,Didascalia Carattere Carattere Carattere,Didascalia Carattere Carattere,Didascalia Carattere Carattere Carattere Carattere Carattere Carattere,Didascalia1,Map Carattere"/>
    <w:basedOn w:val="Normal"/>
    <w:next w:val="Normal"/>
    <w:link w:val="CaptionChar"/>
    <w:qFormat/>
    <w:rsid w:val="006A4955"/>
    <w:pPr>
      <w:tabs>
        <w:tab w:val="left" w:pos="170"/>
        <w:tab w:val="left" w:pos="1418"/>
      </w:tabs>
      <w:spacing w:before="240" w:after="120"/>
      <w:ind w:firstLine="284"/>
      <w:jc w:val="center"/>
    </w:pPr>
    <w:rPr>
      <w:b/>
      <w:bCs/>
      <w:color w:val="3EB1C8"/>
      <w:szCs w:val="20"/>
    </w:rPr>
  </w:style>
  <w:style w:type="character" w:customStyle="1" w:styleId="CaptionChar">
    <w:name w:val="Caption Char"/>
    <w:aliases w:val="table Char,Didascalia_Figura Char,Didascalia_Figure Char,IN Char,Map Char,Didascalia Carattere Carattere Carattere Char,Didascalia Carattere Carattere Char,Didascalia Carattere Carattere Carattere Carattere Carattere Carattere Char"/>
    <w:basedOn w:val="DefaultParagraphFont"/>
    <w:link w:val="Caption"/>
    <w:rsid w:val="006A4955"/>
    <w:rPr>
      <w:rFonts w:ascii="Arial" w:hAnsi="Arial"/>
      <w:b/>
      <w:bCs/>
      <w:color w:val="3EB1C8"/>
      <w:sz w:val="18"/>
    </w:rPr>
  </w:style>
  <w:style w:type="character" w:styleId="CommentReference">
    <w:name w:val="annotation reference"/>
    <w:semiHidden/>
    <w:rsid w:val="006A4955"/>
    <w:rPr>
      <w:sz w:val="16"/>
      <w:szCs w:val="16"/>
    </w:rPr>
  </w:style>
  <w:style w:type="paragraph" w:styleId="CommentText">
    <w:name w:val="annotation text"/>
    <w:basedOn w:val="Normal"/>
    <w:link w:val="CommentTextChar"/>
    <w:semiHidden/>
    <w:rsid w:val="006A4955"/>
    <w:rPr>
      <w:szCs w:val="20"/>
    </w:rPr>
  </w:style>
  <w:style w:type="character" w:customStyle="1" w:styleId="CommentTextChar">
    <w:name w:val="Comment Text Char"/>
    <w:link w:val="CommentText"/>
    <w:semiHidden/>
    <w:rsid w:val="006A4955"/>
    <w:rPr>
      <w:rFonts w:ascii="Arial" w:hAnsi="Arial"/>
      <w:sz w:val="18"/>
    </w:rPr>
  </w:style>
  <w:style w:type="paragraph" w:styleId="CommentSubject">
    <w:name w:val="annotation subject"/>
    <w:basedOn w:val="CommentText"/>
    <w:next w:val="CommentText"/>
    <w:link w:val="CommentSubjectChar"/>
    <w:semiHidden/>
    <w:rsid w:val="006A4955"/>
    <w:rPr>
      <w:b/>
      <w:bCs/>
    </w:rPr>
  </w:style>
  <w:style w:type="character" w:customStyle="1" w:styleId="CommentSubjectChar">
    <w:name w:val="Comment Subject Char"/>
    <w:link w:val="CommentSubject"/>
    <w:semiHidden/>
    <w:rsid w:val="006A4955"/>
    <w:rPr>
      <w:rFonts w:ascii="Arial" w:hAnsi="Arial"/>
      <w:b/>
      <w:bCs/>
      <w:sz w:val="18"/>
    </w:rPr>
  </w:style>
  <w:style w:type="paragraph" w:customStyle="1" w:styleId="COVERAPPENDIX">
    <w:name w:val="COVER APPENDIX"/>
    <w:basedOn w:val="Normal"/>
    <w:next w:val="Normal"/>
    <w:rsid w:val="001A73E8"/>
    <w:pPr>
      <w:jc w:val="center"/>
    </w:pPr>
    <w:rPr>
      <w:b/>
      <w:caps/>
      <w:color w:val="0070C0"/>
      <w:sz w:val="28"/>
      <w:szCs w:val="22"/>
    </w:rPr>
  </w:style>
  <w:style w:type="paragraph" w:customStyle="1" w:styleId="CoverMainHeading">
    <w:name w:val="Cover Main Heading"/>
    <w:basedOn w:val="Normal"/>
    <w:rsid w:val="006A4955"/>
    <w:pPr>
      <w:jc w:val="left"/>
    </w:pPr>
    <w:rPr>
      <w:b/>
      <w:color w:val="3EB1C8"/>
      <w:sz w:val="40"/>
      <w:szCs w:val="20"/>
    </w:rPr>
  </w:style>
  <w:style w:type="paragraph" w:styleId="Footer">
    <w:name w:val="footer"/>
    <w:basedOn w:val="Normal"/>
    <w:link w:val="FooterChar"/>
    <w:rsid w:val="006A4955"/>
    <w:pPr>
      <w:pBdr>
        <w:top w:val="double" w:sz="4" w:space="1" w:color="3EB1C8"/>
      </w:pBdr>
      <w:tabs>
        <w:tab w:val="right" w:pos="9072"/>
      </w:tabs>
      <w:jc w:val="left"/>
    </w:pPr>
  </w:style>
  <w:style w:type="character" w:customStyle="1" w:styleId="FooterChar">
    <w:name w:val="Footer Char"/>
    <w:basedOn w:val="DefaultParagraphFont"/>
    <w:link w:val="Footer"/>
    <w:rsid w:val="006A4955"/>
    <w:rPr>
      <w:rFonts w:ascii="Arial" w:hAnsi="Arial"/>
      <w:sz w:val="18"/>
      <w:szCs w:val="24"/>
    </w:rPr>
  </w:style>
  <w:style w:type="paragraph" w:customStyle="1" w:styleId="CoverPageFooter">
    <w:name w:val="Cover Page Footer"/>
    <w:basedOn w:val="Footer"/>
    <w:rsid w:val="006A4955"/>
    <w:pPr>
      <w:tabs>
        <w:tab w:val="clear" w:pos="9072"/>
      </w:tabs>
      <w:jc w:val="center"/>
    </w:pPr>
    <w:rPr>
      <w:szCs w:val="20"/>
    </w:rPr>
  </w:style>
  <w:style w:type="paragraph" w:customStyle="1" w:styleId="CoverPageHeader">
    <w:name w:val="Cover Page Header"/>
    <w:basedOn w:val="Normal"/>
    <w:rsid w:val="006A4955"/>
    <w:rPr>
      <w:b/>
      <w:color w:val="3EB1C8"/>
      <w:sz w:val="28"/>
      <w:szCs w:val="20"/>
    </w:rPr>
  </w:style>
  <w:style w:type="paragraph" w:customStyle="1" w:styleId="CoverProjectName">
    <w:name w:val="Cover Project Name"/>
    <w:basedOn w:val="Normal"/>
    <w:rsid w:val="006A4955"/>
    <w:pPr>
      <w:jc w:val="left"/>
    </w:pPr>
    <w:rPr>
      <w:b/>
      <w:color w:val="3EB1C8"/>
      <w:sz w:val="32"/>
      <w:szCs w:val="20"/>
    </w:rPr>
  </w:style>
  <w:style w:type="paragraph" w:customStyle="1" w:styleId="CoverReportTitle">
    <w:name w:val="Cover Report Title"/>
    <w:basedOn w:val="Normal"/>
    <w:rsid w:val="006A4955"/>
    <w:pPr>
      <w:jc w:val="left"/>
    </w:pPr>
    <w:rPr>
      <w:sz w:val="36"/>
      <w:szCs w:val="20"/>
    </w:rPr>
  </w:style>
  <w:style w:type="paragraph" w:customStyle="1" w:styleId="CoverSignsRevisions">
    <w:name w:val="Cover Signs/Revisions"/>
    <w:basedOn w:val="Normal"/>
    <w:rsid w:val="006A4955"/>
    <w:rPr>
      <w:szCs w:val="20"/>
    </w:rPr>
  </w:style>
  <w:style w:type="paragraph" w:customStyle="1" w:styleId="CoverTableHeaders">
    <w:name w:val="Cover Table Headers"/>
    <w:basedOn w:val="Normal"/>
    <w:rsid w:val="006A4955"/>
    <w:pPr>
      <w:spacing w:line="240" w:lineRule="atLeast"/>
    </w:pPr>
    <w:rPr>
      <w:szCs w:val="20"/>
      <w:lang w:val="en-GB"/>
    </w:rPr>
  </w:style>
  <w:style w:type="character" w:styleId="EndnoteReference">
    <w:name w:val="endnote reference"/>
    <w:semiHidden/>
    <w:rsid w:val="006A4955"/>
    <w:rPr>
      <w:vertAlign w:val="superscript"/>
    </w:rPr>
  </w:style>
  <w:style w:type="paragraph" w:styleId="EndnoteText">
    <w:name w:val="endnote text"/>
    <w:basedOn w:val="Normal"/>
    <w:link w:val="EndnoteTextChar"/>
    <w:semiHidden/>
    <w:rsid w:val="006A4955"/>
    <w:rPr>
      <w:szCs w:val="20"/>
    </w:rPr>
  </w:style>
  <w:style w:type="character" w:customStyle="1" w:styleId="EndnoteTextChar">
    <w:name w:val="Endnote Text Char"/>
    <w:link w:val="EndnoteText"/>
    <w:semiHidden/>
    <w:rsid w:val="006A4955"/>
    <w:rPr>
      <w:rFonts w:ascii="Arial" w:hAnsi="Arial"/>
      <w:sz w:val="18"/>
    </w:rPr>
  </w:style>
  <w:style w:type="paragraph" w:customStyle="1" w:styleId="Equation">
    <w:name w:val="Equation"/>
    <w:basedOn w:val="Normal"/>
    <w:next w:val="Normal"/>
    <w:rsid w:val="006A4955"/>
    <w:pPr>
      <w:tabs>
        <w:tab w:val="center" w:pos="4933"/>
        <w:tab w:val="right" w:pos="9072"/>
      </w:tabs>
      <w:ind w:left="851"/>
    </w:pPr>
    <w:rPr>
      <w:lang w:val="en-GB"/>
    </w:rPr>
  </w:style>
  <w:style w:type="paragraph" w:customStyle="1" w:styleId="EquationDescription">
    <w:name w:val="Equation Description"/>
    <w:basedOn w:val="Paragraph"/>
    <w:next w:val="Paragraph"/>
    <w:rsid w:val="006A4955"/>
    <w:pPr>
      <w:tabs>
        <w:tab w:val="clear" w:pos="851"/>
        <w:tab w:val="left" w:pos="1418"/>
        <w:tab w:val="left" w:pos="1985"/>
      </w:tabs>
    </w:pPr>
    <w:rPr>
      <w:lang w:val="en-GB"/>
    </w:rPr>
  </w:style>
  <w:style w:type="paragraph" w:customStyle="1" w:styleId="Figure">
    <w:name w:val="Figure"/>
    <w:basedOn w:val="Paragraph"/>
    <w:qFormat/>
    <w:rsid w:val="006A4955"/>
    <w:pPr>
      <w:keepNext/>
      <w:spacing w:before="360"/>
      <w:jc w:val="center"/>
    </w:pPr>
    <w:rPr>
      <w:noProof/>
    </w:rPr>
  </w:style>
  <w:style w:type="paragraph" w:customStyle="1" w:styleId="FigureandTable">
    <w:name w:val="Figure and Table"/>
    <w:basedOn w:val="Normal"/>
    <w:rsid w:val="006A4955"/>
    <w:pPr>
      <w:jc w:val="center"/>
    </w:pPr>
  </w:style>
  <w:style w:type="character" w:styleId="FollowedHyperlink">
    <w:name w:val="FollowedHyperlink"/>
    <w:uiPriority w:val="99"/>
    <w:rsid w:val="006A4955"/>
    <w:rPr>
      <w:color w:val="800080"/>
      <w:u w:val="single"/>
    </w:rPr>
  </w:style>
  <w:style w:type="paragraph" w:customStyle="1" w:styleId="Footer1stpage">
    <w:name w:val="Footer 1st page"/>
    <w:basedOn w:val="Normal"/>
    <w:next w:val="Normal"/>
    <w:rsid w:val="006A4955"/>
    <w:pPr>
      <w:jc w:val="center"/>
    </w:pPr>
    <w:rPr>
      <w:rFonts w:ascii="Calibri" w:hAnsi="Calibri"/>
      <w:sz w:val="16"/>
      <w:szCs w:val="16"/>
    </w:rPr>
  </w:style>
  <w:style w:type="paragraph" w:customStyle="1" w:styleId="FooterReference">
    <w:name w:val="Footer Reference"/>
    <w:basedOn w:val="Footer1stpage"/>
    <w:next w:val="Paragraph"/>
    <w:rsid w:val="006A4955"/>
    <w:pPr>
      <w:pBdr>
        <w:top w:val="single" w:sz="2" w:space="1" w:color="auto"/>
      </w:pBdr>
      <w:tabs>
        <w:tab w:val="right" w:pos="9072"/>
      </w:tabs>
      <w:jc w:val="both"/>
    </w:pPr>
  </w:style>
  <w:style w:type="paragraph" w:customStyle="1" w:styleId="FooterAppendix">
    <w:name w:val="Footer Appendix"/>
    <w:basedOn w:val="FooterReference"/>
    <w:next w:val="Paragraph"/>
    <w:rsid w:val="006A4955"/>
  </w:style>
  <w:style w:type="character" w:styleId="FootnoteReference">
    <w:name w:val="footnote reference"/>
    <w:qFormat/>
    <w:rsid w:val="006A4955"/>
    <w:rPr>
      <w:rFonts w:ascii="Arial" w:hAnsi="Arial"/>
      <w:color w:val="3EB1C8"/>
      <w:sz w:val="20"/>
      <w:szCs w:val="20"/>
      <w:vertAlign w:val="superscript"/>
    </w:rPr>
  </w:style>
  <w:style w:type="paragraph" w:styleId="FootnoteText">
    <w:name w:val="footnote text"/>
    <w:basedOn w:val="Normal"/>
    <w:link w:val="FootnoteTextChar"/>
    <w:qFormat/>
    <w:rsid w:val="006A4955"/>
    <w:pPr>
      <w:tabs>
        <w:tab w:val="left" w:pos="284"/>
      </w:tabs>
      <w:spacing w:after="60"/>
      <w:ind w:left="284" w:hanging="284"/>
    </w:pPr>
    <w:rPr>
      <w:sz w:val="16"/>
      <w:szCs w:val="20"/>
    </w:rPr>
  </w:style>
  <w:style w:type="character" w:customStyle="1" w:styleId="FootnoteTextChar">
    <w:name w:val="Footnote Text Char"/>
    <w:link w:val="FootnoteText"/>
    <w:rsid w:val="006A4955"/>
    <w:rPr>
      <w:rFonts w:ascii="Arial" w:hAnsi="Arial"/>
      <w:sz w:val="16"/>
    </w:rPr>
  </w:style>
  <w:style w:type="paragraph" w:styleId="Header">
    <w:name w:val="header"/>
    <w:basedOn w:val="Normal"/>
    <w:link w:val="HeaderChar"/>
    <w:uiPriority w:val="99"/>
    <w:rsid w:val="006A4955"/>
    <w:pPr>
      <w:ind w:right="113"/>
    </w:pPr>
    <w:rPr>
      <w:b/>
    </w:rPr>
  </w:style>
  <w:style w:type="character" w:customStyle="1" w:styleId="HeaderChar">
    <w:name w:val="Header Char"/>
    <w:link w:val="Header"/>
    <w:uiPriority w:val="99"/>
    <w:rsid w:val="006A4955"/>
    <w:rPr>
      <w:rFonts w:ascii="Arial" w:hAnsi="Arial"/>
      <w:b/>
      <w:sz w:val="18"/>
      <w:szCs w:val="24"/>
    </w:rPr>
  </w:style>
  <w:style w:type="paragraph" w:customStyle="1" w:styleId="HeadingIndex">
    <w:name w:val="Heading Index"/>
    <w:basedOn w:val="Normal"/>
    <w:next w:val="Normal"/>
    <w:rsid w:val="006A4955"/>
    <w:pPr>
      <w:tabs>
        <w:tab w:val="right" w:pos="9072"/>
      </w:tabs>
      <w:spacing w:before="240" w:after="120"/>
    </w:pPr>
    <w:rPr>
      <w:b/>
      <w:color w:val="3EB1C8"/>
      <w:szCs w:val="22"/>
      <w:u w:val="words"/>
    </w:rPr>
  </w:style>
  <w:style w:type="character" w:styleId="Hyperlink">
    <w:name w:val="Hyperlink"/>
    <w:uiPriority w:val="99"/>
    <w:rsid w:val="006A4955"/>
    <w:rPr>
      <w:color w:val="auto"/>
      <w:u w:val="single"/>
    </w:rPr>
  </w:style>
  <w:style w:type="paragraph" w:customStyle="1" w:styleId="IndexTitle">
    <w:name w:val="Index Title"/>
    <w:basedOn w:val="Normal"/>
    <w:next w:val="Paragraph"/>
    <w:rsid w:val="006A4955"/>
    <w:pPr>
      <w:spacing w:after="240"/>
      <w:jc w:val="center"/>
    </w:pPr>
    <w:rPr>
      <w:b/>
      <w:caps/>
      <w:color w:val="3EB1C8"/>
      <w:sz w:val="24"/>
      <w:szCs w:val="22"/>
    </w:rPr>
  </w:style>
  <w:style w:type="paragraph" w:customStyle="1" w:styleId="Item1">
    <w:name w:val="Item 1"/>
    <w:basedOn w:val="Normal"/>
    <w:next w:val="Normal"/>
    <w:link w:val="Item1Char"/>
    <w:rsid w:val="006A4955"/>
    <w:pPr>
      <w:numPr>
        <w:numId w:val="4"/>
      </w:numPr>
      <w:spacing w:before="80" w:after="80"/>
    </w:pPr>
    <w:rPr>
      <w:szCs w:val="22"/>
    </w:rPr>
  </w:style>
  <w:style w:type="character" w:customStyle="1" w:styleId="Item1Char">
    <w:name w:val="Item 1 Char"/>
    <w:link w:val="Item1"/>
    <w:locked/>
    <w:rsid w:val="001A51F1"/>
    <w:rPr>
      <w:rFonts w:ascii="Arial" w:hAnsi="Arial"/>
      <w:sz w:val="18"/>
      <w:szCs w:val="22"/>
    </w:rPr>
  </w:style>
  <w:style w:type="paragraph" w:customStyle="1" w:styleId="Item3">
    <w:name w:val="Item 3"/>
    <w:basedOn w:val="Normal"/>
    <w:rsid w:val="006A4955"/>
    <w:pPr>
      <w:numPr>
        <w:numId w:val="2"/>
      </w:numPr>
      <w:spacing w:before="60" w:after="60"/>
    </w:pPr>
    <w:rPr>
      <w:kern w:val="28"/>
      <w:szCs w:val="20"/>
    </w:rPr>
  </w:style>
  <w:style w:type="paragraph" w:customStyle="1" w:styleId="Itema">
    <w:name w:val="Item a."/>
    <w:basedOn w:val="Normal"/>
    <w:rsid w:val="005F3643"/>
    <w:pPr>
      <w:numPr>
        <w:numId w:val="57"/>
      </w:numPr>
      <w:tabs>
        <w:tab w:val="left" w:pos="454"/>
      </w:tabs>
      <w:spacing w:before="80" w:after="80"/>
      <w:ind w:left="357" w:hanging="357"/>
    </w:pPr>
  </w:style>
  <w:style w:type="paragraph" w:customStyle="1" w:styleId="ItemNumbered">
    <w:name w:val="Item Numbered"/>
    <w:basedOn w:val="Paragraph"/>
    <w:rsid w:val="006A4955"/>
    <w:pPr>
      <w:numPr>
        <w:numId w:val="5"/>
      </w:numPr>
      <w:tabs>
        <w:tab w:val="decimal" w:pos="454"/>
        <w:tab w:val="decimal" w:pos="851"/>
      </w:tabs>
      <w:spacing w:before="80" w:after="80"/>
    </w:pPr>
  </w:style>
  <w:style w:type="paragraph" w:customStyle="1" w:styleId="Item2">
    <w:name w:val="Item2"/>
    <w:basedOn w:val="Paragraph"/>
    <w:rsid w:val="00230579"/>
    <w:pPr>
      <w:numPr>
        <w:numId w:val="7"/>
      </w:numPr>
      <w:tabs>
        <w:tab w:val="left" w:pos="737"/>
      </w:tabs>
      <w:spacing w:before="60" w:after="60"/>
    </w:pPr>
  </w:style>
  <w:style w:type="paragraph" w:styleId="ListParagraph">
    <w:name w:val="List Paragraph"/>
    <w:basedOn w:val="Normal"/>
    <w:uiPriority w:val="34"/>
    <w:qFormat/>
    <w:rsid w:val="006A4955"/>
    <w:pPr>
      <w:ind w:left="720"/>
      <w:contextualSpacing/>
    </w:pPr>
  </w:style>
  <w:style w:type="paragraph" w:customStyle="1" w:styleId="Page">
    <w:name w:val="Page"/>
    <w:basedOn w:val="Normal"/>
    <w:rsid w:val="006A4955"/>
    <w:pPr>
      <w:tabs>
        <w:tab w:val="right" w:pos="9072"/>
      </w:tabs>
      <w:jc w:val="right"/>
    </w:pPr>
  </w:style>
  <w:style w:type="character" w:styleId="PageNumber">
    <w:name w:val="page number"/>
    <w:basedOn w:val="ParagraphChar"/>
    <w:rsid w:val="006A4955"/>
    <w:rPr>
      <w:rFonts w:ascii="Arial" w:hAnsi="Arial"/>
      <w:b/>
      <w:color w:val="3EB1C8"/>
      <w:sz w:val="18"/>
      <w:szCs w:val="24"/>
    </w:rPr>
  </w:style>
  <w:style w:type="character" w:styleId="PlaceholderText">
    <w:name w:val="Placeholder Text"/>
    <w:uiPriority w:val="99"/>
    <w:semiHidden/>
    <w:rsid w:val="006A4955"/>
    <w:rPr>
      <w:color w:val="808080"/>
    </w:rPr>
  </w:style>
  <w:style w:type="paragraph" w:customStyle="1" w:styleId="Reference">
    <w:name w:val="Reference"/>
    <w:basedOn w:val="Paragraph"/>
    <w:rsid w:val="006A4955"/>
  </w:style>
  <w:style w:type="paragraph" w:customStyle="1" w:styleId="ReportTitle">
    <w:name w:val="Report Title"/>
    <w:basedOn w:val="Normal"/>
    <w:next w:val="Paragraph"/>
    <w:rsid w:val="00BF3163"/>
    <w:pPr>
      <w:keepNext/>
      <w:keepLines/>
      <w:pageBreakBefore/>
      <w:spacing w:after="600"/>
      <w:jc w:val="center"/>
    </w:pPr>
    <w:rPr>
      <w:b/>
      <w:caps/>
      <w:color w:val="0070C0"/>
      <w:sz w:val="24"/>
      <w:szCs w:val="20"/>
    </w:rPr>
  </w:style>
  <w:style w:type="paragraph" w:customStyle="1" w:styleId="StyleHeading1list">
    <w:name w:val="Style Heading 1 list"/>
    <w:basedOn w:val="Heading1"/>
    <w:next w:val="Normal"/>
    <w:rsid w:val="006A4955"/>
    <w:pPr>
      <w:pageBreakBefore w:val="0"/>
      <w:numPr>
        <w:numId w:val="0"/>
      </w:numPr>
      <w:jc w:val="center"/>
    </w:pPr>
    <w:rPr>
      <w:bCs/>
      <w:sz w:val="24"/>
    </w:rPr>
  </w:style>
  <w:style w:type="table" w:styleId="TableGrid">
    <w:name w:val="Table Grid"/>
    <w:basedOn w:val="TableNormal"/>
    <w:rsid w:val="006A4955"/>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6A4955"/>
    <w:pPr>
      <w:tabs>
        <w:tab w:val="left" w:pos="1701"/>
        <w:tab w:val="right" w:pos="9072"/>
      </w:tabs>
      <w:spacing w:after="60"/>
      <w:ind w:left="1191" w:right="454" w:hanging="1191"/>
    </w:pPr>
  </w:style>
  <w:style w:type="paragraph" w:styleId="TOC1">
    <w:name w:val="toc 1"/>
    <w:basedOn w:val="Normal"/>
    <w:next w:val="Normal"/>
    <w:uiPriority w:val="39"/>
    <w:rsid w:val="003A02B5"/>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3A02B5"/>
    <w:pPr>
      <w:tabs>
        <w:tab w:val="left" w:pos="1134"/>
        <w:tab w:val="right" w:pos="9072"/>
      </w:tabs>
      <w:spacing w:after="60"/>
      <w:ind w:left="1134" w:right="284" w:hanging="709"/>
      <w:jc w:val="left"/>
    </w:pPr>
    <w:rPr>
      <w:caps/>
      <w:szCs w:val="20"/>
    </w:rPr>
  </w:style>
  <w:style w:type="paragraph" w:styleId="TOC3">
    <w:name w:val="toc 3"/>
    <w:basedOn w:val="Normal"/>
    <w:next w:val="Normal"/>
    <w:uiPriority w:val="39"/>
    <w:rsid w:val="003A02B5"/>
    <w:pPr>
      <w:tabs>
        <w:tab w:val="left" w:pos="1985"/>
        <w:tab w:val="right" w:pos="9072"/>
      </w:tabs>
      <w:spacing w:after="60"/>
      <w:ind w:left="1985" w:right="284" w:hanging="851"/>
      <w:jc w:val="left"/>
    </w:pPr>
    <w:rPr>
      <w:szCs w:val="20"/>
    </w:rPr>
  </w:style>
  <w:style w:type="paragraph" w:styleId="TOC4">
    <w:name w:val="toc 4"/>
    <w:basedOn w:val="Normal"/>
    <w:next w:val="Normal"/>
    <w:uiPriority w:val="39"/>
    <w:rsid w:val="006A4955"/>
    <w:pPr>
      <w:tabs>
        <w:tab w:val="left" w:pos="851"/>
        <w:tab w:val="left" w:pos="1701"/>
        <w:tab w:val="right" w:pos="9072"/>
      </w:tabs>
      <w:spacing w:after="60"/>
      <w:ind w:left="1702" w:hanging="851"/>
      <w:jc w:val="left"/>
    </w:pPr>
    <w:rPr>
      <w:szCs w:val="20"/>
    </w:rPr>
  </w:style>
  <w:style w:type="paragraph" w:styleId="TOC5">
    <w:name w:val="toc 5"/>
    <w:basedOn w:val="Normal"/>
    <w:next w:val="Normal"/>
    <w:uiPriority w:val="39"/>
    <w:rsid w:val="006A4955"/>
    <w:pPr>
      <w:ind w:left="600"/>
      <w:jc w:val="left"/>
    </w:pPr>
    <w:rPr>
      <w:szCs w:val="20"/>
    </w:rPr>
  </w:style>
  <w:style w:type="paragraph" w:styleId="TOC6">
    <w:name w:val="toc 6"/>
    <w:basedOn w:val="Normal"/>
    <w:next w:val="Normal"/>
    <w:uiPriority w:val="39"/>
    <w:rsid w:val="006A4955"/>
    <w:pPr>
      <w:ind w:left="800"/>
      <w:jc w:val="left"/>
    </w:pPr>
    <w:rPr>
      <w:szCs w:val="20"/>
    </w:rPr>
  </w:style>
  <w:style w:type="paragraph" w:styleId="TOC7">
    <w:name w:val="toc 7"/>
    <w:basedOn w:val="Normal"/>
    <w:next w:val="Normal"/>
    <w:autoRedefine/>
    <w:uiPriority w:val="39"/>
    <w:unhideWhenUsed/>
    <w:rsid w:val="006A4955"/>
    <w:pPr>
      <w:ind w:left="1000"/>
      <w:jc w:val="left"/>
    </w:pPr>
    <w:rPr>
      <w:szCs w:val="20"/>
    </w:rPr>
  </w:style>
  <w:style w:type="paragraph" w:styleId="TOC8">
    <w:name w:val="toc 8"/>
    <w:basedOn w:val="Normal"/>
    <w:next w:val="Normal"/>
    <w:autoRedefine/>
    <w:uiPriority w:val="39"/>
    <w:unhideWhenUsed/>
    <w:rsid w:val="006A4955"/>
    <w:pPr>
      <w:ind w:left="1200"/>
      <w:jc w:val="left"/>
    </w:pPr>
    <w:rPr>
      <w:szCs w:val="20"/>
    </w:rPr>
  </w:style>
  <w:style w:type="paragraph" w:styleId="TOC9">
    <w:name w:val="toc 9"/>
    <w:basedOn w:val="Normal"/>
    <w:next w:val="Normal"/>
    <w:autoRedefine/>
    <w:uiPriority w:val="39"/>
    <w:unhideWhenUsed/>
    <w:rsid w:val="006A4955"/>
    <w:pPr>
      <w:ind w:left="1400"/>
      <w:jc w:val="left"/>
    </w:pPr>
    <w:rPr>
      <w:szCs w:val="20"/>
    </w:rPr>
  </w:style>
  <w:style w:type="paragraph" w:customStyle="1" w:styleId="TableNotes">
    <w:name w:val="Table Notes"/>
    <w:basedOn w:val="Paragraph"/>
    <w:next w:val="PlainText"/>
    <w:link w:val="TableNotesChar"/>
    <w:qFormat/>
    <w:rsid w:val="006A4955"/>
    <w:rPr>
      <w:rFonts w:cs="Arial"/>
      <w:color w:val="3EB1C8"/>
      <w:sz w:val="16"/>
      <w:szCs w:val="18"/>
    </w:rPr>
  </w:style>
  <w:style w:type="paragraph" w:styleId="PlainText">
    <w:name w:val="Plain Text"/>
    <w:basedOn w:val="Normal"/>
    <w:link w:val="PlainTextChar"/>
    <w:uiPriority w:val="99"/>
    <w:semiHidden/>
    <w:unhideWhenUsed/>
    <w:rsid w:val="006A4955"/>
    <w:rPr>
      <w:rFonts w:ascii="Consolas" w:hAnsi="Consolas" w:cs="Consolas"/>
      <w:sz w:val="21"/>
      <w:szCs w:val="21"/>
    </w:rPr>
  </w:style>
  <w:style w:type="character" w:customStyle="1" w:styleId="PlainTextChar">
    <w:name w:val="Plain Text Char"/>
    <w:basedOn w:val="DefaultParagraphFont"/>
    <w:link w:val="PlainText"/>
    <w:uiPriority w:val="99"/>
    <w:semiHidden/>
    <w:rsid w:val="006A4955"/>
    <w:rPr>
      <w:rFonts w:ascii="Consolas" w:hAnsi="Consolas" w:cs="Consolas"/>
      <w:sz w:val="21"/>
      <w:szCs w:val="21"/>
    </w:rPr>
  </w:style>
  <w:style w:type="character" w:customStyle="1" w:styleId="TableNotesChar">
    <w:name w:val="Table Notes Char"/>
    <w:link w:val="TableNotes"/>
    <w:rsid w:val="006A4955"/>
    <w:rPr>
      <w:rFonts w:ascii="Arial" w:hAnsi="Arial" w:cs="Arial"/>
      <w:color w:val="3EB1C8"/>
      <w:sz w:val="16"/>
      <w:szCs w:val="18"/>
    </w:rPr>
  </w:style>
  <w:style w:type="paragraph" w:customStyle="1" w:styleId="FigureParagraph">
    <w:name w:val="Figure Paragraph"/>
    <w:basedOn w:val="Paragraph"/>
    <w:link w:val="FigureParagraphChar"/>
    <w:qFormat/>
    <w:rsid w:val="006A4955"/>
    <w:pPr>
      <w:spacing w:before="240" w:after="0"/>
      <w:jc w:val="center"/>
    </w:pPr>
    <w:rPr>
      <w:lang w:val="en-GB"/>
    </w:rPr>
  </w:style>
  <w:style w:type="character" w:customStyle="1" w:styleId="FigureParagraphChar">
    <w:name w:val="Figure Paragraph Char"/>
    <w:link w:val="FigureParagraph"/>
    <w:rsid w:val="006A4955"/>
    <w:rPr>
      <w:rFonts w:ascii="Arial" w:hAnsi="Arial"/>
      <w:sz w:val="18"/>
      <w:szCs w:val="24"/>
      <w:lang w:val="en-GB"/>
    </w:rPr>
  </w:style>
  <w:style w:type="paragraph" w:customStyle="1" w:styleId="Captionfigure">
    <w:name w:val="Caption figure"/>
    <w:basedOn w:val="Caption"/>
    <w:qFormat/>
    <w:rsid w:val="006A4955"/>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6A4955"/>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6A4955"/>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6A4955"/>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6A4955"/>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6A4955"/>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6A4955"/>
    <w:pPr>
      <w:pBdr>
        <w:bottom w:val="single" w:sz="4" w:space="1" w:color="4F81BD" w:themeColor="accent1"/>
      </w:pBdr>
      <w:jc w:val="right"/>
    </w:pPr>
    <w:rPr>
      <w:rFonts w:eastAsiaTheme="minorHAnsi"/>
      <w:b/>
      <w:color w:val="1F497D" w:themeColor="text2"/>
      <w:szCs w:val="20"/>
      <w:lang w:val="en-US" w:eastAsia="ja-JP"/>
    </w:rPr>
  </w:style>
  <w:style w:type="paragraph" w:customStyle="1" w:styleId="itemi">
    <w:name w:val="item i"/>
    <w:basedOn w:val="Item3"/>
    <w:qFormat/>
    <w:rsid w:val="006A4955"/>
    <w:pPr>
      <w:numPr>
        <w:numId w:val="6"/>
      </w:numPr>
    </w:pPr>
  </w:style>
  <w:style w:type="table" w:styleId="MediumShading1-Accent1">
    <w:name w:val="Medium Shading 1 Accent 1"/>
    <w:basedOn w:val="TableNormal"/>
    <w:uiPriority w:val="63"/>
    <w:rsid w:val="006A495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6A4955"/>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6A4955"/>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6A4955"/>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6A495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6A4955"/>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6A4955"/>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6A495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6A495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6A495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6A4955"/>
    <w:pPr>
      <w:tabs>
        <w:tab w:val="left" w:pos="1270"/>
        <w:tab w:val="right" w:pos="8957"/>
      </w:tabs>
      <w:jc w:val="left"/>
    </w:pPr>
    <w:rPr>
      <w:lang w:val="en-US"/>
    </w:rPr>
  </w:style>
  <w:style w:type="character" w:customStyle="1" w:styleId="HeaderdownChar">
    <w:name w:val="Header down Char"/>
    <w:basedOn w:val="HeaderChar"/>
    <w:link w:val="Headerdown"/>
    <w:rsid w:val="006A4955"/>
    <w:rPr>
      <w:rFonts w:ascii="Arial" w:hAnsi="Arial"/>
      <w:b/>
      <w:sz w:val="18"/>
      <w:szCs w:val="24"/>
      <w:lang w:val="en-US"/>
    </w:rPr>
  </w:style>
  <w:style w:type="table" w:styleId="LightList">
    <w:name w:val="Light List"/>
    <w:basedOn w:val="TableNormal"/>
    <w:uiPriority w:val="61"/>
    <w:rsid w:val="006A495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CaptionRef">
    <w:name w:val="Caption Ref."/>
    <w:basedOn w:val="Caption"/>
    <w:link w:val="CaptionRefChar"/>
    <w:qFormat/>
    <w:rsid w:val="006A4955"/>
    <w:pPr>
      <w:tabs>
        <w:tab w:val="clear" w:pos="170"/>
        <w:tab w:val="clear" w:pos="1418"/>
        <w:tab w:val="left" w:pos="567"/>
      </w:tabs>
      <w:ind w:left="567" w:hanging="567"/>
      <w:jc w:val="left"/>
    </w:pPr>
    <w:rPr>
      <w:b w:val="0"/>
    </w:rPr>
  </w:style>
  <w:style w:type="character" w:customStyle="1" w:styleId="CaptionRefChar">
    <w:name w:val="Caption Ref. Char"/>
    <w:basedOn w:val="CaptionChar"/>
    <w:link w:val="CaptionRef"/>
    <w:rsid w:val="006A4955"/>
    <w:rPr>
      <w:rFonts w:ascii="Arial" w:hAnsi="Arial"/>
      <w:b w:val="0"/>
      <w:bCs/>
      <w:color w:val="3EB1C8"/>
      <w:sz w:val="18"/>
    </w:rPr>
  </w:style>
  <w:style w:type="table" w:styleId="LightList-Accent3">
    <w:name w:val="Light List Accent 3"/>
    <w:basedOn w:val="TableNormal"/>
    <w:uiPriority w:val="61"/>
    <w:rsid w:val="006A4955"/>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6A495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6A4955"/>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xl67">
    <w:name w:val="xl67"/>
    <w:basedOn w:val="Normal"/>
    <w:rsid w:val="00475ED2"/>
    <w:pPr>
      <w:spacing w:before="100" w:beforeAutospacing="1" w:after="100" w:afterAutospacing="1"/>
      <w:jc w:val="left"/>
      <w:textAlignment w:val="center"/>
    </w:pPr>
    <w:rPr>
      <w:rFonts w:cs="Arial"/>
      <w:sz w:val="16"/>
      <w:szCs w:val="16"/>
    </w:rPr>
  </w:style>
  <w:style w:type="paragraph" w:styleId="BodyText">
    <w:name w:val="Body Text"/>
    <w:basedOn w:val="Normal"/>
    <w:link w:val="BodyTextChar"/>
    <w:uiPriority w:val="1"/>
    <w:qFormat/>
    <w:rsid w:val="006D4F22"/>
    <w:pPr>
      <w:widowControl w:val="0"/>
      <w:autoSpaceDE w:val="0"/>
      <w:autoSpaceDN w:val="0"/>
      <w:jc w:val="left"/>
    </w:pPr>
    <w:rPr>
      <w:rFonts w:eastAsia="Arial" w:cs="Arial"/>
      <w:sz w:val="20"/>
      <w:szCs w:val="20"/>
      <w:lang w:bidi="it-IT"/>
    </w:rPr>
  </w:style>
  <w:style w:type="character" w:customStyle="1" w:styleId="BodyTextChar">
    <w:name w:val="Body Text Char"/>
    <w:basedOn w:val="DefaultParagraphFont"/>
    <w:link w:val="BodyText"/>
    <w:uiPriority w:val="1"/>
    <w:rsid w:val="006D4F22"/>
    <w:rPr>
      <w:rFonts w:ascii="Arial" w:eastAsia="Arial" w:hAnsi="Arial" w:cs="Arial"/>
      <w:lang w:bidi="it-IT"/>
    </w:rPr>
  </w:style>
  <w:style w:type="paragraph" w:customStyle="1" w:styleId="Default">
    <w:name w:val="Default"/>
    <w:rsid w:val="00A65B23"/>
    <w:pPr>
      <w:autoSpaceDE w:val="0"/>
      <w:autoSpaceDN w:val="0"/>
      <w:adjustRightInd w:val="0"/>
    </w:pPr>
    <w:rPr>
      <w:rFonts w:cs="Calibri"/>
      <w:color w:val="000000"/>
      <w:sz w:val="24"/>
      <w:szCs w:val="24"/>
    </w:rPr>
  </w:style>
  <w:style w:type="paragraph" w:customStyle="1" w:styleId="ItemN">
    <w:name w:val="Item N"/>
    <w:basedOn w:val="Paragraph"/>
    <w:rsid w:val="00D1729E"/>
  </w:style>
  <w:style w:type="paragraph" w:customStyle="1" w:styleId="Item">
    <w:name w:val="Item"/>
    <w:basedOn w:val="Item1"/>
    <w:rsid w:val="006E0371"/>
    <w:pPr>
      <w:numPr>
        <w:ilvl w:val="1"/>
      </w:numPr>
      <w:ind w:left="740"/>
    </w:pPr>
    <w:rPr>
      <w:rFonts w:cs="Arial"/>
      <w:szCs w:val="18"/>
    </w:rPr>
  </w:style>
  <w:style w:type="paragraph" w:customStyle="1" w:styleId="Item20">
    <w:name w:val="Item 2"/>
    <w:basedOn w:val="Item"/>
    <w:rsid w:val="006E0371"/>
  </w:style>
  <w:style w:type="paragraph" w:customStyle="1" w:styleId="msonormal0">
    <w:name w:val="msonormal"/>
    <w:basedOn w:val="Normal"/>
    <w:rsid w:val="000534FD"/>
    <w:pPr>
      <w:spacing w:before="100" w:beforeAutospacing="1" w:after="100" w:afterAutospacing="1"/>
      <w:jc w:val="left"/>
    </w:pPr>
    <w:rPr>
      <w:rFonts w:ascii="Times New Roman" w:hAnsi="Times New Roman"/>
      <w:sz w:val="24"/>
    </w:rPr>
  </w:style>
  <w:style w:type="paragraph" w:customStyle="1" w:styleId="font5">
    <w:name w:val="font5"/>
    <w:basedOn w:val="Normal"/>
    <w:rsid w:val="000534FD"/>
    <w:pPr>
      <w:spacing w:before="100" w:beforeAutospacing="1" w:after="100" w:afterAutospacing="1"/>
      <w:jc w:val="left"/>
    </w:pPr>
    <w:rPr>
      <w:rFonts w:cs="Arial"/>
      <w:color w:val="000000"/>
      <w:sz w:val="16"/>
      <w:szCs w:val="16"/>
    </w:rPr>
  </w:style>
  <w:style w:type="paragraph" w:customStyle="1" w:styleId="font6">
    <w:name w:val="font6"/>
    <w:basedOn w:val="Normal"/>
    <w:rsid w:val="000534FD"/>
    <w:pPr>
      <w:spacing w:before="100" w:beforeAutospacing="1" w:after="100" w:afterAutospacing="1"/>
      <w:jc w:val="left"/>
    </w:pPr>
    <w:rPr>
      <w:rFonts w:ascii="Calibri" w:hAnsi="Calibri" w:cs="Calibri"/>
      <w:color w:val="000000"/>
      <w:sz w:val="16"/>
      <w:szCs w:val="16"/>
    </w:rPr>
  </w:style>
  <w:style w:type="paragraph" w:customStyle="1" w:styleId="xl65">
    <w:name w:val="xl65"/>
    <w:basedOn w:val="Normal"/>
    <w:rsid w:val="000534FD"/>
    <w:pPr>
      <w:spacing w:before="100" w:beforeAutospacing="1" w:after="100" w:afterAutospacing="1"/>
      <w:jc w:val="center"/>
    </w:pPr>
    <w:rPr>
      <w:rFonts w:ascii="Times New Roman" w:hAnsi="Times New Roman"/>
      <w:sz w:val="24"/>
    </w:rPr>
  </w:style>
  <w:style w:type="paragraph" w:customStyle="1" w:styleId="xl66">
    <w:name w:val="xl66"/>
    <w:basedOn w:val="Normal"/>
    <w:rsid w:val="000534FD"/>
    <w:pPr>
      <w:spacing w:before="100" w:beforeAutospacing="1" w:after="100" w:afterAutospacing="1"/>
      <w:jc w:val="left"/>
    </w:pPr>
    <w:rPr>
      <w:rFonts w:cs="Arial"/>
      <w:sz w:val="24"/>
    </w:rPr>
  </w:style>
  <w:style w:type="paragraph" w:customStyle="1" w:styleId="xl68">
    <w:name w:val="xl68"/>
    <w:basedOn w:val="Normal"/>
    <w:rsid w:val="000534FD"/>
    <w:pPr>
      <w:spacing w:before="100" w:beforeAutospacing="1" w:after="100" w:afterAutospacing="1"/>
      <w:jc w:val="left"/>
    </w:pPr>
    <w:rPr>
      <w:rFonts w:ascii="Times New Roman" w:hAnsi="Times New Roman"/>
      <w:sz w:val="16"/>
      <w:szCs w:val="16"/>
    </w:rPr>
  </w:style>
  <w:style w:type="paragraph" w:customStyle="1" w:styleId="xl69">
    <w:name w:val="xl69"/>
    <w:basedOn w:val="Normal"/>
    <w:rsid w:val="000534FD"/>
    <w:pPr>
      <w:spacing w:before="100" w:beforeAutospacing="1" w:after="100" w:afterAutospacing="1"/>
      <w:jc w:val="left"/>
      <w:textAlignment w:val="center"/>
    </w:pPr>
    <w:rPr>
      <w:rFonts w:cs="Arial"/>
      <w:sz w:val="16"/>
      <w:szCs w:val="16"/>
    </w:rPr>
  </w:style>
  <w:style w:type="paragraph" w:customStyle="1" w:styleId="xl70">
    <w:name w:val="xl70"/>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71">
    <w:name w:val="xl71"/>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rPr>
  </w:style>
  <w:style w:type="paragraph" w:customStyle="1" w:styleId="xl72">
    <w:name w:val="xl72"/>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4"/>
      <w:szCs w:val="14"/>
    </w:rPr>
  </w:style>
  <w:style w:type="paragraph" w:customStyle="1" w:styleId="xl73">
    <w:name w:val="xl73"/>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16"/>
      <w:szCs w:val="16"/>
    </w:rPr>
  </w:style>
  <w:style w:type="paragraph" w:customStyle="1" w:styleId="xl74">
    <w:name w:val="xl74"/>
    <w:basedOn w:val="Normal"/>
    <w:rsid w:val="000534FD"/>
    <w:pPr>
      <w:pBdr>
        <w:top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hAnsi="Times New Roman"/>
      <w:b/>
      <w:bCs/>
      <w:sz w:val="24"/>
    </w:rPr>
  </w:style>
  <w:style w:type="paragraph" w:customStyle="1" w:styleId="xl75">
    <w:name w:val="xl75"/>
    <w:basedOn w:val="Normal"/>
    <w:rsid w:val="000534FD"/>
    <w:pPr>
      <w:spacing w:before="100" w:beforeAutospacing="1" w:after="100" w:afterAutospacing="1"/>
      <w:jc w:val="center"/>
      <w:textAlignment w:val="center"/>
    </w:pPr>
    <w:rPr>
      <w:rFonts w:cs="Arial"/>
      <w:sz w:val="16"/>
      <w:szCs w:val="16"/>
    </w:rPr>
  </w:style>
  <w:style w:type="paragraph" w:customStyle="1" w:styleId="xl76">
    <w:name w:val="xl76"/>
    <w:basedOn w:val="Normal"/>
    <w:rsid w:val="000534FD"/>
    <w:pPr>
      <w:spacing w:before="100" w:beforeAutospacing="1" w:after="100" w:afterAutospacing="1"/>
      <w:jc w:val="center"/>
    </w:pPr>
    <w:rPr>
      <w:rFonts w:ascii="Times New Roman" w:hAnsi="Times New Roman"/>
      <w:b/>
      <w:bCs/>
      <w:sz w:val="24"/>
    </w:rPr>
  </w:style>
  <w:style w:type="paragraph" w:customStyle="1" w:styleId="xl77">
    <w:name w:val="xl7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
    <w:rsid w:val="000534FD"/>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80">
    <w:name w:val="xl80"/>
    <w:basedOn w:val="Normal"/>
    <w:rsid w:val="000534FD"/>
    <w:pPr>
      <w:pBdr>
        <w:top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1">
    <w:name w:val="xl81"/>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82">
    <w:name w:val="xl82"/>
    <w:basedOn w:val="Normal"/>
    <w:rsid w:val="000534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cs="Arial"/>
      <w:b/>
      <w:bCs/>
      <w:sz w:val="16"/>
      <w:szCs w:val="16"/>
    </w:rPr>
  </w:style>
  <w:style w:type="paragraph" w:customStyle="1" w:styleId="xl83">
    <w:name w:val="xl83"/>
    <w:basedOn w:val="Normal"/>
    <w:rsid w:val="000534FD"/>
    <w:pPr>
      <w:pBdr>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4">
    <w:name w:val="xl84"/>
    <w:basedOn w:val="Normal"/>
    <w:rsid w:val="000534FD"/>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85">
    <w:name w:val="xl85"/>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86">
    <w:name w:val="xl86"/>
    <w:basedOn w:val="Normal"/>
    <w:rsid w:val="000534FD"/>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87">
    <w:name w:val="xl8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24"/>
    </w:rPr>
  </w:style>
  <w:style w:type="paragraph" w:customStyle="1" w:styleId="xl88">
    <w:name w:val="xl88"/>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89">
    <w:name w:val="xl89"/>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90">
    <w:name w:val="xl90"/>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1">
    <w:name w:val="xl91"/>
    <w:basedOn w:val="Normal"/>
    <w:rsid w:val="000534FD"/>
    <w:pPr>
      <w:pBdr>
        <w:left w:val="single" w:sz="8" w:space="0" w:color="auto"/>
      </w:pBdr>
      <w:spacing w:before="100" w:beforeAutospacing="1" w:after="100" w:afterAutospacing="1"/>
      <w:jc w:val="left"/>
      <w:textAlignment w:val="center"/>
    </w:pPr>
    <w:rPr>
      <w:rFonts w:cs="Arial"/>
      <w:b/>
      <w:bCs/>
      <w:sz w:val="16"/>
      <w:szCs w:val="16"/>
    </w:rPr>
  </w:style>
  <w:style w:type="paragraph" w:customStyle="1" w:styleId="xl92">
    <w:name w:val="xl92"/>
    <w:basedOn w:val="Normal"/>
    <w:rsid w:val="000534FD"/>
    <w:pPr>
      <w:spacing w:before="100" w:beforeAutospacing="1" w:after="100" w:afterAutospacing="1"/>
      <w:jc w:val="center"/>
      <w:textAlignment w:val="center"/>
    </w:pPr>
    <w:rPr>
      <w:rFonts w:cs="Arial"/>
      <w:b/>
      <w:bCs/>
      <w:sz w:val="14"/>
      <w:szCs w:val="14"/>
    </w:rPr>
  </w:style>
  <w:style w:type="paragraph" w:customStyle="1" w:styleId="xl93">
    <w:name w:val="xl93"/>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94">
    <w:name w:val="xl94"/>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5">
    <w:name w:val="xl95"/>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96">
    <w:name w:val="xl96"/>
    <w:basedOn w:val="Normal"/>
    <w:rsid w:val="000534FD"/>
    <w:pPr>
      <w:spacing w:before="100" w:beforeAutospacing="1" w:after="100" w:afterAutospacing="1"/>
      <w:jc w:val="center"/>
      <w:textAlignment w:val="center"/>
    </w:pPr>
    <w:rPr>
      <w:rFonts w:cs="Arial"/>
      <w:b/>
      <w:bCs/>
      <w:sz w:val="16"/>
      <w:szCs w:val="16"/>
    </w:rPr>
  </w:style>
  <w:style w:type="paragraph" w:customStyle="1" w:styleId="xl97">
    <w:name w:val="xl97"/>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98">
    <w:name w:val="xl98"/>
    <w:basedOn w:val="Normal"/>
    <w:rsid w:val="000534FD"/>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99">
    <w:name w:val="xl99"/>
    <w:basedOn w:val="Normal"/>
    <w:rsid w:val="000534F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rPr>
      <w:rFonts w:cs="Arial"/>
      <w:b/>
      <w:bCs/>
      <w:sz w:val="16"/>
      <w:szCs w:val="16"/>
    </w:rPr>
  </w:style>
  <w:style w:type="paragraph" w:customStyle="1" w:styleId="xl100">
    <w:name w:val="xl100"/>
    <w:basedOn w:val="Normal"/>
    <w:rsid w:val="000534F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01">
    <w:name w:val="xl101"/>
    <w:basedOn w:val="Normal"/>
    <w:rsid w:val="000534FD"/>
    <w:pPr>
      <w:pBdr>
        <w:left w:val="single" w:sz="8" w:space="0" w:color="auto"/>
      </w:pBdr>
      <w:spacing w:before="100" w:beforeAutospacing="1" w:after="100" w:afterAutospacing="1"/>
      <w:jc w:val="left"/>
    </w:pPr>
    <w:rPr>
      <w:rFonts w:cs="Arial"/>
      <w:sz w:val="16"/>
      <w:szCs w:val="16"/>
    </w:rPr>
  </w:style>
  <w:style w:type="paragraph" w:customStyle="1" w:styleId="xl102">
    <w:name w:val="xl102"/>
    <w:basedOn w:val="Normal"/>
    <w:rsid w:val="000534FD"/>
    <w:pPr>
      <w:spacing w:before="100" w:beforeAutospacing="1" w:after="100" w:afterAutospacing="1"/>
      <w:jc w:val="center"/>
    </w:pPr>
    <w:rPr>
      <w:rFonts w:cs="Arial"/>
      <w:sz w:val="24"/>
    </w:rPr>
  </w:style>
  <w:style w:type="paragraph" w:customStyle="1" w:styleId="xl103">
    <w:name w:val="xl103"/>
    <w:basedOn w:val="Normal"/>
    <w:rsid w:val="000534FD"/>
    <w:pPr>
      <w:pBdr>
        <w:left w:val="single" w:sz="8" w:space="0" w:color="auto"/>
      </w:pBdr>
      <w:spacing w:before="100" w:beforeAutospacing="1" w:after="100" w:afterAutospacing="1"/>
      <w:jc w:val="left"/>
      <w:textAlignment w:val="center"/>
    </w:pPr>
    <w:rPr>
      <w:rFonts w:cs="Arial"/>
      <w:sz w:val="16"/>
      <w:szCs w:val="16"/>
    </w:rPr>
  </w:style>
  <w:style w:type="paragraph" w:customStyle="1" w:styleId="xl104">
    <w:name w:val="xl104"/>
    <w:basedOn w:val="Normal"/>
    <w:rsid w:val="000534FD"/>
    <w:pPr>
      <w:pBdr>
        <w:left w:val="single" w:sz="8" w:space="0" w:color="auto"/>
      </w:pBdr>
      <w:spacing w:before="100" w:beforeAutospacing="1" w:after="100" w:afterAutospacing="1"/>
      <w:jc w:val="left"/>
      <w:textAlignment w:val="center"/>
    </w:pPr>
    <w:rPr>
      <w:rFonts w:cs="Arial"/>
      <w:sz w:val="16"/>
      <w:szCs w:val="16"/>
    </w:rPr>
  </w:style>
  <w:style w:type="paragraph" w:customStyle="1" w:styleId="xl105">
    <w:name w:val="xl105"/>
    <w:basedOn w:val="Normal"/>
    <w:rsid w:val="000534FD"/>
    <w:pPr>
      <w:spacing w:before="100" w:beforeAutospacing="1" w:after="100" w:afterAutospacing="1"/>
      <w:jc w:val="center"/>
      <w:textAlignment w:val="center"/>
    </w:pPr>
    <w:rPr>
      <w:rFonts w:cs="Arial"/>
      <w:sz w:val="14"/>
      <w:szCs w:val="14"/>
    </w:rPr>
  </w:style>
  <w:style w:type="paragraph" w:customStyle="1" w:styleId="xl106">
    <w:name w:val="xl106"/>
    <w:basedOn w:val="Normal"/>
    <w:rsid w:val="000534FD"/>
    <w:pPr>
      <w:spacing w:before="100" w:beforeAutospacing="1" w:after="100" w:afterAutospacing="1"/>
      <w:jc w:val="center"/>
      <w:textAlignment w:val="center"/>
    </w:pPr>
    <w:rPr>
      <w:rFonts w:cs="Arial"/>
      <w:sz w:val="16"/>
      <w:szCs w:val="16"/>
    </w:rPr>
  </w:style>
  <w:style w:type="paragraph" w:customStyle="1" w:styleId="xl107">
    <w:name w:val="xl107"/>
    <w:basedOn w:val="Normal"/>
    <w:rsid w:val="000534FD"/>
    <w:pPr>
      <w:pBdr>
        <w:top w:val="single" w:sz="4" w:space="0" w:color="auto"/>
        <w:left w:val="single" w:sz="8"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108">
    <w:name w:val="xl108"/>
    <w:basedOn w:val="Normal"/>
    <w:rsid w:val="000534FD"/>
    <w:pPr>
      <w:pBdr>
        <w:top w:val="single" w:sz="4" w:space="0" w:color="auto"/>
        <w:left w:val="single" w:sz="8" w:space="0" w:color="auto"/>
        <w:bottom w:val="single" w:sz="8"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09">
    <w:name w:val="xl109"/>
    <w:basedOn w:val="Normal"/>
    <w:rsid w:val="000534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rFonts w:cs="Arial"/>
      <w:sz w:val="16"/>
      <w:szCs w:val="16"/>
    </w:rPr>
  </w:style>
  <w:style w:type="paragraph" w:customStyle="1" w:styleId="xl110">
    <w:name w:val="xl110"/>
    <w:basedOn w:val="Normal"/>
    <w:rsid w:val="000534FD"/>
    <w:pPr>
      <w:pBdr>
        <w:bottom w:val="single" w:sz="8" w:space="0" w:color="auto"/>
        <w:right w:val="single" w:sz="4" w:space="0" w:color="auto"/>
      </w:pBdr>
      <w:shd w:val="clear" w:color="000000" w:fill="D9D9D9"/>
      <w:spacing w:before="100" w:beforeAutospacing="1" w:after="100" w:afterAutospacing="1"/>
      <w:jc w:val="center"/>
    </w:pPr>
    <w:rPr>
      <w:rFonts w:ascii="Times New Roman" w:hAnsi="Times New Roman"/>
      <w:b/>
      <w:bCs/>
      <w:sz w:val="24"/>
    </w:rPr>
  </w:style>
  <w:style w:type="paragraph" w:customStyle="1" w:styleId="xl111">
    <w:name w:val="xl111"/>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2">
    <w:name w:val="xl112"/>
    <w:basedOn w:val="Normal"/>
    <w:rsid w:val="000534FD"/>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3">
    <w:name w:val="xl113"/>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sz w:val="16"/>
      <w:szCs w:val="16"/>
    </w:rPr>
  </w:style>
  <w:style w:type="paragraph" w:customStyle="1" w:styleId="xl114">
    <w:name w:val="xl114"/>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cs="Arial"/>
      <w:b/>
      <w:bCs/>
      <w:sz w:val="16"/>
      <w:szCs w:val="16"/>
    </w:rPr>
  </w:style>
  <w:style w:type="paragraph" w:customStyle="1" w:styleId="xl115">
    <w:name w:val="xl115"/>
    <w:basedOn w:val="Normal"/>
    <w:rsid w:val="000534FD"/>
    <w:pPr>
      <w:pBdr>
        <w:top w:val="single" w:sz="4" w:space="0" w:color="auto"/>
        <w:left w:val="single" w:sz="4" w:space="0" w:color="auto"/>
        <w:bottom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6">
    <w:name w:val="xl116"/>
    <w:basedOn w:val="Normal"/>
    <w:rsid w:val="000534FD"/>
    <w:pPr>
      <w:pBdr>
        <w:top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cs="Arial"/>
      <w:sz w:val="16"/>
      <w:szCs w:val="16"/>
    </w:rPr>
  </w:style>
  <w:style w:type="paragraph" w:customStyle="1" w:styleId="xl117">
    <w:name w:val="xl117"/>
    <w:basedOn w:val="Normal"/>
    <w:rsid w:val="000534F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cs="Arial"/>
      <w:sz w:val="16"/>
      <w:szCs w:val="16"/>
    </w:rPr>
  </w:style>
  <w:style w:type="paragraph" w:customStyle="1" w:styleId="xl118">
    <w:name w:val="xl118"/>
    <w:basedOn w:val="Normal"/>
    <w:rsid w:val="000534F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top"/>
    </w:pPr>
    <w:rPr>
      <w:rFonts w:cs="Arial"/>
      <w:sz w:val="16"/>
      <w:szCs w:val="16"/>
    </w:rPr>
  </w:style>
  <w:style w:type="paragraph" w:customStyle="1" w:styleId="xl119">
    <w:name w:val="xl119"/>
    <w:basedOn w:val="Normal"/>
    <w:rsid w:val="000534FD"/>
    <w:pPr>
      <w:spacing w:before="100" w:beforeAutospacing="1" w:after="100" w:afterAutospacing="1"/>
      <w:jc w:val="left"/>
      <w:textAlignment w:val="center"/>
    </w:pPr>
    <w:rPr>
      <w:rFonts w:cs="Arial"/>
      <w:b/>
      <w:bCs/>
      <w:sz w:val="16"/>
      <w:szCs w:val="16"/>
    </w:rPr>
  </w:style>
  <w:style w:type="paragraph" w:customStyle="1" w:styleId="xl120">
    <w:name w:val="xl120"/>
    <w:basedOn w:val="Normal"/>
    <w:rsid w:val="000534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cs="Arial"/>
      <w:b/>
      <w:bCs/>
      <w:sz w:val="16"/>
      <w:szCs w:val="16"/>
    </w:rPr>
  </w:style>
  <w:style w:type="paragraph" w:customStyle="1" w:styleId="xl121">
    <w:name w:val="xl121"/>
    <w:basedOn w:val="Normal"/>
    <w:rsid w:val="000534FD"/>
    <w:pPr>
      <w:pBdr>
        <w:top w:val="single" w:sz="12" w:space="0" w:color="FF0000"/>
      </w:pBdr>
      <w:spacing w:before="100" w:beforeAutospacing="1" w:after="100" w:afterAutospacing="1"/>
      <w:textAlignment w:val="center"/>
    </w:pPr>
    <w:rPr>
      <w:rFonts w:cs="Arial"/>
      <w:b/>
      <w:bCs/>
      <w:sz w:val="16"/>
      <w:szCs w:val="16"/>
    </w:rPr>
  </w:style>
  <w:style w:type="paragraph" w:styleId="NormalIndent">
    <w:name w:val="Normal Indent"/>
    <w:aliases w:val="Rientro normale Carattere,Rientro normale Carattere1 Carattere,Rientro normale Carattere Carattere Carattere,Rientro normale Carattere1 Carattere Carattere Carattere,Rientro normale Carattere Carattere Carattere Carattere Carattere"/>
    <w:basedOn w:val="Normal"/>
    <w:link w:val="NormalIndentChar"/>
    <w:rsid w:val="00ED69DD"/>
    <w:pPr>
      <w:keepLines/>
      <w:spacing w:after="120"/>
      <w:ind w:left="851"/>
    </w:pPr>
    <w:rPr>
      <w:sz w:val="20"/>
      <w:szCs w:val="20"/>
      <w:lang w:bidi="he-IL"/>
    </w:rPr>
  </w:style>
  <w:style w:type="character" w:customStyle="1" w:styleId="NormalIndentChar">
    <w:name w:val="Normal Indent Char"/>
    <w:aliases w:val="Rientro normale Carattere Char,Rientro normale Carattere1 Carattere Char,Rientro normale Carattere Carattere Carattere Char,Rientro normale Carattere1 Carattere Carattere Carattere Char"/>
    <w:link w:val="NormalIndent"/>
    <w:rsid w:val="00ED69DD"/>
    <w:rPr>
      <w:rFonts w:ascii="Arial" w:hAnsi="Arial"/>
      <w:lang w:bidi="he-IL"/>
    </w:rPr>
  </w:style>
  <w:style w:type="paragraph" w:styleId="BodyTextIndent2">
    <w:name w:val="Body Text Indent 2"/>
    <w:basedOn w:val="Normal"/>
    <w:link w:val="BodyTextIndent2Char"/>
    <w:uiPriority w:val="99"/>
    <w:semiHidden/>
    <w:unhideWhenUsed/>
    <w:rsid w:val="00802B79"/>
    <w:pPr>
      <w:spacing w:after="120" w:line="480" w:lineRule="auto"/>
      <w:ind w:left="283"/>
    </w:pPr>
  </w:style>
  <w:style w:type="character" w:customStyle="1" w:styleId="BodyTextIndent2Char">
    <w:name w:val="Body Text Indent 2 Char"/>
    <w:basedOn w:val="DefaultParagraphFont"/>
    <w:link w:val="BodyTextIndent2"/>
    <w:uiPriority w:val="99"/>
    <w:semiHidden/>
    <w:rsid w:val="00802B79"/>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221429">
      <w:bodyDiv w:val="1"/>
      <w:marLeft w:val="0"/>
      <w:marRight w:val="0"/>
      <w:marTop w:val="0"/>
      <w:marBottom w:val="0"/>
      <w:divBdr>
        <w:top w:val="none" w:sz="0" w:space="0" w:color="auto"/>
        <w:left w:val="none" w:sz="0" w:space="0" w:color="auto"/>
        <w:bottom w:val="none" w:sz="0" w:space="0" w:color="auto"/>
        <w:right w:val="none" w:sz="0" w:space="0" w:color="auto"/>
      </w:divBdr>
    </w:div>
    <w:div w:id="1419214304">
      <w:bodyDiv w:val="1"/>
      <w:marLeft w:val="0"/>
      <w:marRight w:val="0"/>
      <w:marTop w:val="0"/>
      <w:marBottom w:val="0"/>
      <w:divBdr>
        <w:top w:val="none" w:sz="0" w:space="0" w:color="auto"/>
        <w:left w:val="none" w:sz="0" w:space="0" w:color="auto"/>
        <w:bottom w:val="none" w:sz="0" w:space="0" w:color="auto"/>
        <w:right w:val="none" w:sz="0" w:space="0" w:color="auto"/>
      </w:divBdr>
    </w:div>
    <w:div w:id="20147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jpeg"/><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pp\templates\18w10ce\RINA%20Consulting%20SpA\RINA-Consulting-ITA-report_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D90AA4C8C3343CEB76678558084C1E0"/>
        <w:category>
          <w:name w:val="Generale"/>
          <w:gallery w:val="placeholder"/>
        </w:category>
        <w:types>
          <w:type w:val="bbPlcHdr"/>
        </w:types>
        <w:behaviors>
          <w:behavior w:val="content"/>
        </w:behaviors>
        <w:guid w:val="{B8214E28-EF3F-42E3-9400-64531914B7D2}"/>
      </w:docPartPr>
      <w:docPartBody>
        <w:p w:rsidR="00F915E5" w:rsidRDefault="00F6736A">
          <w:pPr>
            <w:pStyle w:val="1D90AA4C8C3343CEB76678558084C1E0"/>
          </w:pPr>
          <w:r w:rsidRPr="00F01520">
            <w:rPr>
              <w:rStyle w:val="PlaceholderText"/>
            </w:rPr>
            <w:t>[Subject]</w:t>
          </w:r>
        </w:p>
      </w:docPartBody>
    </w:docPart>
    <w:docPart>
      <w:docPartPr>
        <w:name w:val="EDCA3F7785AE4A7290A18BE16CA2C174"/>
        <w:category>
          <w:name w:val="Generale"/>
          <w:gallery w:val="placeholder"/>
        </w:category>
        <w:types>
          <w:type w:val="bbPlcHdr"/>
        </w:types>
        <w:behaviors>
          <w:behavior w:val="content"/>
        </w:behaviors>
        <w:guid w:val="{914F3AD3-8E61-416E-B72B-82696D8BBD82}"/>
      </w:docPartPr>
      <w:docPartBody>
        <w:p w:rsidR="00F915E5" w:rsidRDefault="00F6736A">
          <w:pPr>
            <w:pStyle w:val="EDCA3F7785AE4A7290A18BE16CA2C174"/>
          </w:pPr>
          <w:r w:rsidRPr="00324C11">
            <w:rPr>
              <w:rStyle w:val="PlaceholderText"/>
            </w:rPr>
            <w:t>[Title]</w:t>
          </w:r>
        </w:p>
      </w:docPartBody>
    </w:docPart>
    <w:docPart>
      <w:docPartPr>
        <w:name w:val="B0593292D86F414DAE53B39B8610F3D8"/>
        <w:category>
          <w:name w:val="Generale"/>
          <w:gallery w:val="placeholder"/>
        </w:category>
        <w:types>
          <w:type w:val="bbPlcHdr"/>
        </w:types>
        <w:behaviors>
          <w:behavior w:val="content"/>
        </w:behaviors>
        <w:guid w:val="{38CCD698-923F-4130-907A-0F28CF30FAEE}"/>
      </w:docPartPr>
      <w:docPartBody>
        <w:p w:rsidR="00F915E5" w:rsidRDefault="00F6736A">
          <w:pPr>
            <w:pStyle w:val="B0593292D86F414DAE53B39B8610F3D8"/>
          </w:pPr>
          <w:r w:rsidRPr="009D41C6">
            <w:rPr>
              <w:rStyle w:val="PlaceholderText"/>
            </w:rPr>
            <w:t>[Category]</w:t>
          </w:r>
        </w:p>
      </w:docPartBody>
    </w:docPart>
    <w:docPart>
      <w:docPartPr>
        <w:name w:val="73D04B7183254A68BC272A7AC6F31747"/>
        <w:category>
          <w:name w:val="Generale"/>
          <w:gallery w:val="placeholder"/>
        </w:category>
        <w:types>
          <w:type w:val="bbPlcHdr"/>
        </w:types>
        <w:behaviors>
          <w:behavior w:val="content"/>
        </w:behaviors>
        <w:guid w:val="{0025EBB6-B9A9-4342-80DF-CCAFF640F0C7}"/>
      </w:docPartPr>
      <w:docPartBody>
        <w:p w:rsidR="00F915E5" w:rsidRDefault="00F6736A">
          <w:pPr>
            <w:pStyle w:val="73D04B7183254A68BC272A7AC6F31747"/>
          </w:pPr>
          <w:r w:rsidRPr="00615854">
            <w:rPr>
              <w:rStyle w:val="PlaceholderText"/>
            </w:rPr>
            <w:t>[Category]</w:t>
          </w:r>
        </w:p>
      </w:docPartBody>
    </w:docPart>
    <w:docPart>
      <w:docPartPr>
        <w:name w:val="9109192AE15940639C0F22D195DDD9AD"/>
        <w:category>
          <w:name w:val="Generale"/>
          <w:gallery w:val="placeholder"/>
        </w:category>
        <w:types>
          <w:type w:val="bbPlcHdr"/>
        </w:types>
        <w:behaviors>
          <w:behavior w:val="content"/>
        </w:behaviors>
        <w:guid w:val="{FDB45E3A-0A83-4C7B-AA1D-E688D7CBF16A}"/>
      </w:docPartPr>
      <w:docPartBody>
        <w:p w:rsidR="00F915E5" w:rsidRDefault="00F6736A">
          <w:pPr>
            <w:pStyle w:val="9109192AE15940639C0F22D195DDD9AD"/>
          </w:pPr>
          <w:r w:rsidRPr="00324C11">
            <w:rPr>
              <w:rStyle w:val="PlaceholderText"/>
            </w:rPr>
            <w:t>[Abstract]</w:t>
          </w:r>
        </w:p>
      </w:docPartBody>
    </w:docPart>
    <w:docPart>
      <w:docPartPr>
        <w:name w:val="67F702CA5054479081B3CBD3BF1E0C61"/>
        <w:category>
          <w:name w:val="Generale"/>
          <w:gallery w:val="placeholder"/>
        </w:category>
        <w:types>
          <w:type w:val="bbPlcHdr"/>
        </w:types>
        <w:behaviors>
          <w:behavior w:val="content"/>
        </w:behaviors>
        <w:guid w:val="{12B921BD-DDFF-41B4-B18D-452AAA9A160B}"/>
      </w:docPartPr>
      <w:docPartBody>
        <w:p w:rsidR="00187753" w:rsidRDefault="00E94E36" w:rsidP="00E94E36">
          <w:pPr>
            <w:pStyle w:val="67F702CA5054479081B3CBD3BF1E0C61"/>
          </w:pPr>
          <w:r w:rsidRPr="00F01520">
            <w:rPr>
              <w:rStyle w:val="PlaceholderText"/>
            </w:rPr>
            <w:t>[Subject]</w:t>
          </w:r>
        </w:p>
      </w:docPartBody>
    </w:docPart>
    <w:docPart>
      <w:docPartPr>
        <w:name w:val="AB33ECDECFDA422DA432651BB41EE619"/>
        <w:category>
          <w:name w:val="Generale"/>
          <w:gallery w:val="placeholder"/>
        </w:category>
        <w:types>
          <w:type w:val="bbPlcHdr"/>
        </w:types>
        <w:behaviors>
          <w:behavior w:val="content"/>
        </w:behaviors>
        <w:guid w:val="{B809E9E1-24F5-4DB5-9BAE-B48D763DD02D}"/>
      </w:docPartPr>
      <w:docPartBody>
        <w:p w:rsidR="00187753" w:rsidRDefault="00E94E36" w:rsidP="00E94E36">
          <w:pPr>
            <w:pStyle w:val="AB33ECDECFDA422DA432651BB41EE619"/>
          </w:pPr>
          <w:r w:rsidRPr="006B2277">
            <w:rPr>
              <w:rStyle w:val="PlaceholderText"/>
            </w:rPr>
            <w:t>[Title]</w:t>
          </w:r>
        </w:p>
      </w:docPartBody>
    </w:docPart>
    <w:docPart>
      <w:docPartPr>
        <w:name w:val="B16D4F1111DE4E0E8B654D595A2ACFA2"/>
        <w:category>
          <w:name w:val="Generale"/>
          <w:gallery w:val="placeholder"/>
        </w:category>
        <w:types>
          <w:type w:val="bbPlcHdr"/>
        </w:types>
        <w:behaviors>
          <w:behavior w:val="content"/>
        </w:behaviors>
        <w:guid w:val="{D7DA6525-F6BA-419A-815C-FE3E17C78141}"/>
      </w:docPartPr>
      <w:docPartBody>
        <w:p w:rsidR="00187753" w:rsidRDefault="00E94E36" w:rsidP="00E94E36">
          <w:pPr>
            <w:pStyle w:val="B16D4F1111DE4E0E8B654D595A2ACFA2"/>
          </w:pPr>
          <w:r w:rsidRPr="009638A4">
            <w:rPr>
              <w:rStyle w:val="PlaceholderText"/>
            </w:rPr>
            <w:t>[Category]</w:t>
          </w:r>
        </w:p>
      </w:docPartBody>
    </w:docPart>
    <w:docPart>
      <w:docPartPr>
        <w:name w:val="6714C67EF29E4D1DBF243B5586C8BFB0"/>
        <w:category>
          <w:name w:val="General"/>
          <w:gallery w:val="placeholder"/>
        </w:category>
        <w:types>
          <w:type w:val="bbPlcHdr"/>
        </w:types>
        <w:behaviors>
          <w:behavior w:val="content"/>
        </w:behaviors>
        <w:guid w:val="{69441787-8CB3-4FF8-B79F-0D20B1F1001D}"/>
      </w:docPartPr>
      <w:docPartBody>
        <w:p w:rsidR="00A97857" w:rsidRDefault="00A97857" w:rsidP="00A97857">
          <w:pPr>
            <w:pStyle w:val="6714C67EF29E4D1DBF243B5586C8BFB0"/>
          </w:pPr>
          <w:r w:rsidRPr="00F01520">
            <w:rPr>
              <w:rStyle w:val="PlaceholderText"/>
            </w:rPr>
            <w:t>[Subject]</w:t>
          </w:r>
        </w:p>
      </w:docPartBody>
    </w:docPart>
    <w:docPart>
      <w:docPartPr>
        <w:name w:val="31D3AB057C2C4BF48B935D71EF7E1949"/>
        <w:category>
          <w:name w:val="General"/>
          <w:gallery w:val="placeholder"/>
        </w:category>
        <w:types>
          <w:type w:val="bbPlcHdr"/>
        </w:types>
        <w:behaviors>
          <w:behavior w:val="content"/>
        </w:behaviors>
        <w:guid w:val="{8652D574-CF3E-4118-8E11-37D91396466F}"/>
      </w:docPartPr>
      <w:docPartBody>
        <w:p w:rsidR="00A97857" w:rsidRDefault="00A97857" w:rsidP="00A97857">
          <w:pPr>
            <w:pStyle w:val="31D3AB057C2C4BF48B935D71EF7E1949"/>
          </w:pPr>
          <w:r w:rsidRPr="006B2277">
            <w:rPr>
              <w:rStyle w:val="PlaceholderText"/>
            </w:rPr>
            <w:t>[Title]</w:t>
          </w:r>
        </w:p>
      </w:docPartBody>
    </w:docPart>
    <w:docPart>
      <w:docPartPr>
        <w:name w:val="20F30F63593C4CFC8A4374C586B744F0"/>
        <w:category>
          <w:name w:val="General"/>
          <w:gallery w:val="placeholder"/>
        </w:category>
        <w:types>
          <w:type w:val="bbPlcHdr"/>
        </w:types>
        <w:behaviors>
          <w:behavior w:val="content"/>
        </w:behaviors>
        <w:guid w:val="{A881F00F-2527-4C35-8231-DB9BE26D9AFF}"/>
      </w:docPartPr>
      <w:docPartBody>
        <w:p w:rsidR="00A97857" w:rsidRDefault="00A97857" w:rsidP="00A97857">
          <w:pPr>
            <w:pStyle w:val="20F30F63593C4CFC8A4374C586B744F0"/>
          </w:pPr>
          <w:r w:rsidRPr="009638A4">
            <w:rPr>
              <w:rStyle w:val="PlaceholderText"/>
            </w:rPr>
            <w:t>[Category]</w:t>
          </w:r>
        </w:p>
      </w:docPartBody>
    </w:docPart>
    <w:docPart>
      <w:docPartPr>
        <w:name w:val="11C91DB996B847539F7004A67AFDC6E8"/>
        <w:category>
          <w:name w:val="General"/>
          <w:gallery w:val="placeholder"/>
        </w:category>
        <w:types>
          <w:type w:val="bbPlcHdr"/>
        </w:types>
        <w:behaviors>
          <w:behavior w:val="content"/>
        </w:behaviors>
        <w:guid w:val="{61F70215-A265-452D-B225-3E833055885F}"/>
      </w:docPartPr>
      <w:docPartBody>
        <w:p w:rsidR="00DA6677" w:rsidRDefault="00DA6677" w:rsidP="00DA6677">
          <w:pPr>
            <w:pStyle w:val="11C91DB996B847539F7004A67AFDC6E8"/>
          </w:pPr>
          <w:r w:rsidRPr="006B2277">
            <w:rPr>
              <w:rStyle w:val="PlaceholderText"/>
            </w:rPr>
            <w:t>[Subject]</w:t>
          </w:r>
        </w:p>
      </w:docPartBody>
    </w:docPart>
    <w:docPart>
      <w:docPartPr>
        <w:name w:val="EC87F9ED18C747718043AE51A3BBF874"/>
        <w:category>
          <w:name w:val="General"/>
          <w:gallery w:val="placeholder"/>
        </w:category>
        <w:types>
          <w:type w:val="bbPlcHdr"/>
        </w:types>
        <w:behaviors>
          <w:behavior w:val="content"/>
        </w:behaviors>
        <w:guid w:val="{5C8CA9E9-D6C4-48E5-9BE9-19898C236C93}"/>
      </w:docPartPr>
      <w:docPartBody>
        <w:p w:rsidR="00DA6677" w:rsidRDefault="00DA6677" w:rsidP="00DA6677">
          <w:pPr>
            <w:pStyle w:val="EC87F9ED18C747718043AE51A3BBF874"/>
          </w:pPr>
          <w:r w:rsidRPr="006B2277">
            <w:rPr>
              <w:rStyle w:val="PlaceholderText"/>
            </w:rPr>
            <w:t>[Title]</w:t>
          </w:r>
        </w:p>
      </w:docPartBody>
    </w:docPart>
    <w:docPart>
      <w:docPartPr>
        <w:name w:val="4B1B8AE7300C4DE9A058E0242FF95DE8"/>
        <w:category>
          <w:name w:val="General"/>
          <w:gallery w:val="placeholder"/>
        </w:category>
        <w:types>
          <w:type w:val="bbPlcHdr"/>
        </w:types>
        <w:behaviors>
          <w:behavior w:val="content"/>
        </w:behaviors>
        <w:guid w:val="{6DA226B3-99BE-4ECD-B644-F0AB74A0903A}"/>
      </w:docPartPr>
      <w:docPartBody>
        <w:p w:rsidR="00723976" w:rsidRDefault="005F3C41" w:rsidP="005F3C41">
          <w:pPr>
            <w:pStyle w:val="4B1B8AE7300C4DE9A058E0242FF95DE8"/>
          </w:pPr>
          <w:r w:rsidRPr="00615854">
            <w:rPr>
              <w:rStyle w:val="PlaceholderText"/>
            </w:rPr>
            <w:t>[Category]</w:t>
          </w:r>
        </w:p>
      </w:docPartBody>
    </w:docPart>
    <w:docPart>
      <w:docPartPr>
        <w:name w:val="5AB3E9FCC429438DA7CA4FB0880C315C"/>
        <w:category>
          <w:name w:val="General"/>
          <w:gallery w:val="placeholder"/>
        </w:category>
        <w:types>
          <w:type w:val="bbPlcHdr"/>
        </w:types>
        <w:behaviors>
          <w:behavior w:val="content"/>
        </w:behaviors>
        <w:guid w:val="{DCE5AA34-1AFA-46B8-8ED9-7FC0D0EA6FA0}"/>
      </w:docPartPr>
      <w:docPartBody>
        <w:p w:rsidR="00723976" w:rsidRDefault="005F3C41" w:rsidP="005F3C41">
          <w:pPr>
            <w:pStyle w:val="5AB3E9FCC429438DA7CA4FB0880C315C"/>
          </w:pPr>
          <w:r w:rsidRPr="00615854">
            <w:rPr>
              <w:rStyle w:val="PlaceholderText"/>
            </w:rPr>
            <w:t>[Category]</w:t>
          </w:r>
        </w:p>
      </w:docPartBody>
    </w:docPart>
    <w:docPart>
      <w:docPartPr>
        <w:name w:val="38F228B607854772B6D7EC252F87B872"/>
        <w:category>
          <w:name w:val="General"/>
          <w:gallery w:val="placeholder"/>
        </w:category>
        <w:types>
          <w:type w:val="bbPlcHdr"/>
        </w:types>
        <w:behaviors>
          <w:behavior w:val="content"/>
        </w:behaviors>
        <w:guid w:val="{9236A502-13F2-4D6D-9748-79A42D2D5914}"/>
      </w:docPartPr>
      <w:docPartBody>
        <w:p w:rsidR="00723976" w:rsidRDefault="005F3C41" w:rsidP="005F3C41">
          <w:pPr>
            <w:pStyle w:val="38F228B607854772B6D7EC252F87B872"/>
          </w:pPr>
          <w:r w:rsidRPr="0061585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36A"/>
    <w:rsid w:val="000522AC"/>
    <w:rsid w:val="000E3494"/>
    <w:rsid w:val="000F5B98"/>
    <w:rsid w:val="0011017A"/>
    <w:rsid w:val="001222D5"/>
    <w:rsid w:val="00187753"/>
    <w:rsid w:val="001E0145"/>
    <w:rsid w:val="002062C9"/>
    <w:rsid w:val="0022572D"/>
    <w:rsid w:val="003247FC"/>
    <w:rsid w:val="003535A5"/>
    <w:rsid w:val="004B70B6"/>
    <w:rsid w:val="004D13B2"/>
    <w:rsid w:val="00531855"/>
    <w:rsid w:val="005F3C41"/>
    <w:rsid w:val="00623566"/>
    <w:rsid w:val="0066217E"/>
    <w:rsid w:val="006A3AF7"/>
    <w:rsid w:val="00723976"/>
    <w:rsid w:val="00764309"/>
    <w:rsid w:val="007666C9"/>
    <w:rsid w:val="0088331C"/>
    <w:rsid w:val="0088628E"/>
    <w:rsid w:val="008D5E86"/>
    <w:rsid w:val="008E7CB4"/>
    <w:rsid w:val="00935095"/>
    <w:rsid w:val="009F2500"/>
    <w:rsid w:val="00A06482"/>
    <w:rsid w:val="00A2796C"/>
    <w:rsid w:val="00A3716B"/>
    <w:rsid w:val="00A97857"/>
    <w:rsid w:val="00CE5F29"/>
    <w:rsid w:val="00CE62A4"/>
    <w:rsid w:val="00D17C88"/>
    <w:rsid w:val="00D32C47"/>
    <w:rsid w:val="00DA6677"/>
    <w:rsid w:val="00DC1799"/>
    <w:rsid w:val="00DE08B5"/>
    <w:rsid w:val="00E0014F"/>
    <w:rsid w:val="00E2630C"/>
    <w:rsid w:val="00E94E36"/>
    <w:rsid w:val="00EF3263"/>
    <w:rsid w:val="00EF346A"/>
    <w:rsid w:val="00F00C29"/>
    <w:rsid w:val="00F44E54"/>
    <w:rsid w:val="00F57A2A"/>
    <w:rsid w:val="00F57C31"/>
    <w:rsid w:val="00F6736A"/>
    <w:rsid w:val="00F778C3"/>
    <w:rsid w:val="00F915E5"/>
    <w:rsid w:val="00FD1E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F3C41"/>
    <w:rPr>
      <w:color w:val="808080"/>
    </w:rPr>
  </w:style>
  <w:style w:type="paragraph" w:customStyle="1" w:styleId="1D90AA4C8C3343CEB76678558084C1E0">
    <w:name w:val="1D90AA4C8C3343CEB76678558084C1E0"/>
  </w:style>
  <w:style w:type="paragraph" w:customStyle="1" w:styleId="EDCA3F7785AE4A7290A18BE16CA2C174">
    <w:name w:val="EDCA3F7785AE4A7290A18BE16CA2C174"/>
  </w:style>
  <w:style w:type="paragraph" w:customStyle="1" w:styleId="B0593292D86F414DAE53B39B8610F3D8">
    <w:name w:val="B0593292D86F414DAE53B39B8610F3D8"/>
  </w:style>
  <w:style w:type="paragraph" w:customStyle="1" w:styleId="E27F593E1D4540E989176CB8A34766E9">
    <w:name w:val="E27F593E1D4540E989176CB8A34766E9"/>
  </w:style>
  <w:style w:type="paragraph" w:customStyle="1" w:styleId="26A19DC5D8A64B8E8C2B99A76D96F76A">
    <w:name w:val="26A19DC5D8A64B8E8C2B99A76D96F76A"/>
  </w:style>
  <w:style w:type="paragraph" w:customStyle="1" w:styleId="73D04B7183254A68BC272A7AC6F31747">
    <w:name w:val="73D04B7183254A68BC272A7AC6F31747"/>
  </w:style>
  <w:style w:type="paragraph" w:customStyle="1" w:styleId="9109192AE15940639C0F22D195DDD9AD">
    <w:name w:val="9109192AE15940639C0F22D195DDD9AD"/>
  </w:style>
  <w:style w:type="paragraph" w:customStyle="1" w:styleId="9F50BC990B8B40999B307E4C32A2CCE8">
    <w:name w:val="9F50BC990B8B40999B307E4C32A2CCE8"/>
  </w:style>
  <w:style w:type="paragraph" w:customStyle="1" w:styleId="831394106839419C88E3DD3EC2B95C1B">
    <w:name w:val="831394106839419C88E3DD3EC2B95C1B"/>
  </w:style>
  <w:style w:type="paragraph" w:customStyle="1" w:styleId="77A00770FDDA4A72BDFC58F1DC0777DF">
    <w:name w:val="77A00770FDDA4A72BDFC58F1DC0777DF"/>
  </w:style>
  <w:style w:type="paragraph" w:customStyle="1" w:styleId="7152F242C06F48EC991D3F228E8CE163">
    <w:name w:val="7152F242C06F48EC991D3F228E8CE163"/>
  </w:style>
  <w:style w:type="paragraph" w:customStyle="1" w:styleId="BE5B91247EC44FAF8C41D7A0B1488D1D">
    <w:name w:val="BE5B91247EC44FAF8C41D7A0B1488D1D"/>
  </w:style>
  <w:style w:type="paragraph" w:customStyle="1" w:styleId="8391E769206247768C183A791F992374">
    <w:name w:val="8391E769206247768C183A791F992374"/>
  </w:style>
  <w:style w:type="paragraph" w:customStyle="1" w:styleId="67F702CA5054479081B3CBD3BF1E0C61">
    <w:name w:val="67F702CA5054479081B3CBD3BF1E0C61"/>
    <w:rsid w:val="00E94E36"/>
  </w:style>
  <w:style w:type="paragraph" w:customStyle="1" w:styleId="AB33ECDECFDA422DA432651BB41EE619">
    <w:name w:val="AB33ECDECFDA422DA432651BB41EE619"/>
    <w:rsid w:val="00E94E36"/>
  </w:style>
  <w:style w:type="paragraph" w:customStyle="1" w:styleId="5A6188697B52400492CB6B112D401557">
    <w:name w:val="5A6188697B52400492CB6B112D401557"/>
    <w:rsid w:val="00E94E36"/>
  </w:style>
  <w:style w:type="paragraph" w:customStyle="1" w:styleId="B16D4F1111DE4E0E8B654D595A2ACFA2">
    <w:name w:val="B16D4F1111DE4E0E8B654D595A2ACFA2"/>
    <w:rsid w:val="00E94E36"/>
  </w:style>
  <w:style w:type="paragraph" w:customStyle="1" w:styleId="F89309AA9CEC43D1970FA7759CA1F1F8">
    <w:name w:val="F89309AA9CEC43D1970FA7759CA1F1F8"/>
    <w:rsid w:val="00F44E54"/>
  </w:style>
  <w:style w:type="paragraph" w:customStyle="1" w:styleId="5A2F4F13F6AF4A9BA4F9EAB43736B1D2">
    <w:name w:val="5A2F4F13F6AF4A9BA4F9EAB43736B1D2"/>
    <w:rsid w:val="00F44E54"/>
  </w:style>
  <w:style w:type="paragraph" w:customStyle="1" w:styleId="398F76128132464EAB67DF3A74D180F4">
    <w:name w:val="398F76128132464EAB67DF3A74D180F4"/>
    <w:rsid w:val="003535A5"/>
  </w:style>
  <w:style w:type="paragraph" w:customStyle="1" w:styleId="CEE997CFD869445BA6581508FA608C46">
    <w:name w:val="CEE997CFD869445BA6581508FA608C46"/>
    <w:rsid w:val="003535A5"/>
  </w:style>
  <w:style w:type="paragraph" w:customStyle="1" w:styleId="7491DF2ACC314F4A944DCE4A0E7F1795">
    <w:name w:val="7491DF2ACC314F4A944DCE4A0E7F1795"/>
    <w:rsid w:val="003535A5"/>
  </w:style>
  <w:style w:type="paragraph" w:customStyle="1" w:styleId="109CAE4741AE4C8EBDE1477B39B28367">
    <w:name w:val="109CAE4741AE4C8EBDE1477B39B28367"/>
    <w:rsid w:val="003535A5"/>
  </w:style>
  <w:style w:type="paragraph" w:customStyle="1" w:styleId="D51F874E85174164BFF5C2B7E1820263">
    <w:name w:val="D51F874E85174164BFF5C2B7E1820263"/>
    <w:rsid w:val="003535A5"/>
  </w:style>
  <w:style w:type="paragraph" w:customStyle="1" w:styleId="B0B4783686EC4E8BB6722FFB9D792F9A">
    <w:name w:val="B0B4783686EC4E8BB6722FFB9D792F9A"/>
    <w:rsid w:val="003535A5"/>
  </w:style>
  <w:style w:type="paragraph" w:customStyle="1" w:styleId="6714C67EF29E4D1DBF243B5586C8BFB0">
    <w:name w:val="6714C67EF29E4D1DBF243B5586C8BFB0"/>
    <w:rsid w:val="00A97857"/>
  </w:style>
  <w:style w:type="paragraph" w:customStyle="1" w:styleId="31D3AB057C2C4BF48B935D71EF7E1949">
    <w:name w:val="31D3AB057C2C4BF48B935D71EF7E1949"/>
    <w:rsid w:val="00A97857"/>
  </w:style>
  <w:style w:type="paragraph" w:customStyle="1" w:styleId="20F30F63593C4CFC8A4374C586B744F0">
    <w:name w:val="20F30F63593C4CFC8A4374C586B744F0"/>
    <w:rsid w:val="00A97857"/>
  </w:style>
  <w:style w:type="paragraph" w:customStyle="1" w:styleId="18003115AEEF419D946D69A636EA3CC0">
    <w:name w:val="18003115AEEF419D946D69A636EA3CC0"/>
    <w:rsid w:val="00A97857"/>
  </w:style>
  <w:style w:type="paragraph" w:customStyle="1" w:styleId="11C91DB996B847539F7004A67AFDC6E8">
    <w:name w:val="11C91DB996B847539F7004A67AFDC6E8"/>
    <w:rsid w:val="00DA6677"/>
  </w:style>
  <w:style w:type="paragraph" w:customStyle="1" w:styleId="EC87F9ED18C747718043AE51A3BBF874">
    <w:name w:val="EC87F9ED18C747718043AE51A3BBF874"/>
    <w:rsid w:val="00DA6677"/>
  </w:style>
  <w:style w:type="paragraph" w:customStyle="1" w:styleId="ED7424D6AF4C4CAAB8FB2F30F797A7BA">
    <w:name w:val="ED7424D6AF4C4CAAB8FB2F30F797A7BA"/>
    <w:rsid w:val="00DA6677"/>
  </w:style>
  <w:style w:type="paragraph" w:customStyle="1" w:styleId="F64D926DB1CD431491D5E389CA8B8A6C">
    <w:name w:val="F64D926DB1CD431491D5E389CA8B8A6C"/>
    <w:rsid w:val="001222D5"/>
  </w:style>
  <w:style w:type="paragraph" w:customStyle="1" w:styleId="C327F2D95D5549608AFEDC8E2BC73309">
    <w:name w:val="C327F2D95D5549608AFEDC8E2BC73309"/>
    <w:rsid w:val="00F778C3"/>
  </w:style>
  <w:style w:type="paragraph" w:customStyle="1" w:styleId="836B9085A8E942F6A32A534FE5A08898">
    <w:name w:val="836B9085A8E942F6A32A534FE5A08898"/>
    <w:rsid w:val="00F778C3"/>
  </w:style>
  <w:style w:type="paragraph" w:customStyle="1" w:styleId="37FC5D8A0D0C460187C4330DEB866FB2">
    <w:name w:val="37FC5D8A0D0C460187C4330DEB866FB2"/>
    <w:rsid w:val="00F778C3"/>
  </w:style>
  <w:style w:type="paragraph" w:customStyle="1" w:styleId="8F3F2B0B8A6D4919AD9625785F2FAC04">
    <w:name w:val="8F3F2B0B8A6D4919AD9625785F2FAC04"/>
    <w:rsid w:val="00F778C3"/>
  </w:style>
  <w:style w:type="paragraph" w:customStyle="1" w:styleId="DABE877AE4BC486EA5F3939E67C6DC2C">
    <w:name w:val="DABE877AE4BC486EA5F3939E67C6DC2C"/>
    <w:rsid w:val="001E0145"/>
  </w:style>
  <w:style w:type="paragraph" w:customStyle="1" w:styleId="9C3F40ED7427432B812822107934A027">
    <w:name w:val="9C3F40ED7427432B812822107934A027"/>
    <w:rsid w:val="001E0145"/>
  </w:style>
  <w:style w:type="paragraph" w:customStyle="1" w:styleId="323AE0FFE5724EA98BFA7BDFD2E80BD7">
    <w:name w:val="323AE0FFE5724EA98BFA7BDFD2E80BD7"/>
    <w:rsid w:val="001E0145"/>
  </w:style>
  <w:style w:type="paragraph" w:customStyle="1" w:styleId="1AADBD47C3BF459A8DBC5EBEC4EA0153">
    <w:name w:val="1AADBD47C3BF459A8DBC5EBEC4EA0153"/>
    <w:rsid w:val="00A06482"/>
    <w:rPr>
      <w:lang w:val="en-US" w:eastAsia="en-US"/>
    </w:rPr>
  </w:style>
  <w:style w:type="paragraph" w:customStyle="1" w:styleId="4B1B8AE7300C4DE9A058E0242FF95DE8">
    <w:name w:val="4B1B8AE7300C4DE9A058E0242FF95DE8"/>
    <w:rsid w:val="005F3C41"/>
  </w:style>
  <w:style w:type="paragraph" w:customStyle="1" w:styleId="5AB3E9FCC429438DA7CA4FB0880C315C">
    <w:name w:val="5AB3E9FCC429438DA7CA4FB0880C315C"/>
    <w:rsid w:val="005F3C41"/>
  </w:style>
  <w:style w:type="paragraph" w:customStyle="1" w:styleId="38F228B607854772B6D7EC252F87B872">
    <w:name w:val="38F228B607854772B6D7EC252F87B872"/>
    <w:rsid w:val="005F3C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5F3C41"/>
    <w:rPr>
      <w:color w:val="808080"/>
    </w:rPr>
  </w:style>
  <w:style w:type="paragraph" w:customStyle="1" w:styleId="1D90AA4C8C3343CEB76678558084C1E0">
    <w:name w:val="1D90AA4C8C3343CEB76678558084C1E0"/>
  </w:style>
  <w:style w:type="paragraph" w:customStyle="1" w:styleId="EDCA3F7785AE4A7290A18BE16CA2C174">
    <w:name w:val="EDCA3F7785AE4A7290A18BE16CA2C174"/>
  </w:style>
  <w:style w:type="paragraph" w:customStyle="1" w:styleId="B0593292D86F414DAE53B39B8610F3D8">
    <w:name w:val="B0593292D86F414DAE53B39B8610F3D8"/>
  </w:style>
  <w:style w:type="paragraph" w:customStyle="1" w:styleId="E27F593E1D4540E989176CB8A34766E9">
    <w:name w:val="E27F593E1D4540E989176CB8A34766E9"/>
  </w:style>
  <w:style w:type="paragraph" w:customStyle="1" w:styleId="26A19DC5D8A64B8E8C2B99A76D96F76A">
    <w:name w:val="26A19DC5D8A64B8E8C2B99A76D96F76A"/>
  </w:style>
  <w:style w:type="paragraph" w:customStyle="1" w:styleId="73D04B7183254A68BC272A7AC6F31747">
    <w:name w:val="73D04B7183254A68BC272A7AC6F31747"/>
  </w:style>
  <w:style w:type="paragraph" w:customStyle="1" w:styleId="9109192AE15940639C0F22D195DDD9AD">
    <w:name w:val="9109192AE15940639C0F22D195DDD9AD"/>
  </w:style>
  <w:style w:type="paragraph" w:customStyle="1" w:styleId="9F50BC990B8B40999B307E4C32A2CCE8">
    <w:name w:val="9F50BC990B8B40999B307E4C32A2CCE8"/>
  </w:style>
  <w:style w:type="paragraph" w:customStyle="1" w:styleId="831394106839419C88E3DD3EC2B95C1B">
    <w:name w:val="831394106839419C88E3DD3EC2B95C1B"/>
  </w:style>
  <w:style w:type="paragraph" w:customStyle="1" w:styleId="77A00770FDDA4A72BDFC58F1DC0777DF">
    <w:name w:val="77A00770FDDA4A72BDFC58F1DC0777DF"/>
  </w:style>
  <w:style w:type="paragraph" w:customStyle="1" w:styleId="7152F242C06F48EC991D3F228E8CE163">
    <w:name w:val="7152F242C06F48EC991D3F228E8CE163"/>
  </w:style>
  <w:style w:type="paragraph" w:customStyle="1" w:styleId="BE5B91247EC44FAF8C41D7A0B1488D1D">
    <w:name w:val="BE5B91247EC44FAF8C41D7A0B1488D1D"/>
  </w:style>
  <w:style w:type="paragraph" w:customStyle="1" w:styleId="8391E769206247768C183A791F992374">
    <w:name w:val="8391E769206247768C183A791F992374"/>
  </w:style>
  <w:style w:type="paragraph" w:customStyle="1" w:styleId="67F702CA5054479081B3CBD3BF1E0C61">
    <w:name w:val="67F702CA5054479081B3CBD3BF1E0C61"/>
    <w:rsid w:val="00E94E36"/>
  </w:style>
  <w:style w:type="paragraph" w:customStyle="1" w:styleId="AB33ECDECFDA422DA432651BB41EE619">
    <w:name w:val="AB33ECDECFDA422DA432651BB41EE619"/>
    <w:rsid w:val="00E94E36"/>
  </w:style>
  <w:style w:type="paragraph" w:customStyle="1" w:styleId="5A6188697B52400492CB6B112D401557">
    <w:name w:val="5A6188697B52400492CB6B112D401557"/>
    <w:rsid w:val="00E94E36"/>
  </w:style>
  <w:style w:type="paragraph" w:customStyle="1" w:styleId="B16D4F1111DE4E0E8B654D595A2ACFA2">
    <w:name w:val="B16D4F1111DE4E0E8B654D595A2ACFA2"/>
    <w:rsid w:val="00E94E36"/>
  </w:style>
  <w:style w:type="paragraph" w:customStyle="1" w:styleId="F89309AA9CEC43D1970FA7759CA1F1F8">
    <w:name w:val="F89309AA9CEC43D1970FA7759CA1F1F8"/>
    <w:rsid w:val="00F44E54"/>
  </w:style>
  <w:style w:type="paragraph" w:customStyle="1" w:styleId="5A2F4F13F6AF4A9BA4F9EAB43736B1D2">
    <w:name w:val="5A2F4F13F6AF4A9BA4F9EAB43736B1D2"/>
    <w:rsid w:val="00F44E54"/>
  </w:style>
  <w:style w:type="paragraph" w:customStyle="1" w:styleId="398F76128132464EAB67DF3A74D180F4">
    <w:name w:val="398F76128132464EAB67DF3A74D180F4"/>
    <w:rsid w:val="003535A5"/>
  </w:style>
  <w:style w:type="paragraph" w:customStyle="1" w:styleId="CEE997CFD869445BA6581508FA608C46">
    <w:name w:val="CEE997CFD869445BA6581508FA608C46"/>
    <w:rsid w:val="003535A5"/>
  </w:style>
  <w:style w:type="paragraph" w:customStyle="1" w:styleId="7491DF2ACC314F4A944DCE4A0E7F1795">
    <w:name w:val="7491DF2ACC314F4A944DCE4A0E7F1795"/>
    <w:rsid w:val="003535A5"/>
  </w:style>
  <w:style w:type="paragraph" w:customStyle="1" w:styleId="109CAE4741AE4C8EBDE1477B39B28367">
    <w:name w:val="109CAE4741AE4C8EBDE1477B39B28367"/>
    <w:rsid w:val="003535A5"/>
  </w:style>
  <w:style w:type="paragraph" w:customStyle="1" w:styleId="D51F874E85174164BFF5C2B7E1820263">
    <w:name w:val="D51F874E85174164BFF5C2B7E1820263"/>
    <w:rsid w:val="003535A5"/>
  </w:style>
  <w:style w:type="paragraph" w:customStyle="1" w:styleId="B0B4783686EC4E8BB6722FFB9D792F9A">
    <w:name w:val="B0B4783686EC4E8BB6722FFB9D792F9A"/>
    <w:rsid w:val="003535A5"/>
  </w:style>
  <w:style w:type="paragraph" w:customStyle="1" w:styleId="6714C67EF29E4D1DBF243B5586C8BFB0">
    <w:name w:val="6714C67EF29E4D1DBF243B5586C8BFB0"/>
    <w:rsid w:val="00A97857"/>
  </w:style>
  <w:style w:type="paragraph" w:customStyle="1" w:styleId="31D3AB057C2C4BF48B935D71EF7E1949">
    <w:name w:val="31D3AB057C2C4BF48B935D71EF7E1949"/>
    <w:rsid w:val="00A97857"/>
  </w:style>
  <w:style w:type="paragraph" w:customStyle="1" w:styleId="20F30F63593C4CFC8A4374C586B744F0">
    <w:name w:val="20F30F63593C4CFC8A4374C586B744F0"/>
    <w:rsid w:val="00A97857"/>
  </w:style>
  <w:style w:type="paragraph" w:customStyle="1" w:styleId="18003115AEEF419D946D69A636EA3CC0">
    <w:name w:val="18003115AEEF419D946D69A636EA3CC0"/>
    <w:rsid w:val="00A97857"/>
  </w:style>
  <w:style w:type="paragraph" w:customStyle="1" w:styleId="11C91DB996B847539F7004A67AFDC6E8">
    <w:name w:val="11C91DB996B847539F7004A67AFDC6E8"/>
    <w:rsid w:val="00DA6677"/>
  </w:style>
  <w:style w:type="paragraph" w:customStyle="1" w:styleId="EC87F9ED18C747718043AE51A3BBF874">
    <w:name w:val="EC87F9ED18C747718043AE51A3BBF874"/>
    <w:rsid w:val="00DA6677"/>
  </w:style>
  <w:style w:type="paragraph" w:customStyle="1" w:styleId="ED7424D6AF4C4CAAB8FB2F30F797A7BA">
    <w:name w:val="ED7424D6AF4C4CAAB8FB2F30F797A7BA"/>
    <w:rsid w:val="00DA6677"/>
  </w:style>
  <w:style w:type="paragraph" w:customStyle="1" w:styleId="F64D926DB1CD431491D5E389CA8B8A6C">
    <w:name w:val="F64D926DB1CD431491D5E389CA8B8A6C"/>
    <w:rsid w:val="001222D5"/>
  </w:style>
  <w:style w:type="paragraph" w:customStyle="1" w:styleId="C327F2D95D5549608AFEDC8E2BC73309">
    <w:name w:val="C327F2D95D5549608AFEDC8E2BC73309"/>
    <w:rsid w:val="00F778C3"/>
  </w:style>
  <w:style w:type="paragraph" w:customStyle="1" w:styleId="836B9085A8E942F6A32A534FE5A08898">
    <w:name w:val="836B9085A8E942F6A32A534FE5A08898"/>
    <w:rsid w:val="00F778C3"/>
  </w:style>
  <w:style w:type="paragraph" w:customStyle="1" w:styleId="37FC5D8A0D0C460187C4330DEB866FB2">
    <w:name w:val="37FC5D8A0D0C460187C4330DEB866FB2"/>
    <w:rsid w:val="00F778C3"/>
  </w:style>
  <w:style w:type="paragraph" w:customStyle="1" w:styleId="8F3F2B0B8A6D4919AD9625785F2FAC04">
    <w:name w:val="8F3F2B0B8A6D4919AD9625785F2FAC04"/>
    <w:rsid w:val="00F778C3"/>
  </w:style>
  <w:style w:type="paragraph" w:customStyle="1" w:styleId="DABE877AE4BC486EA5F3939E67C6DC2C">
    <w:name w:val="DABE877AE4BC486EA5F3939E67C6DC2C"/>
    <w:rsid w:val="001E0145"/>
  </w:style>
  <w:style w:type="paragraph" w:customStyle="1" w:styleId="9C3F40ED7427432B812822107934A027">
    <w:name w:val="9C3F40ED7427432B812822107934A027"/>
    <w:rsid w:val="001E0145"/>
  </w:style>
  <w:style w:type="paragraph" w:customStyle="1" w:styleId="323AE0FFE5724EA98BFA7BDFD2E80BD7">
    <w:name w:val="323AE0FFE5724EA98BFA7BDFD2E80BD7"/>
    <w:rsid w:val="001E0145"/>
  </w:style>
  <w:style w:type="paragraph" w:customStyle="1" w:styleId="1AADBD47C3BF459A8DBC5EBEC4EA0153">
    <w:name w:val="1AADBD47C3BF459A8DBC5EBEC4EA0153"/>
    <w:rsid w:val="00A06482"/>
    <w:rPr>
      <w:lang w:val="en-US" w:eastAsia="en-US"/>
    </w:rPr>
  </w:style>
  <w:style w:type="paragraph" w:customStyle="1" w:styleId="4B1B8AE7300C4DE9A058E0242FF95DE8">
    <w:name w:val="4B1B8AE7300C4DE9A058E0242FF95DE8"/>
    <w:rsid w:val="005F3C41"/>
  </w:style>
  <w:style w:type="paragraph" w:customStyle="1" w:styleId="5AB3E9FCC429438DA7CA4FB0880C315C">
    <w:name w:val="5AB3E9FCC429438DA7CA4FB0880C315C"/>
    <w:rsid w:val="005F3C41"/>
  </w:style>
  <w:style w:type="paragraph" w:customStyle="1" w:styleId="38F228B607854772B6D7EC252F87B872">
    <w:name w:val="38F228B607854772B6D7EC252F87B872"/>
    <w:rsid w:val="005F3C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214D3E-AE4C-49F5-8A34-F13E75035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RINA-Consulting-ITA-report_CE.dotx</Template>
  <TotalTime>9</TotalTime>
  <Pages>10</Pages>
  <Words>1668</Words>
  <Characters>9510</Characters>
  <Application>Microsoft Office Word</Application>
  <DocSecurity>0</DocSecurity>
  <Lines>79</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Capitolato Tecnico</vt:lpstr>
      <vt:lpstr>Piano di Sicurezza e Coordinamento - Integrazione PV4</vt:lpstr>
    </vt:vector>
  </TitlesOfParts>
  <Company>RINA Consulting</Company>
  <LinksUpToDate>false</LinksUpToDate>
  <CharactersWithSpaces>11156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Capitolato Tecnico</dc:title>
  <dc:subject>Adeguamento sommità arginale e viabilità tratto ponte viadotto Isola Serafini – via Bosco Biliemme in Comune di Monticelli d’Ongina (PC)</dc:subject>
  <dc:creator>Nicola SQUERI</dc:creator>
  <cp:keywords>ITA Report</cp:keywords>
  <cp:lastModifiedBy>Roberto TELI</cp:lastModifiedBy>
  <cp:revision>4</cp:revision>
  <cp:lastPrinted>2019-11-19T11:06:00Z</cp:lastPrinted>
  <dcterms:created xsi:type="dcterms:W3CDTF">2019-11-11T13:36:00Z</dcterms:created>
  <dcterms:modified xsi:type="dcterms:W3CDTF">2019-11-19T11:06:00Z</dcterms:modified>
  <cp:category>Doc. No. P0017232-1-H6 Rev. 0 - Novembre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2019-11-08T13:32:44Z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77ebec7c-a51a-42af-b67b-00008837ba81</vt:lpwstr>
  </property>
  <property fmtid="{D5CDD505-2E9C-101B-9397-08002B2CF9AE}" pid="8" name="MSIP_Label_a6175487-42af-4492-84fe-2b4054e011bd_ContentBits">
    <vt:lpwstr>0</vt:lpwstr>
  </property>
</Properties>
</file>